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2CF" w:rsidRDefault="005C42CF" w:rsidP="005C42CF">
      <w:pPr>
        <w:pStyle w:val="Heading1"/>
      </w:pPr>
      <w:r>
        <w:t xml:space="preserve">EDI Non-Merchandise </w:t>
      </w:r>
      <w:r w:rsidR="001D69EA">
        <w:t>Invoice</w:t>
      </w:r>
      <w:r>
        <w:t xml:space="preserve"> Samples</w:t>
      </w:r>
    </w:p>
    <w:p w:rsidR="00F112EB" w:rsidRDefault="001D69EA" w:rsidP="00F112EB">
      <w:pPr>
        <w:pStyle w:val="Heading2"/>
        <w:rPr>
          <w:rFonts w:ascii="Cambria" w:eastAsia="Times New Roman" w:hAnsi="Cambria" w:cs="Times New Roman"/>
          <w:color w:val="4F81BD"/>
        </w:rPr>
      </w:pPr>
      <w:r>
        <w:t>Invoice</w:t>
      </w:r>
      <w:r w:rsidR="00F112EB">
        <w:rPr>
          <w:rFonts w:ascii="Cambria" w:eastAsia="Times New Roman" w:hAnsi="Cambria" w:cs="Times New Roman"/>
          <w:color w:val="4F81BD"/>
        </w:rPr>
        <w:t xml:space="preserve"> Sample:</w:t>
      </w:r>
      <w:r w:rsidR="00F112EB">
        <w:t xml:space="preserve"> 843281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ST|810|000010072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BIG|20130803|53121644|20130801|843281||||00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REF|RQ|2561040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REF|VR|648121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 xml:space="preserve">N1|RI| </w:t>
      </w:r>
      <w:r>
        <w:rPr>
          <w:rFonts w:ascii="Courier New" w:hAnsi="Courier New" w:cs="Courier New"/>
          <w:sz w:val="20"/>
          <w:szCs w:val="20"/>
        </w:rPr>
        <w:t>SUPPLIER SALES COMPANY</w:t>
      </w:r>
      <w:r w:rsidRPr="007423FC">
        <w:rPr>
          <w:rFonts w:ascii="Courier New" w:hAnsi="Courier New" w:cs="Courier New"/>
          <w:sz w:val="20"/>
          <w:szCs w:val="20"/>
        </w:rPr>
        <w:t>|1|0596518695300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N3|REMIT PAYMENTS ONLY|PO BOX 847348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N4|DALLAS|TX|752847348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N1|ST|BURLINGTON #481 G1|9|481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N3|1200 S. ABELINE SREET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N4|AURORA|CO|800124629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DTM|011|20130803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IT1|4|10|CS|21.82||IN|01042.0004|VN|13800360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TXI|LS|17.46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proofErr w:type="gramStart"/>
      <w:r w:rsidRPr="007423FC">
        <w:rPr>
          <w:rFonts w:ascii="Courier New" w:hAnsi="Courier New" w:cs="Courier New"/>
          <w:sz w:val="20"/>
          <w:szCs w:val="20"/>
        </w:rPr>
        <w:t>PID|F||AS|1|HDN3660H 36X60 CANLINER H/D</w:t>
      </w:r>
      <w:proofErr w:type="gramEnd"/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IT1|2|8|CS|32.43||IN|01040.0064|VN|18309089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PID|F||AS|1|1019089 BRAG BAG 13-MIC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IT1|3|14|CS|30.16||IN|01040.0065|VN|18309090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PID|F||AS|1|1019090 BRAG BAG 15-MIC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IT1|1|2|CS|60.5||IN|01001.0007|VN|49055788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TXI|LS|9.68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PID|F||AS|1|9090-5788 BURLINGTON COAT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TDS|129100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SAC|C|D240|||24298||||||||||FREIGHT CHARGE (NO TAX)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CTT|4</w:t>
      </w:r>
    </w:p>
    <w:p w:rsidR="00D74A1E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SE|25|000010072</w:t>
      </w:r>
    </w:p>
    <w:p w:rsidR="00044DEE" w:rsidRDefault="001D69EA" w:rsidP="00044DEE">
      <w:pPr>
        <w:pStyle w:val="Heading2"/>
        <w:rPr>
          <w:rFonts w:ascii="Cambria" w:eastAsia="Times New Roman" w:hAnsi="Cambria" w:cs="Times New Roman"/>
          <w:color w:val="4F81BD"/>
        </w:rPr>
      </w:pPr>
      <w:r>
        <w:t>Invoice Sample</w:t>
      </w:r>
      <w:r w:rsidR="00044DEE">
        <w:rPr>
          <w:rFonts w:ascii="Cambria" w:eastAsia="Times New Roman" w:hAnsi="Cambria" w:cs="Times New Roman"/>
          <w:color w:val="4F81BD"/>
        </w:rPr>
        <w:t>:</w:t>
      </w:r>
      <w:r w:rsidR="00F112EB">
        <w:t xml:space="preserve"> 840104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ST|810|000010287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BIG|20130718|29642585|20130711|840104||||00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REF|RQ|2421457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REF|VR|648121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N1|RI|</w:t>
      </w:r>
      <w:r>
        <w:rPr>
          <w:rFonts w:ascii="Courier New" w:hAnsi="Courier New" w:cs="Courier New"/>
          <w:sz w:val="20"/>
          <w:szCs w:val="20"/>
        </w:rPr>
        <w:t>SUPPLIER SALES COMPANY</w:t>
      </w:r>
      <w:r w:rsidRPr="007423FC">
        <w:rPr>
          <w:rFonts w:ascii="Courier New" w:hAnsi="Courier New" w:cs="Courier New"/>
          <w:sz w:val="20"/>
          <w:szCs w:val="20"/>
        </w:rPr>
        <w:t>, LLC|1|0596518692900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N3|</w:t>
      </w:r>
      <w:r>
        <w:rPr>
          <w:rFonts w:ascii="Courier New" w:hAnsi="Courier New" w:cs="Courier New"/>
          <w:sz w:val="20"/>
          <w:szCs w:val="20"/>
        </w:rPr>
        <w:t xml:space="preserve">SUPPLIER AR DEPT.|100 </w:t>
      </w:r>
      <w:r w:rsidRPr="007423FC">
        <w:rPr>
          <w:rFonts w:ascii="Courier New" w:hAnsi="Courier New" w:cs="Courier New"/>
          <w:sz w:val="20"/>
          <w:szCs w:val="20"/>
        </w:rPr>
        <w:t>COLLECTIONS CENTER DRIVE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N4|CHICAGO|IL|60693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N1|ST|BURLINGTON COAT FACTORY #568    G3|9|568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N3|320 WEST AVENUE P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N4|PALMDALE|CA|93551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DTM|011|20130718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IT1|18|1|BX|12.86||IN|01032.0015|VN|B4662060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PID|F||AS|1|SELF RETRACTING UTILITY KNIFE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IT1|4|1|PK|7.59||IN|00615.0040|VN|B83907065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PID|F||AS|1|HANG TAB 1.25X1-5/8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IT1|5|1|PK|6.23||IN|00615.0046|VN|B85310395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PID|F||AS|1|SOCK HANGER #32 BLACK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IT1|1|1|BX|15.17||IN|00018.0176|VN|F64600315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PID|F||AS|1|BURLINGTON COAT FACTORY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IT1|6|1|CS|18.1||IN|00620.0022|VN|14500164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PID|F||AS|1|URINAL SCREEN W/NONPARA BLOCK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IT1|27|2|EA|5||IN|01044.0003|VN|15409507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lastRenderedPageBreak/>
        <w:t>PID|F||AS|1|09507 JRT JR ESCORT T/T DISPR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IT1|19|1|PK|5.58||IN|01038.0032|VN|34764289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PID|F||AS|1|A/1526200 ALCOHOL WIPES 200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IT1|17|5|PK|2.76||IN|01025.0038|VN|423601025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PID|F||AS|1|AMRAM TAGGING NEEDLE STD #AAN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TDS|8933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CTT|8</w:t>
      </w:r>
    </w:p>
    <w:p w:rsidR="001D69EA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SE|30|000010287</w:t>
      </w:r>
    </w:p>
    <w:p w:rsidR="00044DEE" w:rsidRDefault="001D69EA" w:rsidP="00044DEE">
      <w:pPr>
        <w:pStyle w:val="Heading2"/>
        <w:rPr>
          <w:rFonts w:ascii="Cambria" w:eastAsia="Times New Roman" w:hAnsi="Cambria" w:cs="Times New Roman"/>
          <w:color w:val="4F81BD"/>
        </w:rPr>
      </w:pPr>
      <w:r>
        <w:t>Invoice Sample</w:t>
      </w:r>
      <w:r w:rsidR="00044DEE">
        <w:rPr>
          <w:rFonts w:ascii="Cambria" w:eastAsia="Times New Roman" w:hAnsi="Cambria" w:cs="Times New Roman"/>
          <w:color w:val="4F81BD"/>
        </w:rPr>
        <w:t>:</w:t>
      </w:r>
      <w:r w:rsidR="00F112EB">
        <w:t xml:space="preserve"> 840132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ST|810|000010288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BIG|20130718|29642586|20130711|840132||||00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REF|RQ|2421982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REF|VR|648121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N1|RI|</w:t>
      </w:r>
      <w:r>
        <w:rPr>
          <w:rFonts w:ascii="Courier New" w:hAnsi="Courier New" w:cs="Courier New"/>
          <w:sz w:val="20"/>
          <w:szCs w:val="20"/>
        </w:rPr>
        <w:t>SUPPLIER SALES COMPANY</w:t>
      </w:r>
      <w:r w:rsidRPr="007423FC">
        <w:rPr>
          <w:rFonts w:ascii="Courier New" w:hAnsi="Courier New" w:cs="Courier New"/>
          <w:sz w:val="20"/>
          <w:szCs w:val="20"/>
        </w:rPr>
        <w:t>, LLC|1|0596518692900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N3|</w:t>
      </w:r>
      <w:r>
        <w:rPr>
          <w:rFonts w:ascii="Courier New" w:hAnsi="Courier New" w:cs="Courier New"/>
          <w:sz w:val="20"/>
          <w:szCs w:val="20"/>
        </w:rPr>
        <w:t xml:space="preserve">SUPPLIER AR DEPT.|100 </w:t>
      </w:r>
      <w:r w:rsidRPr="007423FC">
        <w:rPr>
          <w:rFonts w:ascii="Courier New" w:hAnsi="Courier New" w:cs="Courier New"/>
          <w:sz w:val="20"/>
          <w:szCs w:val="20"/>
        </w:rPr>
        <w:t>COLLECTIONS CENTER DRIVE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N4|CHICAGO|IL|60693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N1|ST|BURLINGTON COAT FACTORY# 588   G3|9|588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N3|5243 AIRPORT ROAD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N4|TOLEDO|OH|43615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DTM|011|20130718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IT1|13|1|BX|22.93||IN|01032.0016|VN|B4662118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PID|F||AS|1|ROUNDED TIP REPLACEMENT BLADES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IT1|2|1|PK|7.59||IN|00615.0040|VN|B83907065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PID|F||AS|1|HANG TAB 1.25X1-5/8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IT1|1|1|BX|15.17||IN|00018.0176|VN|F64600315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PID|F||AS|1|BURLINGTON COAT FACTORY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IT1|11|1|BX|37.27||IN|01004.0091|VN|F65010185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PID|F||AS|1|01004.0091 PRICE REDUCTION TAG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IT1|12|1|RL|5.21||IN|01004.0092|VN|F65010191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PID|F||AS|1|01004.0092 PRICE REDUCTION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IT1|17|2|RL|5.84||IN|01056.0081|VN|F65010401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PID|F||AS|1|01056.0081 DISPLAY SHOE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IT1|3|1|CS|18.1||IN|00620.0022|VN|14500164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PID|F||AS|1|URINAL SCREEN W/NONPARA BLOCK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IT1|8|1|CS|6.6||IN|00670.0003|VN|778400075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PID|F||AS|1|</w:t>
      </w:r>
      <w:proofErr w:type="gramStart"/>
      <w:r w:rsidRPr="007423FC">
        <w:rPr>
          <w:rFonts w:ascii="Courier New" w:hAnsi="Courier New" w:cs="Courier New"/>
          <w:sz w:val="20"/>
          <w:szCs w:val="20"/>
        </w:rPr>
        <w:t>ALV9  9VOLT</w:t>
      </w:r>
      <w:proofErr w:type="gramEnd"/>
      <w:r w:rsidRPr="007423FC">
        <w:rPr>
          <w:rFonts w:ascii="Courier New" w:hAnsi="Courier New" w:cs="Courier New"/>
          <w:sz w:val="20"/>
          <w:szCs w:val="20"/>
        </w:rPr>
        <w:t xml:space="preserve"> ALKALINE BATTERY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TDS|12455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CTT|8</w:t>
      </w:r>
    </w:p>
    <w:p w:rsidR="001D69EA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SE|30|000010288</w:t>
      </w:r>
    </w:p>
    <w:p w:rsidR="00044DEE" w:rsidRDefault="001D69EA" w:rsidP="00044DEE">
      <w:pPr>
        <w:pStyle w:val="Heading2"/>
        <w:rPr>
          <w:rFonts w:ascii="Cambria" w:eastAsia="Times New Roman" w:hAnsi="Cambria" w:cs="Times New Roman"/>
          <w:color w:val="4F81BD"/>
        </w:rPr>
      </w:pPr>
      <w:r>
        <w:t>Invoice Sample</w:t>
      </w:r>
      <w:r w:rsidR="00044DEE">
        <w:rPr>
          <w:rFonts w:ascii="Cambria" w:eastAsia="Times New Roman" w:hAnsi="Cambria" w:cs="Times New Roman"/>
          <w:color w:val="4F81BD"/>
        </w:rPr>
        <w:t>:</w:t>
      </w:r>
      <w:r w:rsidR="00F112EB">
        <w:t xml:space="preserve"> 842201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ST|810|000010071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BIG|20130803|53121532|20130801|842201||||00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REF|RQ|2520959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REF|VR|648121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N1|RI|</w:t>
      </w:r>
      <w:r>
        <w:rPr>
          <w:rFonts w:ascii="Courier New" w:hAnsi="Courier New" w:cs="Courier New"/>
          <w:sz w:val="20"/>
          <w:szCs w:val="20"/>
        </w:rPr>
        <w:t>SUPPLIER SALES COMPANY</w:t>
      </w:r>
      <w:r w:rsidRPr="007423FC">
        <w:rPr>
          <w:rFonts w:ascii="Courier New" w:hAnsi="Courier New" w:cs="Courier New"/>
          <w:sz w:val="20"/>
          <w:szCs w:val="20"/>
        </w:rPr>
        <w:t xml:space="preserve"> |1|0596518695300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N3|REMIT PAYMENTS ONLY|PO BOX 8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N4|DALLAS|TX|752847348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N1|ST|BURLINGTON #559 G1|9|559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N3|6537 N.E. LOOP 820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N4|NORTH RICHLAND HILLS|TX|761806010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DTM|011|20130803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IT1|1|3|CS|61.64||IN|00034.0105|VN|76270850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TXI|LS|15.26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PID|F||AS|1|10004997 BURLINGTON COAT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TDS|20018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CTT|1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SE|17|000010071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lastRenderedPageBreak/>
        <w:t>ST|810|000010072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BIG|20130803|53121644|20130801|843281||||00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REF|RQ|2561040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REF|VR|648121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 xml:space="preserve">N1|RI| </w:t>
      </w:r>
      <w:r>
        <w:rPr>
          <w:rFonts w:ascii="Courier New" w:hAnsi="Courier New" w:cs="Courier New"/>
          <w:sz w:val="20"/>
          <w:szCs w:val="20"/>
        </w:rPr>
        <w:t>SUPPLIER SALES COMPANY</w:t>
      </w:r>
      <w:r w:rsidRPr="007423FC">
        <w:rPr>
          <w:rFonts w:ascii="Courier New" w:hAnsi="Courier New" w:cs="Courier New"/>
          <w:sz w:val="20"/>
          <w:szCs w:val="20"/>
        </w:rPr>
        <w:t>|1|0596518695300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N3|REMIT PAYMENTS ONLY|PO BOX 8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N4|DALLAS|TX|752847348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N1|ST|BURLINGTON #481 G1|9|481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N3|1200 S. ABELINE SREET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N4|AURORA|CO|800124629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DTM|011|20130803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IT1|4|10|CS|21.82||IN|01042.0004|VN|13800360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TXI|LS|17.46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proofErr w:type="gramStart"/>
      <w:r w:rsidRPr="007423FC">
        <w:rPr>
          <w:rFonts w:ascii="Courier New" w:hAnsi="Courier New" w:cs="Courier New"/>
          <w:sz w:val="20"/>
          <w:szCs w:val="20"/>
        </w:rPr>
        <w:t>PID|F||AS|1|HDN3660H 36X60 CANLINER H/D</w:t>
      </w:r>
      <w:proofErr w:type="gramEnd"/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IT1|2|8|CS|32.43||IN|01040.0064|VN|18309089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PID|F||AS|1|1019089 BRAG BAG 13-MIC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IT1|3|14|CS|30.16||IN|01040.0065|VN|18309090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PID|F||AS|1|1019090 BRAG BAG 15-MIC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IT1|1|2|CS|60.5||IN|01001.0007|VN|49055788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TXI|LS|9.68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PID|F||AS|1|9090-5788 BURLINGTON COAT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TDS|129100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SAC|C|D240|||24298||||||||||FREIGHT CHARGE (NO TAX)</w:t>
      </w:r>
    </w:p>
    <w:p w:rsidR="007423FC" w:rsidRPr="007423FC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CTT|4</w:t>
      </w:r>
    </w:p>
    <w:p w:rsidR="001D69EA" w:rsidRDefault="007423FC" w:rsidP="007423FC">
      <w:pPr>
        <w:pStyle w:val="NoSpacing"/>
        <w:rPr>
          <w:rFonts w:ascii="Courier New" w:hAnsi="Courier New" w:cs="Courier New"/>
          <w:sz w:val="20"/>
          <w:szCs w:val="20"/>
        </w:rPr>
      </w:pPr>
      <w:r w:rsidRPr="007423FC">
        <w:rPr>
          <w:rFonts w:ascii="Courier New" w:hAnsi="Courier New" w:cs="Courier New"/>
          <w:sz w:val="20"/>
          <w:szCs w:val="20"/>
        </w:rPr>
        <w:t>SE|25|000010072</w:t>
      </w:r>
    </w:p>
    <w:p w:rsidR="001D69EA" w:rsidRDefault="001D69EA" w:rsidP="00D74A1E">
      <w:pPr>
        <w:pStyle w:val="NoSpacing"/>
        <w:rPr>
          <w:rFonts w:ascii="Courier New" w:hAnsi="Courier New" w:cs="Courier New"/>
          <w:sz w:val="20"/>
          <w:szCs w:val="20"/>
        </w:rPr>
      </w:pPr>
    </w:p>
    <w:sectPr w:rsidR="001D69EA" w:rsidSect="007F1444">
      <w:headerReference w:type="first" r:id="rId6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2CF" w:rsidRDefault="005C42CF" w:rsidP="00935C5C">
      <w:pPr>
        <w:spacing w:after="0" w:line="240" w:lineRule="auto"/>
      </w:pPr>
      <w:r>
        <w:separator/>
      </w:r>
    </w:p>
  </w:endnote>
  <w:endnote w:type="continuationSeparator" w:id="0">
    <w:p w:rsidR="005C42CF" w:rsidRDefault="005C42CF" w:rsidP="00935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Arial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2CF" w:rsidRDefault="005C42CF" w:rsidP="00935C5C">
      <w:pPr>
        <w:spacing w:after="0" w:line="240" w:lineRule="auto"/>
      </w:pPr>
      <w:r>
        <w:separator/>
      </w:r>
    </w:p>
  </w:footnote>
  <w:footnote w:type="continuationSeparator" w:id="0">
    <w:p w:rsidR="005C42CF" w:rsidRDefault="005C42CF" w:rsidP="00935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444" w:rsidRDefault="004B6662" w:rsidP="007F1444">
    <w:pPr>
      <w:spacing w:after="0"/>
      <w:jc w:val="right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-106033</wp:posOffset>
          </wp:positionH>
          <wp:positionV relativeFrom="paragraph">
            <wp:posOffset>0</wp:posOffset>
          </wp:positionV>
          <wp:extent cx="2750029" cy="1466491"/>
          <wp:effectExtent l="19050" t="0" r="0" b="0"/>
          <wp:wrapNone/>
          <wp:docPr id="1" name="Picture 0" descr="!Sample4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!Sample4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50029" cy="14664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F1444" w:rsidRPr="001003AF" w:rsidRDefault="007F1444" w:rsidP="007F1444">
    <w:pPr>
      <w:spacing w:after="0"/>
      <w:jc w:val="right"/>
      <w:rPr>
        <w:sz w:val="16"/>
        <w:szCs w:val="16"/>
      </w:rPr>
    </w:pPr>
    <w:r w:rsidRPr="001003AF">
      <w:rPr>
        <w:sz w:val="16"/>
        <w:szCs w:val="16"/>
      </w:rPr>
      <w:t>1830 Route 130</w:t>
    </w:r>
    <w:r>
      <w:rPr>
        <w:sz w:val="16"/>
        <w:szCs w:val="16"/>
      </w:rPr>
      <w:t xml:space="preserve"> North</w:t>
    </w:r>
    <w:r w:rsidRPr="001003AF">
      <w:rPr>
        <w:sz w:val="16"/>
        <w:szCs w:val="16"/>
      </w:rPr>
      <w:t xml:space="preserve"> </w:t>
    </w:r>
  </w:p>
  <w:p w:rsidR="007F1444" w:rsidRPr="001003AF" w:rsidRDefault="007F1444" w:rsidP="007F1444">
    <w:pPr>
      <w:spacing w:after="0"/>
      <w:jc w:val="right"/>
      <w:rPr>
        <w:sz w:val="16"/>
        <w:szCs w:val="16"/>
      </w:rPr>
    </w:pPr>
    <w:r w:rsidRPr="001003AF">
      <w:rPr>
        <w:sz w:val="16"/>
        <w:szCs w:val="16"/>
      </w:rPr>
      <w:t>Burlington, NJ 08016</w:t>
    </w:r>
    <w:r>
      <w:rPr>
        <w:sz w:val="16"/>
        <w:szCs w:val="16"/>
      </w:rPr>
      <w:t>-3020</w:t>
    </w:r>
  </w:p>
  <w:p w:rsidR="007F1444" w:rsidRDefault="004B6662" w:rsidP="004B6662">
    <w:pPr>
      <w:tabs>
        <w:tab w:val="left" w:pos="1046"/>
        <w:tab w:val="right" w:pos="10080"/>
      </w:tabs>
      <w:spacing w:after="0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="007F1444" w:rsidRPr="001003AF">
      <w:rPr>
        <w:sz w:val="16"/>
        <w:szCs w:val="16"/>
      </w:rPr>
      <w:t>Phone: (609) 387-7800</w:t>
    </w:r>
  </w:p>
  <w:p w:rsidR="00014960" w:rsidRPr="001003AF" w:rsidRDefault="00014960" w:rsidP="007F1444">
    <w:pPr>
      <w:spacing w:after="0"/>
      <w:jc w:val="right"/>
      <w:rPr>
        <w:sz w:val="16"/>
        <w:szCs w:val="16"/>
      </w:rPr>
    </w:pPr>
    <w:r>
      <w:rPr>
        <w:sz w:val="16"/>
        <w:szCs w:val="16"/>
      </w:rPr>
      <w:t>Ext. EDI0 (3340)</w:t>
    </w:r>
  </w:p>
  <w:p w:rsidR="007F1444" w:rsidRPr="001003AF" w:rsidRDefault="004B6662" w:rsidP="004B6662">
    <w:pPr>
      <w:tabs>
        <w:tab w:val="center" w:pos="5040"/>
        <w:tab w:val="right" w:pos="10080"/>
      </w:tabs>
      <w:spacing w:after="0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="007F1444">
      <w:rPr>
        <w:sz w:val="16"/>
        <w:szCs w:val="16"/>
      </w:rPr>
      <w:t>Fax: (609) 387-2764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44DEE"/>
    <w:rsid w:val="00014960"/>
    <w:rsid w:val="00044DEE"/>
    <w:rsid w:val="00092214"/>
    <w:rsid w:val="001D69EA"/>
    <w:rsid w:val="00351766"/>
    <w:rsid w:val="004B6662"/>
    <w:rsid w:val="005C42CF"/>
    <w:rsid w:val="00705A6F"/>
    <w:rsid w:val="007423FC"/>
    <w:rsid w:val="007E6E63"/>
    <w:rsid w:val="007F1444"/>
    <w:rsid w:val="00935C5C"/>
    <w:rsid w:val="00A31777"/>
    <w:rsid w:val="00B22F48"/>
    <w:rsid w:val="00B757AF"/>
    <w:rsid w:val="00D73F7E"/>
    <w:rsid w:val="00D74A1E"/>
    <w:rsid w:val="00DA177D"/>
    <w:rsid w:val="00DB775E"/>
    <w:rsid w:val="00E337C2"/>
    <w:rsid w:val="00E64845"/>
    <w:rsid w:val="00F112EB"/>
    <w:rsid w:val="00FD7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E62"/>
  </w:style>
  <w:style w:type="paragraph" w:styleId="Heading1">
    <w:name w:val="heading 1"/>
    <w:basedOn w:val="Normal"/>
    <w:next w:val="Normal"/>
    <w:link w:val="Heading1Char"/>
    <w:uiPriority w:val="9"/>
    <w:qFormat/>
    <w:rsid w:val="005C42C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2CF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C5C"/>
  </w:style>
  <w:style w:type="paragraph" w:styleId="Footer">
    <w:name w:val="footer"/>
    <w:basedOn w:val="Normal"/>
    <w:link w:val="FooterChar"/>
    <w:uiPriority w:val="99"/>
    <w:semiHidden/>
    <w:unhideWhenUsed/>
    <w:rsid w:val="00935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5C5C"/>
  </w:style>
  <w:style w:type="paragraph" w:styleId="BalloonText">
    <w:name w:val="Balloon Text"/>
    <w:basedOn w:val="Normal"/>
    <w:link w:val="BalloonTextChar"/>
    <w:uiPriority w:val="99"/>
    <w:semiHidden/>
    <w:unhideWhenUsed/>
    <w:rsid w:val="00935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C5C"/>
    <w:rPr>
      <w:rFonts w:ascii="Tahoma" w:hAnsi="Tahoma" w:cs="Tahoma"/>
      <w:sz w:val="16"/>
      <w:szCs w:val="16"/>
    </w:rPr>
  </w:style>
  <w:style w:type="paragraph" w:styleId="BlockText">
    <w:name w:val="Block Text"/>
    <w:aliases w:val="Instruction"/>
    <w:basedOn w:val="Normal"/>
    <w:autoRedefine/>
    <w:qFormat/>
    <w:rsid w:val="00351766"/>
    <w:pPr>
      <w:spacing w:before="120" w:after="240" w:line="240" w:lineRule="auto"/>
      <w:ind w:left="360"/>
    </w:pPr>
    <w:rPr>
      <w:rFonts w:ascii="Verdana" w:eastAsia="Times New Roman" w:hAnsi="Verdana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C42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2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5C42C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RelyOnCSS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smith1\AppData\Roaming\Microsoft\Templates\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Letterhead.dotx</Template>
  <TotalTime>3</TotalTime>
  <Pages>3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BCFW</Company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tsmith1</dc:creator>
  <cp:lastModifiedBy>tsmith1</cp:lastModifiedBy>
  <cp:revision>2</cp:revision>
  <dcterms:created xsi:type="dcterms:W3CDTF">2014-01-06T17:43:00Z</dcterms:created>
  <dcterms:modified xsi:type="dcterms:W3CDTF">2014-01-06T17:43:00Z</dcterms:modified>
</cp:coreProperties>
</file>