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D3" w:rsidRDefault="006104D3" w:rsidP="006104D3">
      <w:pPr>
        <w:pStyle w:val="Heading1"/>
      </w:pPr>
      <w:r>
        <w:t xml:space="preserve">EDI </w:t>
      </w:r>
      <w:r w:rsidR="00D1116F" w:rsidRPr="00D1116F">
        <w:t>852 Product Activity Data</w:t>
      </w:r>
      <w:r w:rsidR="00D1116F">
        <w:t xml:space="preserve"> Sample</w:t>
      </w:r>
      <w:r w:rsidR="00C3186F">
        <w:rPr>
          <w:rStyle w:val="FootnoteReference"/>
        </w:rPr>
        <w:footnoteReference w:id="1"/>
      </w:r>
    </w:p>
    <w:p w:rsidR="006104D3" w:rsidRDefault="00D1116F" w:rsidP="006104D3">
      <w:pPr>
        <w:pStyle w:val="Heading2"/>
      </w:pPr>
      <w:r w:rsidRPr="00D1116F">
        <w:t>Product Activity Data</w:t>
      </w:r>
      <w:r>
        <w:t xml:space="preserve"> </w:t>
      </w:r>
      <w:r w:rsidR="001F35A4">
        <w:t xml:space="preserve">Sample 1:  </w:t>
      </w:r>
      <w:r>
        <w:t>Quantity Sold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ST|852|0001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XQ|H|20130929|20131005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N9|DP|6785823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LIN||IN|80181923|IT|CI53417S2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SDQ|EA|92|261|1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LIN||IN|80184577|IT|CI53419S2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SDQ|EA|92|796|1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LIN||IN|92530740|IT|OIU276D|UP|886809618536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SDQ|EA|92|534|1|209|1|486|1|171|1|487|1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LIN||IN|75874892|IT|OIU373H|UP|886809553998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SDQ|EA|92|112|1|314|1|125|2|440|1|197|1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LIN||IN|73747497|IT|OIW512H|UP|886809607820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SDQ|EA|92|167|2|759|1|48|1|344|1|857|2|839|1|431|1|480|1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LIN||IN|73747581|IT|OIW512H|UP|886809607837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SDQ|EA|92|167|2|457|1|84|1|205|1|253|1|143|1|164|1|526|1|344|1|257|1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SDQ|EA|92|440|1|839|1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LIN||IN|80509893|IT|OIZ558P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SDQ|EA|92|463|1|55|1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LIN||IN|73864804|IT|ONU372H|UP|886809554315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ZA|QS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SDQ|EA|92|325|1|363|1|474|2|584|1|42|2|522|1|213|1|481|1|538|1|84|1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SDQ|EA|92|433|1|523|1|404|1|315|2|143|1|110|2|232|1|279|1|318|1|447|3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SDQ|EA|92|277|1|731|1|436|2|41|1|547|1|835|2|819|2|176|1|345|2|448|1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CTT|126</w:t>
      </w:r>
    </w:p>
    <w:p w:rsidR="00D1116F" w:rsidRPr="00D1116F" w:rsidRDefault="00D1116F" w:rsidP="00D1116F">
      <w:pPr>
        <w:pStyle w:val="NoSpacing"/>
        <w:rPr>
          <w:rFonts w:ascii="Courier New" w:hAnsi="Courier New" w:cs="Courier New"/>
          <w:sz w:val="20"/>
          <w:szCs w:val="20"/>
        </w:rPr>
      </w:pPr>
      <w:r w:rsidRPr="00D1116F">
        <w:rPr>
          <w:rFonts w:ascii="Courier New" w:hAnsi="Courier New" w:cs="Courier New"/>
          <w:sz w:val="20"/>
          <w:szCs w:val="20"/>
        </w:rPr>
        <w:t>SE|32|0001</w:t>
      </w:r>
    </w:p>
    <w:sectPr w:rsidR="00D1116F" w:rsidRPr="00D1116F" w:rsidSect="007F1444">
      <w:headerReference w:type="first" r:id="rId6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4D3" w:rsidRDefault="006104D3" w:rsidP="00935C5C">
      <w:pPr>
        <w:spacing w:after="0" w:line="240" w:lineRule="auto"/>
      </w:pPr>
      <w:r>
        <w:separator/>
      </w:r>
    </w:p>
  </w:endnote>
  <w:endnote w:type="continuationSeparator" w:id="0">
    <w:p w:rsidR="006104D3" w:rsidRDefault="006104D3" w:rsidP="0093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Arial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4D3" w:rsidRDefault="006104D3" w:rsidP="00935C5C">
      <w:pPr>
        <w:spacing w:after="0" w:line="240" w:lineRule="auto"/>
      </w:pPr>
      <w:r>
        <w:separator/>
      </w:r>
    </w:p>
  </w:footnote>
  <w:footnote w:type="continuationSeparator" w:id="0">
    <w:p w:rsidR="006104D3" w:rsidRDefault="006104D3" w:rsidP="00935C5C">
      <w:pPr>
        <w:spacing w:after="0" w:line="240" w:lineRule="auto"/>
      </w:pPr>
      <w:r>
        <w:continuationSeparator/>
      </w:r>
    </w:p>
  </w:footnote>
  <w:footnote w:id="1">
    <w:p w:rsidR="00C3186F" w:rsidRDefault="00C3186F" w:rsidP="00C3186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4E74">
        <w:t xml:space="preserve">Updated Burlington Coat Factory EDI Specifications are </w:t>
      </w:r>
      <w:r>
        <w:t xml:space="preserve">here:  </w:t>
      </w:r>
      <w:hyperlink r:id="rId1" w:history="1">
        <w:r w:rsidRPr="00891858">
          <w:rPr>
            <w:rStyle w:val="Hyperlink"/>
          </w:rPr>
          <w:t>http://www.burlingtoncoatfactory.com/Vendors/EDI.aspx</w:t>
        </w:r>
      </w:hyperlink>
      <w:r>
        <w:t xml:space="preserve">   </w:t>
      </w:r>
      <w:proofErr w:type="gramStart"/>
      <w:r w:rsidRPr="002E4E74">
        <w:t>If</w:t>
      </w:r>
      <w:proofErr w:type="gramEnd"/>
      <w:r w:rsidRPr="002E4E74">
        <w:t xml:space="preserve"> there are any questions about any Burlington Coat Factory EDI specification contact EDI Support at (609) 387-7800 Ext 3340 (EDI-0) or </w:t>
      </w:r>
      <w:hyperlink r:id="rId2" w:history="1">
        <w:r w:rsidRPr="00057BEB">
          <w:rPr>
            <w:rStyle w:val="Hyperlink"/>
          </w:rPr>
          <w:t>EDI.Support@BurlingtonStores.com</w:t>
        </w:r>
      </w:hyperlink>
      <w:r w:rsidRPr="002E4E74">
        <w:t xml:space="preserve"> where an incident will be opened and answered by the next available EDI coordinator.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F4" w:rsidRDefault="00CA24F4" w:rsidP="00CA24F4">
    <w:pPr>
      <w:spacing w:after="0"/>
      <w:jc w:val="righ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-103480</wp:posOffset>
          </wp:positionH>
          <wp:positionV relativeFrom="paragraph">
            <wp:posOffset>3658</wp:posOffset>
          </wp:positionV>
          <wp:extent cx="2753411" cy="1155801"/>
          <wp:effectExtent l="19050" t="0" r="8839" b="0"/>
          <wp:wrapNone/>
          <wp:docPr id="1" name="Picture 0" descr="!Sample4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!Sample4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000"/>
                  <a:stretch>
                    <a:fillRect/>
                  </a:stretch>
                </pic:blipFill>
                <pic:spPr bwMode="auto">
                  <a:xfrm>
                    <a:off x="0" y="0"/>
                    <a:ext cx="2753411" cy="11558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1830 Route 130</w:t>
    </w:r>
    <w:r>
      <w:rPr>
        <w:sz w:val="16"/>
        <w:szCs w:val="16"/>
      </w:rPr>
      <w:t xml:space="preserve"> North</w:t>
    </w:r>
    <w:r w:rsidRPr="001003AF">
      <w:rPr>
        <w:sz w:val="16"/>
        <w:szCs w:val="16"/>
      </w:rPr>
      <w:t xml:space="preserve"> </w:t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Burlington, NJ 08016</w:t>
    </w:r>
    <w:r>
      <w:rPr>
        <w:sz w:val="16"/>
        <w:szCs w:val="16"/>
      </w:rPr>
      <w:t>-3020</w:t>
    </w:r>
  </w:p>
  <w:p w:rsidR="00CA24F4" w:rsidRDefault="00CA24F4" w:rsidP="00CA24F4">
    <w:pPr>
      <w:tabs>
        <w:tab w:val="left" w:pos="1046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1003AF">
      <w:rPr>
        <w:sz w:val="16"/>
        <w:szCs w:val="16"/>
      </w:rPr>
      <w:t>Phone: (609) 387-7800</w:t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>
      <w:rPr>
        <w:sz w:val="16"/>
        <w:szCs w:val="16"/>
      </w:rPr>
      <w:t>Ext. EDI0 (3340)</w:t>
    </w:r>
  </w:p>
  <w:p w:rsidR="00CA24F4" w:rsidRPr="001003AF" w:rsidRDefault="00CA24F4" w:rsidP="00CA24F4">
    <w:pPr>
      <w:tabs>
        <w:tab w:val="center" w:pos="5040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Fax: (609) 387-2764</w:t>
    </w:r>
  </w:p>
  <w:p w:rsidR="00CA24F4" w:rsidRPr="000A32B1" w:rsidRDefault="00CA24F4" w:rsidP="00CA24F4">
    <w:pPr>
      <w:pStyle w:val="Header"/>
      <w:rPr>
        <w:szCs w:val="16"/>
      </w:rPr>
    </w:pPr>
  </w:p>
  <w:p w:rsidR="007F1444" w:rsidRPr="00CA24F4" w:rsidRDefault="007F1444" w:rsidP="00CA24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F35A4"/>
    <w:rsid w:val="00014960"/>
    <w:rsid w:val="00092214"/>
    <w:rsid w:val="001A5465"/>
    <w:rsid w:val="001F35A4"/>
    <w:rsid w:val="0027110A"/>
    <w:rsid w:val="00351766"/>
    <w:rsid w:val="006104D3"/>
    <w:rsid w:val="007F1444"/>
    <w:rsid w:val="00906748"/>
    <w:rsid w:val="00935C5C"/>
    <w:rsid w:val="009B66B5"/>
    <w:rsid w:val="00A31777"/>
    <w:rsid w:val="00B04CAF"/>
    <w:rsid w:val="00B22F48"/>
    <w:rsid w:val="00B757AF"/>
    <w:rsid w:val="00C3186F"/>
    <w:rsid w:val="00C669A7"/>
    <w:rsid w:val="00CA24F4"/>
    <w:rsid w:val="00D1116F"/>
    <w:rsid w:val="00D73F7E"/>
    <w:rsid w:val="00DA177D"/>
    <w:rsid w:val="00E337C2"/>
    <w:rsid w:val="00FD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62"/>
  </w:style>
  <w:style w:type="paragraph" w:styleId="Heading1">
    <w:name w:val="heading 1"/>
    <w:basedOn w:val="Normal"/>
    <w:next w:val="Normal"/>
    <w:link w:val="Heading1Char"/>
    <w:uiPriority w:val="9"/>
    <w:qFormat/>
    <w:rsid w:val="006104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C5C"/>
  </w:style>
  <w:style w:type="paragraph" w:styleId="Footer">
    <w:name w:val="footer"/>
    <w:basedOn w:val="Normal"/>
    <w:link w:val="FooterChar"/>
    <w:uiPriority w:val="99"/>
    <w:semiHidden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C5C"/>
  </w:style>
  <w:style w:type="paragraph" w:styleId="BalloonText">
    <w:name w:val="Balloon Text"/>
    <w:basedOn w:val="Normal"/>
    <w:link w:val="BalloonTextChar"/>
    <w:uiPriority w:val="99"/>
    <w:semiHidden/>
    <w:unhideWhenUsed/>
    <w:rsid w:val="0093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5C"/>
    <w:rPr>
      <w:rFonts w:ascii="Tahoma" w:hAnsi="Tahoma" w:cs="Tahoma"/>
      <w:sz w:val="16"/>
      <w:szCs w:val="16"/>
    </w:rPr>
  </w:style>
  <w:style w:type="paragraph" w:styleId="BlockText">
    <w:name w:val="Block Text"/>
    <w:aliases w:val="Instruction"/>
    <w:basedOn w:val="Normal"/>
    <w:autoRedefine/>
    <w:qFormat/>
    <w:rsid w:val="00351766"/>
    <w:pPr>
      <w:spacing w:before="120" w:after="240" w:line="240" w:lineRule="auto"/>
      <w:ind w:left="360"/>
    </w:pPr>
    <w:rPr>
      <w:rFonts w:ascii="Verdana" w:eastAsia="Times New Roman" w:hAnsi="Verdana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10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10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6104D3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31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86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186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18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EDI.Support@BurlingtonStores.com" TargetMode="External"/><Relationship Id="rId1" Type="http://schemas.openxmlformats.org/officeDocument/2006/relationships/hyperlink" Target="http://www.burlingtoncoatfactory.com/Vendors/EDI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mith1\AppData\Roaming\Microsoft\Templates\Letterhead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Letterhead2.dotx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BCFW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tsmith1</dc:creator>
  <cp:lastModifiedBy>tsmith1</cp:lastModifiedBy>
  <cp:revision>2</cp:revision>
  <dcterms:created xsi:type="dcterms:W3CDTF">2014-06-03T18:35:00Z</dcterms:created>
  <dcterms:modified xsi:type="dcterms:W3CDTF">2014-06-03T18:35:00Z</dcterms:modified>
</cp:coreProperties>
</file>