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D3" w:rsidRDefault="006104D3" w:rsidP="006104D3">
      <w:pPr>
        <w:pStyle w:val="Heading1"/>
      </w:pPr>
      <w:r>
        <w:t>EDI Functional Acknowledgment Samples</w:t>
      </w:r>
      <w:r w:rsidR="00CC56C6">
        <w:rPr>
          <w:rStyle w:val="FootnoteReference"/>
        </w:rPr>
        <w:footnoteReference w:id="1"/>
      </w:r>
    </w:p>
    <w:p w:rsidR="006104D3" w:rsidRDefault="006104D3" w:rsidP="006104D3">
      <w:pPr>
        <w:pStyle w:val="Heading2"/>
      </w:pPr>
      <w:r>
        <w:t xml:space="preserve">Functional Acknowledgment </w:t>
      </w:r>
      <w:r w:rsidR="001F35A4">
        <w:t xml:space="preserve">Sample 1:  </w:t>
      </w:r>
      <w:r>
        <w:t>Merch Accepted</w:t>
      </w:r>
      <w:r w:rsidR="00700D32">
        <w:t xml:space="preserve"> 810</w:t>
      </w:r>
    </w:p>
    <w:p w:rsidR="006104D3" w:rsidRPr="006104D3" w:rsidRDefault="006104D3" w:rsidP="006104D3">
      <w:pPr>
        <w:pStyle w:val="NoSpacing"/>
        <w:rPr>
          <w:rFonts w:ascii="Courier New" w:hAnsi="Courier New" w:cs="Courier New"/>
          <w:sz w:val="20"/>
          <w:szCs w:val="20"/>
        </w:rPr>
      </w:pPr>
      <w:r w:rsidRPr="006104D3">
        <w:rPr>
          <w:rFonts w:ascii="Courier New" w:hAnsi="Courier New" w:cs="Courier New"/>
          <w:sz w:val="20"/>
          <w:szCs w:val="20"/>
        </w:rPr>
        <w:t>ST|997|0001</w:t>
      </w:r>
    </w:p>
    <w:p w:rsidR="006104D3" w:rsidRPr="006104D3" w:rsidRDefault="006104D3" w:rsidP="006104D3">
      <w:pPr>
        <w:pStyle w:val="NoSpacing"/>
        <w:rPr>
          <w:rFonts w:ascii="Courier New" w:hAnsi="Courier New" w:cs="Courier New"/>
          <w:sz w:val="20"/>
          <w:szCs w:val="20"/>
        </w:rPr>
      </w:pPr>
      <w:r w:rsidRPr="006104D3">
        <w:rPr>
          <w:rFonts w:ascii="Courier New" w:hAnsi="Courier New" w:cs="Courier New"/>
          <w:sz w:val="20"/>
          <w:szCs w:val="20"/>
        </w:rPr>
        <w:t>AK1|IN|63724</w:t>
      </w:r>
    </w:p>
    <w:p w:rsidR="006104D3" w:rsidRPr="006104D3" w:rsidRDefault="006104D3" w:rsidP="006104D3">
      <w:pPr>
        <w:pStyle w:val="NoSpacing"/>
        <w:rPr>
          <w:rFonts w:ascii="Courier New" w:hAnsi="Courier New" w:cs="Courier New"/>
          <w:sz w:val="20"/>
          <w:szCs w:val="20"/>
        </w:rPr>
      </w:pPr>
      <w:r w:rsidRPr="006104D3">
        <w:rPr>
          <w:rFonts w:ascii="Courier New" w:hAnsi="Courier New" w:cs="Courier New"/>
          <w:sz w:val="20"/>
          <w:szCs w:val="20"/>
        </w:rPr>
        <w:t>AK2|810|000830576</w:t>
      </w:r>
    </w:p>
    <w:p w:rsidR="006104D3" w:rsidRPr="006104D3" w:rsidRDefault="006104D3" w:rsidP="006104D3">
      <w:pPr>
        <w:pStyle w:val="NoSpacing"/>
        <w:rPr>
          <w:rFonts w:ascii="Courier New" w:hAnsi="Courier New" w:cs="Courier New"/>
          <w:sz w:val="20"/>
          <w:szCs w:val="20"/>
        </w:rPr>
      </w:pPr>
      <w:r w:rsidRPr="006104D3">
        <w:rPr>
          <w:rFonts w:ascii="Courier New" w:hAnsi="Courier New" w:cs="Courier New"/>
          <w:sz w:val="20"/>
          <w:szCs w:val="20"/>
        </w:rPr>
        <w:t>AK5|A</w:t>
      </w:r>
    </w:p>
    <w:p w:rsidR="006104D3" w:rsidRPr="006104D3" w:rsidRDefault="006104D3" w:rsidP="006104D3">
      <w:pPr>
        <w:pStyle w:val="NoSpacing"/>
        <w:rPr>
          <w:rFonts w:ascii="Courier New" w:hAnsi="Courier New" w:cs="Courier New"/>
          <w:sz w:val="20"/>
          <w:szCs w:val="20"/>
        </w:rPr>
      </w:pPr>
      <w:r w:rsidRPr="006104D3">
        <w:rPr>
          <w:rFonts w:ascii="Courier New" w:hAnsi="Courier New" w:cs="Courier New"/>
          <w:sz w:val="20"/>
          <w:szCs w:val="20"/>
        </w:rPr>
        <w:t>AK9|A|1|1|1</w:t>
      </w:r>
    </w:p>
    <w:p w:rsidR="006104D3" w:rsidRPr="006104D3" w:rsidRDefault="006104D3" w:rsidP="006104D3">
      <w:pPr>
        <w:pStyle w:val="NoSpacing"/>
        <w:rPr>
          <w:rFonts w:ascii="Courier New" w:hAnsi="Courier New" w:cs="Courier New"/>
          <w:sz w:val="20"/>
          <w:szCs w:val="20"/>
        </w:rPr>
      </w:pPr>
      <w:r w:rsidRPr="006104D3">
        <w:rPr>
          <w:rFonts w:ascii="Courier New" w:hAnsi="Courier New" w:cs="Courier New"/>
          <w:sz w:val="20"/>
          <w:szCs w:val="20"/>
        </w:rPr>
        <w:t>SE|6|0001</w:t>
      </w:r>
    </w:p>
    <w:p w:rsidR="00A40F25" w:rsidRDefault="00A40F25" w:rsidP="00A40F25">
      <w:pPr>
        <w:pStyle w:val="Heading2"/>
      </w:pPr>
      <w:r>
        <w:t>Functional Acknowledgment Sample 2:  Non Merch Accepted 850</w:t>
      </w:r>
    </w:p>
    <w:p w:rsidR="00A40F25" w:rsidRP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ST|997|000004096</w:t>
      </w:r>
    </w:p>
    <w:p w:rsidR="00A40F25" w:rsidRP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AK1|PO|17971</w:t>
      </w:r>
    </w:p>
    <w:p w:rsidR="00A40F25" w:rsidRP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AK2|850|0001</w:t>
      </w:r>
    </w:p>
    <w:p w:rsidR="00A40F25" w:rsidRP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AK5|A</w:t>
      </w:r>
    </w:p>
    <w:p w:rsidR="00A40F25" w:rsidRP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AK2|850|0002</w:t>
      </w:r>
    </w:p>
    <w:p w:rsidR="00A40F25" w:rsidRP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AK5|A</w:t>
      </w:r>
    </w:p>
    <w:p w:rsidR="00A40F25" w:rsidRP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AK9|A|2|2|2</w:t>
      </w:r>
    </w:p>
    <w:p w:rsidR="00A40F25" w:rsidRDefault="00A40F25" w:rsidP="00A40F25">
      <w:pPr>
        <w:pStyle w:val="NoSpacing"/>
        <w:rPr>
          <w:rFonts w:ascii="Courier New" w:hAnsi="Courier New" w:cs="Courier New"/>
          <w:sz w:val="20"/>
          <w:szCs w:val="20"/>
        </w:rPr>
      </w:pPr>
      <w:r w:rsidRPr="00A40F25">
        <w:rPr>
          <w:rFonts w:ascii="Courier New" w:hAnsi="Courier New" w:cs="Courier New"/>
          <w:sz w:val="20"/>
          <w:szCs w:val="20"/>
        </w:rPr>
        <w:t>SE|8|000004096</w:t>
      </w:r>
    </w:p>
    <w:p w:rsidR="001F35A4" w:rsidRDefault="001F35A4" w:rsidP="001F35A4">
      <w:pPr>
        <w:pStyle w:val="Heading2"/>
      </w:pPr>
      <w:r>
        <w:t xml:space="preserve">Functional Acknowledgment Sample </w:t>
      </w:r>
      <w:r w:rsidR="00A40F25">
        <w:t>3</w:t>
      </w:r>
      <w:r>
        <w:t>:  Non Merch Accepted</w:t>
      </w:r>
      <w:r w:rsidR="00700D32">
        <w:t xml:space="preserve"> 855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ST|997|0001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AK1|PR|4186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AK2|855|12317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AK5|A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AK2|855|12318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AK5|A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AK9|A|2|2|2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SE|8|0001</w:t>
      </w:r>
    </w:p>
    <w:p w:rsidR="001F35A4" w:rsidRDefault="001F35A4" w:rsidP="001F35A4">
      <w:pPr>
        <w:pStyle w:val="Heading2"/>
      </w:pPr>
      <w:r>
        <w:t xml:space="preserve">Functional Acknowledgment Sample </w:t>
      </w:r>
      <w:r w:rsidR="00A40F25">
        <w:t>4</w:t>
      </w:r>
      <w:r>
        <w:t xml:space="preserve">:  </w:t>
      </w:r>
      <w:r w:rsidR="00700D32">
        <w:t>Non Merch Accepted 856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ST|997|0001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AK1|SH|6747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AK2|856|000031319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AK5|A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AK2|856|000031320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AK5|A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AK2|856|000031321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AK5|A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AK9|A|3|3|3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SE|10|0001</w:t>
      </w:r>
    </w:p>
    <w:p w:rsidR="00CC56C6" w:rsidRDefault="00CC56C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00D32" w:rsidRDefault="00700D32" w:rsidP="00700D32">
      <w:pPr>
        <w:pStyle w:val="Heading2"/>
      </w:pPr>
      <w:r>
        <w:lastRenderedPageBreak/>
        <w:t xml:space="preserve">Functional Acknowledgment Sample </w:t>
      </w:r>
      <w:r w:rsidR="00A40F25">
        <w:t>5</w:t>
      </w:r>
      <w:r>
        <w:t>:  Non Merch Rejected 856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ST|997|0001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AK1|SH|7199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AK2|856|000033397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AK3|SN1|16|HL|8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AK4|3|355|1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AK3|SN1|20|HL|8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AK4|3|355|1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AK3|SN1|24|HL|8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AK4|3|355|1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AK5|R|5</w:t>
      </w:r>
    </w:p>
    <w:p w:rsidR="00700D32" w:rsidRP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AK9|R|1|1|0</w:t>
      </w:r>
    </w:p>
    <w:p w:rsidR="00700D32" w:rsidRDefault="00700D32" w:rsidP="00700D32">
      <w:pPr>
        <w:pStyle w:val="NoSpacing"/>
        <w:rPr>
          <w:rFonts w:ascii="Courier New" w:hAnsi="Courier New" w:cs="Courier New"/>
          <w:sz w:val="20"/>
          <w:szCs w:val="20"/>
        </w:rPr>
      </w:pPr>
      <w:r w:rsidRPr="00700D32">
        <w:rPr>
          <w:rFonts w:ascii="Courier New" w:hAnsi="Courier New" w:cs="Courier New"/>
          <w:sz w:val="20"/>
          <w:szCs w:val="20"/>
        </w:rPr>
        <w:t>SE|12|0001</w:t>
      </w:r>
    </w:p>
    <w:p w:rsidR="006D075B" w:rsidRDefault="006D075B" w:rsidP="006D075B">
      <w:pPr>
        <w:pStyle w:val="Heading2"/>
      </w:pPr>
      <w:r>
        <w:t>Functional Acknowledgment Sample 6:  Non Merch Accepted 810</w:t>
      </w:r>
    </w:p>
    <w:p w:rsidR="00093BF8" w:rsidRPr="00093BF8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ST|997|0001</w:t>
      </w:r>
    </w:p>
    <w:p w:rsidR="00093BF8" w:rsidRPr="00093BF8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AK1|IN|990000507</w:t>
      </w:r>
    </w:p>
    <w:p w:rsidR="00093BF8" w:rsidRPr="00093BF8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AK2|810|100000528</w:t>
      </w:r>
    </w:p>
    <w:p w:rsidR="00093BF8" w:rsidRPr="00093BF8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AK3|PID|11|PID|8</w:t>
      </w:r>
    </w:p>
    <w:p w:rsidR="00093BF8" w:rsidRPr="00093BF8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AK4|1|349|1</w:t>
      </w:r>
    </w:p>
    <w:p w:rsidR="00093BF8" w:rsidRPr="00093BF8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AK5|R|5</w:t>
      </w:r>
    </w:p>
    <w:p w:rsidR="00093BF8" w:rsidRPr="00093BF8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AK9|R|1|1|0</w:t>
      </w:r>
    </w:p>
    <w:p w:rsidR="006D075B" w:rsidRDefault="00093BF8" w:rsidP="00093BF8">
      <w:pPr>
        <w:pStyle w:val="NoSpacing"/>
        <w:rPr>
          <w:rFonts w:ascii="Courier New" w:hAnsi="Courier New" w:cs="Courier New"/>
          <w:sz w:val="20"/>
          <w:szCs w:val="20"/>
        </w:rPr>
      </w:pPr>
      <w:r w:rsidRPr="00093BF8">
        <w:rPr>
          <w:rFonts w:ascii="Courier New" w:hAnsi="Courier New" w:cs="Courier New"/>
          <w:sz w:val="20"/>
          <w:szCs w:val="20"/>
        </w:rPr>
        <w:t>SE|8|0001</w:t>
      </w:r>
    </w:p>
    <w:sectPr w:rsidR="006D075B" w:rsidSect="007F1444">
      <w:headerReference w:type="first" r:id="rId6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4D3" w:rsidRDefault="006104D3" w:rsidP="00935C5C">
      <w:pPr>
        <w:spacing w:after="0" w:line="240" w:lineRule="auto"/>
      </w:pPr>
      <w:r>
        <w:separator/>
      </w:r>
    </w:p>
  </w:endnote>
  <w:endnote w:type="continuationSeparator" w:id="0">
    <w:p w:rsidR="006104D3" w:rsidRDefault="006104D3" w:rsidP="0093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Arial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4D3" w:rsidRDefault="006104D3" w:rsidP="00935C5C">
      <w:pPr>
        <w:spacing w:after="0" w:line="240" w:lineRule="auto"/>
      </w:pPr>
      <w:r>
        <w:separator/>
      </w:r>
    </w:p>
  </w:footnote>
  <w:footnote w:type="continuationSeparator" w:id="0">
    <w:p w:rsidR="006104D3" w:rsidRDefault="006104D3" w:rsidP="00935C5C">
      <w:pPr>
        <w:spacing w:after="0" w:line="240" w:lineRule="auto"/>
      </w:pPr>
      <w:r>
        <w:continuationSeparator/>
      </w:r>
    </w:p>
  </w:footnote>
  <w:footnote w:id="1">
    <w:p w:rsidR="00CC56C6" w:rsidRDefault="00CC56C6" w:rsidP="00CC56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4E74">
        <w:t xml:space="preserve">Updated Burlington Coat Factory EDI Specifications are </w:t>
      </w:r>
      <w:r>
        <w:t xml:space="preserve">here:  </w:t>
      </w:r>
      <w:hyperlink r:id="rId1" w:history="1">
        <w:r w:rsidRPr="00891858">
          <w:rPr>
            <w:rStyle w:val="Hyperlink"/>
          </w:rPr>
          <w:t>http://www.burlingtoncoatfactory.com/Vendors/EDI.aspx</w:t>
        </w:r>
      </w:hyperlink>
      <w:r>
        <w:t xml:space="preserve">   </w:t>
      </w:r>
      <w:proofErr w:type="gramStart"/>
      <w:r w:rsidRPr="002E4E74">
        <w:t>If</w:t>
      </w:r>
      <w:proofErr w:type="gramEnd"/>
      <w:r w:rsidRPr="002E4E74">
        <w:t xml:space="preserve"> there are any questions about any Burlington Coat Factory EDI specification contact EDI Support at (609) 387-7800 Ext 3340 (EDI-0) or </w:t>
      </w:r>
      <w:hyperlink r:id="rId2" w:history="1">
        <w:r w:rsidRPr="00516C62">
          <w:rPr>
            <w:rStyle w:val="Hyperlink"/>
          </w:rPr>
          <w:t>EDI.Support@BurlingtonStores.com</w:t>
        </w:r>
      </w:hyperlink>
      <w:r w:rsidRPr="002E4E74">
        <w:t xml:space="preserve"> where an incident will be opened and answered by the next available EDI coordinator.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F4" w:rsidRDefault="00CA24F4" w:rsidP="00CA24F4">
    <w:pPr>
      <w:spacing w:after="0"/>
      <w:jc w:val="righ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-103480</wp:posOffset>
          </wp:positionH>
          <wp:positionV relativeFrom="paragraph">
            <wp:posOffset>3658</wp:posOffset>
          </wp:positionV>
          <wp:extent cx="2753411" cy="1155801"/>
          <wp:effectExtent l="19050" t="0" r="8839" b="0"/>
          <wp:wrapNone/>
          <wp:docPr id="1" name="Picture 0" descr="!Sample4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!Sample4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000"/>
                  <a:stretch>
                    <a:fillRect/>
                  </a:stretch>
                </pic:blipFill>
                <pic:spPr bwMode="auto">
                  <a:xfrm>
                    <a:off x="0" y="0"/>
                    <a:ext cx="2753411" cy="11558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1830 Route 130</w:t>
    </w:r>
    <w:r>
      <w:rPr>
        <w:sz w:val="16"/>
        <w:szCs w:val="16"/>
      </w:rPr>
      <w:t xml:space="preserve"> North</w:t>
    </w:r>
    <w:r w:rsidRPr="001003AF">
      <w:rPr>
        <w:sz w:val="16"/>
        <w:szCs w:val="16"/>
      </w:rPr>
      <w:t xml:space="preserve"> </w:t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Burlington, NJ 08016</w:t>
    </w:r>
    <w:r>
      <w:rPr>
        <w:sz w:val="16"/>
        <w:szCs w:val="16"/>
      </w:rPr>
      <w:t>-3020</w:t>
    </w:r>
  </w:p>
  <w:p w:rsidR="00CA24F4" w:rsidRDefault="00CA24F4" w:rsidP="00CA24F4">
    <w:pPr>
      <w:tabs>
        <w:tab w:val="left" w:pos="1046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1003AF">
      <w:rPr>
        <w:sz w:val="16"/>
        <w:szCs w:val="16"/>
      </w:rPr>
      <w:t>Phone: (609) 387-7800</w:t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>
      <w:rPr>
        <w:sz w:val="16"/>
        <w:szCs w:val="16"/>
      </w:rPr>
      <w:t>Ext. EDI0 (3340)</w:t>
    </w:r>
  </w:p>
  <w:p w:rsidR="00CA24F4" w:rsidRPr="001003AF" w:rsidRDefault="00CA24F4" w:rsidP="00CA24F4">
    <w:pPr>
      <w:tabs>
        <w:tab w:val="center" w:pos="5040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Fax: (609) 387-2764</w:t>
    </w:r>
  </w:p>
  <w:p w:rsidR="00CA24F4" w:rsidRPr="000A32B1" w:rsidRDefault="00CA24F4" w:rsidP="00CA24F4">
    <w:pPr>
      <w:pStyle w:val="Header"/>
      <w:rPr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F35A4"/>
    <w:rsid w:val="00014960"/>
    <w:rsid w:val="00045F75"/>
    <w:rsid w:val="0006532D"/>
    <w:rsid w:val="00092214"/>
    <w:rsid w:val="00093BF8"/>
    <w:rsid w:val="001F35A4"/>
    <w:rsid w:val="0027110A"/>
    <w:rsid w:val="00351766"/>
    <w:rsid w:val="006104D3"/>
    <w:rsid w:val="006D075B"/>
    <w:rsid w:val="00700D32"/>
    <w:rsid w:val="007F1444"/>
    <w:rsid w:val="00890FA0"/>
    <w:rsid w:val="00906748"/>
    <w:rsid w:val="00935C5C"/>
    <w:rsid w:val="009B66B5"/>
    <w:rsid w:val="009F3975"/>
    <w:rsid w:val="00A31777"/>
    <w:rsid w:val="00A40F25"/>
    <w:rsid w:val="00B04CAF"/>
    <w:rsid w:val="00B22F48"/>
    <w:rsid w:val="00B757AF"/>
    <w:rsid w:val="00CA24F4"/>
    <w:rsid w:val="00CC56C6"/>
    <w:rsid w:val="00D73F7E"/>
    <w:rsid w:val="00DA177D"/>
    <w:rsid w:val="00E337C2"/>
    <w:rsid w:val="00FD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62"/>
  </w:style>
  <w:style w:type="paragraph" w:styleId="Heading1">
    <w:name w:val="heading 1"/>
    <w:basedOn w:val="Normal"/>
    <w:next w:val="Normal"/>
    <w:link w:val="Heading1Char"/>
    <w:uiPriority w:val="9"/>
    <w:qFormat/>
    <w:rsid w:val="006104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C5C"/>
  </w:style>
  <w:style w:type="paragraph" w:styleId="Footer">
    <w:name w:val="footer"/>
    <w:basedOn w:val="Normal"/>
    <w:link w:val="FooterChar"/>
    <w:uiPriority w:val="99"/>
    <w:semiHidden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C5C"/>
  </w:style>
  <w:style w:type="paragraph" w:styleId="BalloonText">
    <w:name w:val="Balloon Text"/>
    <w:basedOn w:val="Normal"/>
    <w:link w:val="BalloonTextChar"/>
    <w:uiPriority w:val="99"/>
    <w:semiHidden/>
    <w:unhideWhenUsed/>
    <w:rsid w:val="0093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5C"/>
    <w:rPr>
      <w:rFonts w:ascii="Tahoma" w:hAnsi="Tahoma" w:cs="Tahoma"/>
      <w:sz w:val="16"/>
      <w:szCs w:val="16"/>
    </w:rPr>
  </w:style>
  <w:style w:type="paragraph" w:styleId="BlockText">
    <w:name w:val="Block Text"/>
    <w:aliases w:val="Instruction"/>
    <w:basedOn w:val="Normal"/>
    <w:autoRedefine/>
    <w:qFormat/>
    <w:rsid w:val="00351766"/>
    <w:pPr>
      <w:spacing w:before="120" w:after="240" w:line="240" w:lineRule="auto"/>
      <w:ind w:left="360"/>
    </w:pPr>
    <w:rPr>
      <w:rFonts w:ascii="Verdana" w:eastAsia="Times New Roman" w:hAnsi="Verdana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10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10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6104D3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C5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6C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56C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C56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EDI.Support@BurlingtonStores.com" TargetMode="External"/><Relationship Id="rId1" Type="http://schemas.openxmlformats.org/officeDocument/2006/relationships/hyperlink" Target="http://www.burlingtoncoatfactory.com/Vendors/EDI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mith1\AppData\Roaming\Microsoft\Templates\Letterhead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Letterhead2.dotx</Template>
  <TotalTime>1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BCFW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tsmith1</dc:creator>
  <cp:lastModifiedBy>tsmith1</cp:lastModifiedBy>
  <cp:revision>2</cp:revision>
  <dcterms:created xsi:type="dcterms:W3CDTF">2014-07-07T19:25:00Z</dcterms:created>
  <dcterms:modified xsi:type="dcterms:W3CDTF">2014-07-07T19:25:00Z</dcterms:modified>
</cp:coreProperties>
</file>