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71" w:rsidRDefault="00461471" w:rsidP="00461471">
      <w:pPr>
        <w:pStyle w:val="Heading1"/>
      </w:pPr>
      <w:r>
        <w:t xml:space="preserve">EDI </w:t>
      </w:r>
      <w:r w:rsidR="00916E4F" w:rsidRPr="00916E4F">
        <w:t xml:space="preserve">824 </w:t>
      </w:r>
      <w:r w:rsidR="00916E4F">
        <w:t>Application Advice Sample</w:t>
      </w:r>
      <w:r>
        <w:t>s</w:t>
      </w:r>
      <w:r w:rsidR="00916E4F">
        <w:t xml:space="preserve"> for ASNs</w:t>
      </w:r>
      <w:r w:rsidR="007C72D8">
        <w:rPr>
          <w:rStyle w:val="FootnoteReference"/>
        </w:rPr>
        <w:footnoteReference w:id="1"/>
      </w:r>
    </w:p>
    <w:p w:rsidR="00BE5C30" w:rsidRDefault="00BE5C30" w:rsidP="000C7DC0">
      <w:pPr>
        <w:pStyle w:val="Heading2"/>
      </w:pPr>
      <w:r>
        <w:t xml:space="preserve">ASN </w:t>
      </w:r>
      <w:r w:rsidR="00916E4F">
        <w:t>Application Advice Sample</w:t>
      </w:r>
      <w:r>
        <w:t xml:space="preserve"> 1: </w:t>
      </w:r>
      <w:r w:rsidRPr="000C7DC0">
        <w:t>Non-alphanumeric</w:t>
      </w:r>
      <w:r>
        <w:t xml:space="preserve"> Characters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ST|824|0001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BGN|00|24975907|20140524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OTI|TE|TN|346673|7149630414N|6126750000|20140524|0013|405|4050001|856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TED|848|ASN contains non-alphanumeric characters in the PRO field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NTE||such as colons, commas, slashes, dashes, or pound signs; Non-alphanumeric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NTE||characters should be removed and the ASN should be resent, flagged as a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NTE||replacement (BSN01=05);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SE|8|0001</w:t>
      </w:r>
    </w:p>
    <w:p w:rsidR="00BE5C30" w:rsidRDefault="00BE5C30" w:rsidP="000C7DC0">
      <w:pPr>
        <w:pStyle w:val="Heading2"/>
      </w:pPr>
      <w:r>
        <w:t xml:space="preserve">ASN </w:t>
      </w:r>
      <w:r w:rsidR="00916E4F">
        <w:t>Application Advice Sample</w:t>
      </w:r>
      <w:r>
        <w:t xml:space="preserve"> 2:  Duplicate </w:t>
      </w:r>
      <w:r>
        <w:t>ASN is flagged as</w:t>
      </w:r>
      <w:r>
        <w:t xml:space="preserve"> </w:t>
      </w:r>
      <w:r>
        <w:t>original</w:t>
      </w:r>
      <w:r>
        <w:t xml:space="preserve"> </w:t>
      </w:r>
      <w:r>
        <w:t>(BSN01=00)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ST|824|0001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BGN|00|24968273|20140522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OTI|TE|TN|1761453201405221112|2122441136|6126750000|20140522|1112|176|1760001|856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C7DC0">
        <w:rPr>
          <w:rFonts w:ascii="Courier New" w:hAnsi="Courier New" w:cs="Courier New"/>
          <w:sz w:val="20"/>
          <w:szCs w:val="20"/>
        </w:rPr>
        <w:t>TED|DUP|The</w:t>
      </w:r>
      <w:proofErr w:type="spellEnd"/>
      <w:r w:rsidRPr="000C7DC0">
        <w:rPr>
          <w:rFonts w:ascii="Courier New" w:hAnsi="Courier New" w:cs="Courier New"/>
          <w:sz w:val="20"/>
          <w:szCs w:val="20"/>
        </w:rPr>
        <w:t xml:space="preserve"> shipment contained in the ASN is flagged as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</w:t>
      </w:r>
      <w:proofErr w:type="gramStart"/>
      <w:r w:rsidRPr="000C7DC0">
        <w:rPr>
          <w:rFonts w:ascii="Courier New" w:hAnsi="Courier New" w:cs="Courier New"/>
          <w:sz w:val="20"/>
          <w:szCs w:val="20"/>
        </w:rPr>
        <w:t>original(</w:t>
      </w:r>
      <w:proofErr w:type="gramEnd"/>
      <w:r w:rsidRPr="000C7DC0">
        <w:rPr>
          <w:rFonts w:ascii="Courier New" w:hAnsi="Courier New" w:cs="Courier New"/>
          <w:sz w:val="20"/>
          <w:szCs w:val="20"/>
        </w:rPr>
        <w:t>BSN01=00),when an ASN has already been received and accepted for this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</w:t>
      </w:r>
      <w:proofErr w:type="spellStart"/>
      <w:r w:rsidRPr="000C7DC0">
        <w:rPr>
          <w:rFonts w:ascii="Courier New" w:hAnsi="Courier New" w:cs="Courier New"/>
          <w:sz w:val="20"/>
          <w:szCs w:val="20"/>
        </w:rPr>
        <w:t>shipment</w:t>
      </w:r>
      <w:proofErr w:type="gramStart"/>
      <w:r w:rsidRPr="000C7DC0">
        <w:rPr>
          <w:rFonts w:ascii="Courier New" w:hAnsi="Courier New" w:cs="Courier New"/>
          <w:sz w:val="20"/>
          <w:szCs w:val="20"/>
        </w:rPr>
        <w:t>;The</w:t>
      </w:r>
      <w:proofErr w:type="spellEnd"/>
      <w:proofErr w:type="gramEnd"/>
      <w:r w:rsidRPr="000C7DC0">
        <w:rPr>
          <w:rFonts w:ascii="Courier New" w:hAnsi="Courier New" w:cs="Courier New"/>
          <w:sz w:val="20"/>
          <w:szCs w:val="20"/>
        </w:rPr>
        <w:t xml:space="preserve"> original documents should use the '00' in the BSN01;documents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NTE||being resent should use '05' in the BSN01;</w:t>
      </w:r>
    </w:p>
    <w:p w:rsidR="00BE5C30" w:rsidRPr="005B551F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SE|8|0001</w:t>
      </w:r>
    </w:p>
    <w:p w:rsidR="00BE5C30" w:rsidRDefault="00BE5C30" w:rsidP="000C7DC0">
      <w:pPr>
        <w:pStyle w:val="Heading2"/>
      </w:pPr>
      <w:r>
        <w:t xml:space="preserve">ASN </w:t>
      </w:r>
      <w:r w:rsidR="00916E4F">
        <w:t>Application Advice Sample</w:t>
      </w:r>
      <w:r>
        <w:t xml:space="preserve"> 3:  </w:t>
      </w:r>
      <w:r w:rsidRPr="000C7DC0">
        <w:t>ASN contains more than one shipment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ST|824|0001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BGN|00|24971559|20140522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OTI|TR|TN|205718|089087787|6126750000|20140522|2011|856000388|12959|856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 xml:space="preserve">TED|012|ASN contains more than one shipment (ship </w:t>
      </w:r>
      <w:proofErr w:type="spellStart"/>
      <w:r w:rsidRPr="000C7DC0">
        <w:rPr>
          <w:rFonts w:ascii="Courier New" w:hAnsi="Courier New" w:cs="Courier New"/>
          <w:sz w:val="20"/>
          <w:szCs w:val="20"/>
        </w:rPr>
        <w:t>to's</w:t>
      </w:r>
      <w:proofErr w:type="spellEnd"/>
      <w:r w:rsidRPr="000C7DC0">
        <w:rPr>
          <w:rFonts w:ascii="Courier New" w:hAnsi="Courier New" w:cs="Courier New"/>
          <w:sz w:val="20"/>
          <w:szCs w:val="20"/>
        </w:rPr>
        <w:t>) and may be a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NTE||mixture of East Coast and West Coast DC's;</w:t>
      </w:r>
    </w:p>
    <w:p w:rsidR="00BE5C30" w:rsidRPr="005B551F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SE|6|0001</w:t>
      </w:r>
    </w:p>
    <w:p w:rsidR="00BE5C30" w:rsidRDefault="00BE5C30" w:rsidP="00E51877">
      <w:pPr>
        <w:pStyle w:val="Heading2"/>
      </w:pPr>
      <w:r>
        <w:t xml:space="preserve">ASN </w:t>
      </w:r>
      <w:r w:rsidR="00916E4F">
        <w:t>Application Advice Sample</w:t>
      </w:r>
      <w:r>
        <w:t xml:space="preserve"> 4:  M</w:t>
      </w:r>
      <w:r w:rsidRPr="00E51877">
        <w:t>ore than one 'ship from'</w:t>
      </w:r>
    </w:p>
    <w:p w:rsidR="00BE5C30" w:rsidRPr="00E51877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ST|824|0001</w:t>
      </w:r>
    </w:p>
    <w:p w:rsidR="00BE5C30" w:rsidRPr="00E51877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BGN|00|24936699|20140515</w:t>
      </w:r>
    </w:p>
    <w:p w:rsidR="00BE5C30" w:rsidRPr="00E51877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OTI|TE|TN|750343|092000595|6126750000|20140515|1344|1266|6425|856</w:t>
      </w:r>
    </w:p>
    <w:p w:rsidR="00BE5C30" w:rsidRPr="00E51877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 xml:space="preserve">TED|848|ASN </w:t>
      </w:r>
      <w:proofErr w:type="gramStart"/>
      <w:r w:rsidRPr="00E51877">
        <w:rPr>
          <w:rFonts w:ascii="Courier New" w:hAnsi="Courier New" w:cs="Courier New"/>
          <w:sz w:val="20"/>
          <w:szCs w:val="20"/>
        </w:rPr>
        <w:t>contains  more</w:t>
      </w:r>
      <w:proofErr w:type="gramEnd"/>
      <w:r w:rsidRPr="00E51877">
        <w:rPr>
          <w:rFonts w:ascii="Courier New" w:hAnsi="Courier New" w:cs="Courier New"/>
          <w:sz w:val="20"/>
          <w:szCs w:val="20"/>
        </w:rPr>
        <w:t xml:space="preserve"> than one 'ship from' address; ASNs are</w:t>
      </w:r>
    </w:p>
    <w:p w:rsidR="00BE5C30" w:rsidRPr="00E51877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NTE||shipment based. A single shipment cannot come from more than one distribution</w:t>
      </w:r>
    </w:p>
    <w:p w:rsidR="00BE5C30" w:rsidRPr="00E51877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NTE||or shipping point;</w:t>
      </w:r>
    </w:p>
    <w:p w:rsidR="00BE5C30" w:rsidRPr="00E51877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TED|010|The carton count at the shipment level didn't match the</w:t>
      </w:r>
    </w:p>
    <w:p w:rsidR="00BE5C30" w:rsidRPr="00E51877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NTE||total number of cartons in the subsequent detail; review and resend the ASN;</w:t>
      </w:r>
    </w:p>
    <w:p w:rsidR="00BE5C30" w:rsidRPr="005B551F" w:rsidRDefault="00BE5C30" w:rsidP="00E5187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SE|9|0001</w:t>
      </w:r>
    </w:p>
    <w:p w:rsidR="00BE5C30" w:rsidRDefault="00BE5C30" w:rsidP="00BE5C30">
      <w:pPr>
        <w:pStyle w:val="Heading2"/>
      </w:pPr>
      <w:r>
        <w:t xml:space="preserve">ASN </w:t>
      </w:r>
      <w:r w:rsidR="00916E4F">
        <w:t>Application Advice Sample</w:t>
      </w:r>
      <w:r>
        <w:t xml:space="preserve"> 5:  I</w:t>
      </w:r>
      <w:r w:rsidRPr="00BE5C30">
        <w:t>nvalid Buyer's Item Number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ST|824|0001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BGN|00|24927439|20140513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lastRenderedPageBreak/>
        <w:t>OTI|TR|TN|75255|118841501|6126750000|20140513|1900|86898|868980001|856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 xml:space="preserve">TED|848|ASN contains invalid Buyer's Item </w:t>
      </w:r>
      <w:proofErr w:type="gramStart"/>
      <w:r w:rsidRPr="00BE5C30">
        <w:rPr>
          <w:rFonts w:ascii="Courier New" w:hAnsi="Courier New" w:cs="Courier New"/>
          <w:sz w:val="20"/>
          <w:szCs w:val="20"/>
        </w:rPr>
        <w:t>Number(</w:t>
      </w:r>
      <w:proofErr w:type="gramEnd"/>
      <w:r w:rsidRPr="00BE5C30">
        <w:rPr>
          <w:rFonts w:ascii="Courier New" w:hAnsi="Courier New" w:cs="Courier New"/>
          <w:sz w:val="20"/>
          <w:szCs w:val="20"/>
        </w:rPr>
        <w:t>IN),makes invalid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NTE||ref to style in the LIN02/SNL09</w:t>
      </w:r>
      <w:proofErr w:type="gramStart"/>
      <w:r w:rsidRPr="00BE5C30">
        <w:rPr>
          <w:rFonts w:ascii="Courier New" w:hAnsi="Courier New" w:cs="Courier New"/>
          <w:sz w:val="20"/>
          <w:szCs w:val="20"/>
        </w:rPr>
        <w:t>;ASN</w:t>
      </w:r>
      <w:proofErr w:type="gramEnd"/>
      <w:r w:rsidRPr="00BE5C30">
        <w:rPr>
          <w:rFonts w:ascii="Courier New" w:hAnsi="Courier New" w:cs="Courier New"/>
          <w:sz w:val="20"/>
          <w:szCs w:val="20"/>
        </w:rPr>
        <w:t xml:space="preserve"> must contain valid ref to the Buyer's Item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NTE||</w:t>
      </w:r>
      <w:proofErr w:type="gramStart"/>
      <w:r w:rsidRPr="00BE5C30">
        <w:rPr>
          <w:rFonts w:ascii="Courier New" w:hAnsi="Courier New" w:cs="Courier New"/>
          <w:sz w:val="20"/>
          <w:szCs w:val="20"/>
        </w:rPr>
        <w:t>Number(</w:t>
      </w:r>
      <w:proofErr w:type="gramEnd"/>
      <w:r w:rsidRPr="00BE5C30">
        <w:rPr>
          <w:rFonts w:ascii="Courier New" w:hAnsi="Courier New" w:cs="Courier New"/>
          <w:sz w:val="20"/>
          <w:szCs w:val="20"/>
        </w:rPr>
        <w:t>IN)/UPC Code(UP),valid ref to the Buyer's Style(IT)/Vendor's Style(VA)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NTE||in the LIN02 and/or the SLN09</w:t>
      </w:r>
      <w:proofErr w:type="gramStart"/>
      <w:r w:rsidRPr="00BE5C30">
        <w:rPr>
          <w:rFonts w:ascii="Courier New" w:hAnsi="Courier New" w:cs="Courier New"/>
          <w:sz w:val="20"/>
          <w:szCs w:val="20"/>
        </w:rPr>
        <w:t>;IN:65712935</w:t>
      </w:r>
      <w:proofErr w:type="gramEnd"/>
      <w:r w:rsidRPr="00BE5C30">
        <w:rPr>
          <w:rFonts w:ascii="Courier New" w:hAnsi="Courier New" w:cs="Courier New"/>
          <w:sz w:val="20"/>
          <w:szCs w:val="20"/>
        </w:rPr>
        <w:t>;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TED|848|ASN contains invalid SKU#; The ASN must contain valid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NTE||reference to either the Buyer's Item Number (IN) or UPC Code (UP) plus a valid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NTE||reference to the Buyer's Style Number (IT) or the Vendor's Style Number (VA) in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NTE||the LIN02 and/or the SLN09</w:t>
      </w:r>
      <w:proofErr w:type="gramStart"/>
      <w:r w:rsidRPr="00BE5C30">
        <w:rPr>
          <w:rFonts w:ascii="Courier New" w:hAnsi="Courier New" w:cs="Courier New"/>
          <w:sz w:val="20"/>
          <w:szCs w:val="20"/>
        </w:rPr>
        <w:t>;IN:65712935</w:t>
      </w:r>
      <w:proofErr w:type="gramEnd"/>
      <w:r w:rsidRPr="00BE5C30">
        <w:rPr>
          <w:rFonts w:ascii="Courier New" w:hAnsi="Courier New" w:cs="Courier New"/>
          <w:sz w:val="20"/>
          <w:szCs w:val="20"/>
        </w:rPr>
        <w:t>;</w:t>
      </w:r>
    </w:p>
    <w:p w:rsidR="00BE5C30" w:rsidRPr="005B551F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SE|</w:t>
      </w:r>
      <w:r>
        <w:rPr>
          <w:rFonts w:ascii="Courier New" w:hAnsi="Courier New" w:cs="Courier New"/>
          <w:sz w:val="20"/>
          <w:szCs w:val="20"/>
        </w:rPr>
        <w:t>12</w:t>
      </w:r>
      <w:r w:rsidRPr="00BE5C30">
        <w:rPr>
          <w:rFonts w:ascii="Courier New" w:hAnsi="Courier New" w:cs="Courier New"/>
          <w:sz w:val="20"/>
          <w:szCs w:val="20"/>
        </w:rPr>
        <w:t>|0001</w:t>
      </w:r>
    </w:p>
    <w:p w:rsidR="00BE5C30" w:rsidRDefault="00BE5C30" w:rsidP="00523D67">
      <w:pPr>
        <w:pStyle w:val="Heading2"/>
      </w:pPr>
      <w:r>
        <w:t xml:space="preserve">ASN </w:t>
      </w:r>
      <w:r w:rsidR="00916E4F">
        <w:t>Application Advice Sample</w:t>
      </w:r>
      <w:r>
        <w:t xml:space="preserve"> 6:  Incorrect </w:t>
      </w:r>
      <w:r w:rsidRPr="00523D67">
        <w:t>Unit of Measure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ST|824|0001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BGN|00|24962395|20140521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OTI|TE|TN|052117129|72629|6126750000|20140521|1700|4469|167267|856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 xml:space="preserve">TED|848|The ASN Unit of Measure is not AS for item with </w:t>
      </w:r>
      <w:proofErr w:type="spellStart"/>
      <w:r w:rsidRPr="00523D67">
        <w:rPr>
          <w:rFonts w:ascii="Courier New" w:hAnsi="Courier New" w:cs="Courier New"/>
          <w:sz w:val="20"/>
          <w:szCs w:val="20"/>
        </w:rPr>
        <w:t>subitem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;To</w:t>
      </w:r>
      <w:proofErr w:type="spellEnd"/>
      <w:proofErr w:type="gramEnd"/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NTE||avoid additional errors, documents being resent should use '05' in the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NTE||BSN01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;IN:PO2335698LN2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>;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 xml:space="preserve">TED|848|The ASN Unit of Measure is not AS for item with </w:t>
      </w:r>
      <w:proofErr w:type="spellStart"/>
      <w:r w:rsidRPr="00523D67">
        <w:rPr>
          <w:rFonts w:ascii="Courier New" w:hAnsi="Courier New" w:cs="Courier New"/>
          <w:sz w:val="20"/>
          <w:szCs w:val="20"/>
        </w:rPr>
        <w:t>subitem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;To</w:t>
      </w:r>
      <w:proofErr w:type="spellEnd"/>
      <w:proofErr w:type="gramEnd"/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NTE||avoid additional errors, documents being resent should use '05' in the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NTE||BSN01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;IN:PO2335698LN2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>;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 xml:space="preserve">TED|848|The ASN Unit of Measure is not AS for item with </w:t>
      </w:r>
      <w:proofErr w:type="spellStart"/>
      <w:r w:rsidRPr="00523D67">
        <w:rPr>
          <w:rFonts w:ascii="Courier New" w:hAnsi="Courier New" w:cs="Courier New"/>
          <w:sz w:val="20"/>
          <w:szCs w:val="20"/>
        </w:rPr>
        <w:t>subitem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;To</w:t>
      </w:r>
      <w:proofErr w:type="spellEnd"/>
      <w:proofErr w:type="gramEnd"/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NTE||avoid additional errors, documents being resent should use '05' in the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NTE||BSN01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;IN:PO2335698LN2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>;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 xml:space="preserve">TED|848|The ASN Unit of Measure is not AS for item with </w:t>
      </w:r>
      <w:proofErr w:type="spellStart"/>
      <w:r w:rsidRPr="00523D67">
        <w:rPr>
          <w:rFonts w:ascii="Courier New" w:hAnsi="Courier New" w:cs="Courier New"/>
          <w:sz w:val="20"/>
          <w:szCs w:val="20"/>
        </w:rPr>
        <w:t>subitem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;To</w:t>
      </w:r>
      <w:proofErr w:type="spellEnd"/>
      <w:proofErr w:type="gramEnd"/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NTE||avoid additional errors, documents being resent should use '05' in the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NTE||BSN01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;IN:PO2335698LN2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>;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 xml:space="preserve">TED|848|The ASN Unit of Measure is not AS for item with </w:t>
      </w:r>
      <w:proofErr w:type="spellStart"/>
      <w:r w:rsidRPr="00523D67">
        <w:rPr>
          <w:rFonts w:ascii="Courier New" w:hAnsi="Courier New" w:cs="Courier New"/>
          <w:sz w:val="20"/>
          <w:szCs w:val="20"/>
        </w:rPr>
        <w:t>subitem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;To</w:t>
      </w:r>
      <w:proofErr w:type="spellEnd"/>
      <w:proofErr w:type="gramEnd"/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NTE||avoid additional errors, documents being resent should use '05' in the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NTE||BSN01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;IN:PO2335698LN2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>;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 xml:space="preserve">TED|848|The ASN Unit of Measure is not AS for item with </w:t>
      </w:r>
      <w:proofErr w:type="spellStart"/>
      <w:r w:rsidRPr="00523D67">
        <w:rPr>
          <w:rFonts w:ascii="Courier New" w:hAnsi="Courier New" w:cs="Courier New"/>
          <w:sz w:val="20"/>
          <w:szCs w:val="20"/>
        </w:rPr>
        <w:t>subitem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;To</w:t>
      </w:r>
      <w:proofErr w:type="spellEnd"/>
      <w:proofErr w:type="gramEnd"/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NTE||avoid additional errors, documents being resent should use '05' in the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NTE||BSN01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;IN:PO2335698LN2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>;</w:t>
      </w:r>
    </w:p>
    <w:p w:rsidR="00BE5C30" w:rsidRPr="005B551F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SE|22|0001</w:t>
      </w:r>
    </w:p>
    <w:p w:rsidR="00BE5C30" w:rsidRDefault="00BE5C30" w:rsidP="00523D67">
      <w:pPr>
        <w:pStyle w:val="Heading2"/>
      </w:pPr>
      <w:r>
        <w:t xml:space="preserve">ASN </w:t>
      </w:r>
      <w:r w:rsidR="00916E4F">
        <w:t>Application Advice Sample</w:t>
      </w:r>
      <w:r>
        <w:t xml:space="preserve"> 7:  </w:t>
      </w:r>
      <w:r w:rsidRPr="00523D67">
        <w:t>Invalid packaging code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ST|824|0001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BGN|00|24962921|20140521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OTI|TE|TN|123|364430512|6126750000|20140521|1705|804|1000|856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TED|848|Invalid packaging code at the order level in TD101.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;Value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 xml:space="preserve"> is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NTE||empty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TED|848|Invalid packaging code at the order level in TD101.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;Value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 xml:space="preserve"> is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NTE||empty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TED|848|Invalid packaging code at the order level in TD101.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;Value</w:t>
      </w:r>
      <w:proofErr w:type="gramEnd"/>
      <w:r w:rsidRPr="00523D67">
        <w:rPr>
          <w:rFonts w:ascii="Courier New" w:hAnsi="Courier New" w:cs="Courier New"/>
          <w:sz w:val="20"/>
          <w:szCs w:val="20"/>
        </w:rPr>
        <w:t xml:space="preserve"> is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NTE||empty</w:t>
      </w:r>
    </w:p>
    <w:p w:rsidR="00BE5C30" w:rsidRPr="005B551F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SE|10|0001</w:t>
      </w:r>
    </w:p>
    <w:p w:rsidR="00BE5C30" w:rsidRDefault="00BE5C30" w:rsidP="000C7DC0">
      <w:pPr>
        <w:pStyle w:val="Heading2"/>
      </w:pPr>
      <w:r>
        <w:t xml:space="preserve">ASN </w:t>
      </w:r>
      <w:r w:rsidR="00916E4F">
        <w:t>Application Advice Sample</w:t>
      </w:r>
      <w:r>
        <w:t xml:space="preserve"> </w:t>
      </w:r>
      <w:r w:rsidR="00916E4F">
        <w:t>8</w:t>
      </w:r>
      <w:r>
        <w:t xml:space="preserve">: </w:t>
      </w:r>
      <w:r w:rsidRPr="000C7DC0">
        <w:t>Invalid identification code qualifier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ST|824|0001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BGN|00|24975675|20140523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OTI|TE|TN|2863349|006415087|6126750000|20140523|1845|12777|127770001|856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TED|848|Invalid identification code qualifier at the order level in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NTE||N103.</w:t>
      </w:r>
      <w:proofErr w:type="gramStart"/>
      <w:r w:rsidRPr="000C7DC0">
        <w:rPr>
          <w:rFonts w:ascii="Courier New" w:hAnsi="Courier New" w:cs="Courier New"/>
          <w:sz w:val="20"/>
          <w:szCs w:val="20"/>
        </w:rPr>
        <w:t>;Value:OB</w:t>
      </w:r>
      <w:proofErr w:type="gramEnd"/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SE|6|0001</w:t>
      </w:r>
    </w:p>
    <w:p w:rsidR="00E51877" w:rsidRDefault="00E51877" w:rsidP="00BE5C30">
      <w:pPr>
        <w:pStyle w:val="Heading2"/>
      </w:pPr>
      <w:r>
        <w:t xml:space="preserve">ASN </w:t>
      </w:r>
      <w:r w:rsidR="00916E4F">
        <w:t>Application Advice Sample</w:t>
      </w:r>
      <w:r>
        <w:t xml:space="preserve"> </w:t>
      </w:r>
      <w:r w:rsidR="00BE5C30">
        <w:t>9</w:t>
      </w:r>
      <w:r>
        <w:t>:  O</w:t>
      </w:r>
      <w:r w:rsidRPr="00E51877">
        <w:t>ver-ship condition</w:t>
      </w:r>
    </w:p>
    <w:p w:rsidR="00E51877" w:rsidRPr="00E51877" w:rsidRDefault="00E51877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ST|824|0001</w:t>
      </w:r>
    </w:p>
    <w:p w:rsidR="00E51877" w:rsidRPr="00E51877" w:rsidRDefault="00E51877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BGN|00|24967258|20140522</w:t>
      </w:r>
    </w:p>
    <w:p w:rsidR="00E51877" w:rsidRPr="00E51877" w:rsidRDefault="00E51877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lastRenderedPageBreak/>
        <w:t>OTI|TE|TN|17374469174052|001379288|6126750000|20140522|0926|2582|582000001|856</w:t>
      </w:r>
    </w:p>
    <w:p w:rsidR="00E51877" w:rsidRPr="00E51877" w:rsidRDefault="00E51877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E51877">
        <w:rPr>
          <w:rFonts w:ascii="Courier New" w:hAnsi="Courier New" w:cs="Courier New"/>
          <w:sz w:val="20"/>
          <w:szCs w:val="20"/>
        </w:rPr>
        <w:t>TED|HUG|The</w:t>
      </w:r>
      <w:proofErr w:type="spellEnd"/>
      <w:r w:rsidRPr="00E51877">
        <w:rPr>
          <w:rFonts w:ascii="Courier New" w:hAnsi="Courier New" w:cs="Courier New"/>
          <w:sz w:val="20"/>
          <w:szCs w:val="20"/>
        </w:rPr>
        <w:t xml:space="preserve"> ASN indicates an over-ship condition on an item within</w:t>
      </w:r>
    </w:p>
    <w:p w:rsidR="00E51877" w:rsidRPr="00E51877" w:rsidRDefault="00E51877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NTE||ASN by more than 200% for a closeout PO; Vendor should contact the Buyer to</w:t>
      </w:r>
    </w:p>
    <w:p w:rsidR="00E51877" w:rsidRPr="00E51877" w:rsidRDefault="00E51877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 xml:space="preserve">NTE||modify the PO and confirm shipping quantities to avoid future </w:t>
      </w:r>
      <w:proofErr w:type="spellStart"/>
      <w:r w:rsidRPr="00E51877">
        <w:rPr>
          <w:rFonts w:ascii="Courier New" w:hAnsi="Courier New" w:cs="Courier New"/>
          <w:sz w:val="20"/>
          <w:szCs w:val="20"/>
        </w:rPr>
        <w:t>errors</w:t>
      </w:r>
      <w:proofErr w:type="gramStart"/>
      <w:r w:rsidRPr="00E51877">
        <w:rPr>
          <w:rFonts w:ascii="Courier New" w:hAnsi="Courier New" w:cs="Courier New"/>
          <w:sz w:val="20"/>
          <w:szCs w:val="20"/>
        </w:rPr>
        <w:t>;PO</w:t>
      </w:r>
      <w:proofErr w:type="spellEnd"/>
      <w:proofErr w:type="gramEnd"/>
      <w:r w:rsidRPr="00E51877">
        <w:rPr>
          <w:rFonts w:ascii="Courier New" w:hAnsi="Courier New" w:cs="Courier New"/>
          <w:sz w:val="20"/>
          <w:szCs w:val="20"/>
        </w:rPr>
        <w:t xml:space="preserve"> Number</w:t>
      </w:r>
    </w:p>
    <w:p w:rsidR="00E51877" w:rsidRPr="00E51877" w:rsidRDefault="00E51877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NTE||: 705866404</w:t>
      </w:r>
    </w:p>
    <w:p w:rsidR="00E51877" w:rsidRPr="005B551F" w:rsidRDefault="00E51877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SE|</w:t>
      </w:r>
      <w:r>
        <w:rPr>
          <w:rFonts w:ascii="Courier New" w:hAnsi="Courier New" w:cs="Courier New"/>
          <w:sz w:val="20"/>
          <w:szCs w:val="20"/>
        </w:rPr>
        <w:t>8</w:t>
      </w:r>
      <w:r w:rsidRPr="00E51877">
        <w:rPr>
          <w:rFonts w:ascii="Courier New" w:hAnsi="Courier New" w:cs="Courier New"/>
          <w:sz w:val="20"/>
          <w:szCs w:val="20"/>
        </w:rPr>
        <w:t>|0001</w:t>
      </w:r>
    </w:p>
    <w:p w:rsidR="00BE5C30" w:rsidRDefault="00BE5C30" w:rsidP="00523D67">
      <w:pPr>
        <w:pStyle w:val="Heading2"/>
      </w:pPr>
      <w:r>
        <w:t xml:space="preserve">ASN </w:t>
      </w:r>
      <w:r w:rsidR="00916E4F">
        <w:t>Application Advice Sample</w:t>
      </w:r>
      <w:r>
        <w:t xml:space="preserve"> 10: Multiple Errors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ST|824|0001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BGN|00|24962897|20140521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OTI|TE|TN|5005071176|3365191115|6126750000|20140521|1717|714|0001|856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TED|848|ASN shows a shipment to a destination that does not match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NTE||the PO; Vendor should contact the Buyer to confirm the shipment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</w:t>
      </w:r>
      <w:proofErr w:type="spellStart"/>
      <w:r w:rsidRPr="00523D67">
        <w:rPr>
          <w:rFonts w:ascii="Courier New" w:hAnsi="Courier New" w:cs="Courier New"/>
          <w:sz w:val="20"/>
          <w:szCs w:val="20"/>
        </w:rPr>
        <w:t>destination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;Site</w:t>
      </w:r>
      <w:proofErr w:type="spellEnd"/>
      <w:proofErr w:type="gramEnd"/>
      <w:r w:rsidRPr="00523D67">
        <w:rPr>
          <w:rFonts w:ascii="Courier New" w:hAnsi="Courier New" w:cs="Courier New"/>
          <w:sz w:val="20"/>
          <w:szCs w:val="20"/>
        </w:rPr>
        <w:t>: 53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OTI|TE|TN|5005071312|3365191115|6126750000|20140521|1717|714|0002|856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523D67">
        <w:rPr>
          <w:rFonts w:ascii="Courier New" w:hAnsi="Courier New" w:cs="Courier New"/>
          <w:sz w:val="20"/>
          <w:szCs w:val="20"/>
        </w:rPr>
        <w:t>TED|HUG|The</w:t>
      </w:r>
      <w:proofErr w:type="spellEnd"/>
      <w:r w:rsidRPr="00523D67">
        <w:rPr>
          <w:rFonts w:ascii="Courier New" w:hAnsi="Courier New" w:cs="Courier New"/>
          <w:sz w:val="20"/>
          <w:szCs w:val="20"/>
        </w:rPr>
        <w:t xml:space="preserve"> ASN indicates an over-ship condition on an item within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NTE||ASN by more than 10% for a non closeout PO; Vendor should contact the Buyer to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 xml:space="preserve">NTE||modify the PO and confirm shipping quantities to avoid future </w:t>
      </w:r>
      <w:proofErr w:type="spellStart"/>
      <w:r w:rsidRPr="00523D67">
        <w:rPr>
          <w:rFonts w:ascii="Courier New" w:hAnsi="Courier New" w:cs="Courier New"/>
          <w:sz w:val="20"/>
          <w:szCs w:val="20"/>
        </w:rPr>
        <w:t>errors</w:t>
      </w:r>
      <w:proofErr w:type="gramStart"/>
      <w:r w:rsidRPr="00523D67">
        <w:rPr>
          <w:rFonts w:ascii="Courier New" w:hAnsi="Courier New" w:cs="Courier New"/>
          <w:sz w:val="20"/>
          <w:szCs w:val="20"/>
        </w:rPr>
        <w:t>;PO</w:t>
      </w:r>
      <w:proofErr w:type="spellEnd"/>
      <w:proofErr w:type="gramEnd"/>
      <w:r w:rsidRPr="00523D67">
        <w:rPr>
          <w:rFonts w:ascii="Courier New" w:hAnsi="Courier New" w:cs="Courier New"/>
          <w:sz w:val="20"/>
          <w:szCs w:val="20"/>
        </w:rPr>
        <w:t xml:space="preserve"> Number</w:t>
      </w:r>
    </w:p>
    <w:p w:rsidR="00BE5C30" w:rsidRPr="00523D67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NTE||: 422052403</w:t>
      </w:r>
    </w:p>
    <w:p w:rsidR="00BE5C30" w:rsidRPr="005B551F" w:rsidRDefault="00BE5C30" w:rsidP="00523D6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523D67">
        <w:rPr>
          <w:rFonts w:ascii="Courier New" w:hAnsi="Courier New" w:cs="Courier New"/>
          <w:sz w:val="20"/>
          <w:szCs w:val="20"/>
        </w:rPr>
        <w:t>SE|</w:t>
      </w:r>
      <w:r>
        <w:rPr>
          <w:rFonts w:ascii="Courier New" w:hAnsi="Courier New" w:cs="Courier New"/>
          <w:sz w:val="20"/>
          <w:szCs w:val="20"/>
        </w:rPr>
        <w:t>12</w:t>
      </w:r>
      <w:r w:rsidRPr="00523D67">
        <w:rPr>
          <w:rFonts w:ascii="Courier New" w:hAnsi="Courier New" w:cs="Courier New"/>
          <w:sz w:val="20"/>
          <w:szCs w:val="20"/>
        </w:rPr>
        <w:t>|0001</w:t>
      </w:r>
    </w:p>
    <w:p w:rsidR="00916E4F" w:rsidRDefault="00916E4F" w:rsidP="00916E4F">
      <w:pPr>
        <w:pStyle w:val="Heading1"/>
      </w:pPr>
      <w:r>
        <w:t xml:space="preserve">EDI </w:t>
      </w:r>
      <w:r w:rsidRPr="00916E4F">
        <w:t xml:space="preserve">824 </w:t>
      </w:r>
      <w:r>
        <w:t>Application Advice Samples for Invoices (810)</w:t>
      </w:r>
    </w:p>
    <w:p w:rsidR="000C7DC0" w:rsidRDefault="000C7DC0" w:rsidP="000C7DC0">
      <w:pPr>
        <w:pStyle w:val="Heading2"/>
      </w:pPr>
      <w:r>
        <w:t xml:space="preserve">Invoice </w:t>
      </w:r>
      <w:r w:rsidR="00916E4F">
        <w:t>Application Advice Sample</w:t>
      </w:r>
      <w:r>
        <w:t xml:space="preserve"> 1:  </w:t>
      </w:r>
      <w:r w:rsidRPr="000C7DC0">
        <w:t>Duplicate invoice number</w:t>
      </w:r>
    </w:p>
    <w:p w:rsidR="000C7DC0" w:rsidRPr="000C7DC0" w:rsidRDefault="000C7DC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ST|824|0001</w:t>
      </w:r>
    </w:p>
    <w:p w:rsidR="000C7DC0" w:rsidRPr="000C7DC0" w:rsidRDefault="000C7DC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BGN|00|24968010|20140522</w:t>
      </w:r>
    </w:p>
    <w:p w:rsidR="000C7DC0" w:rsidRPr="000C7DC0" w:rsidRDefault="000C7DC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OTI|TR|TN|8811419|2124658122|6126750000|20140522|1120|100029526|1001|810</w:t>
      </w:r>
    </w:p>
    <w:p w:rsidR="000C7DC0" w:rsidRPr="000C7DC0" w:rsidRDefault="000C7DC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TED|006|Duplicate invoice number|||||8811419</w:t>
      </w:r>
    </w:p>
    <w:p w:rsidR="000C7DC0" w:rsidRPr="000C7DC0" w:rsidRDefault="000C7DC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SE|5|0001</w:t>
      </w:r>
    </w:p>
    <w:p w:rsidR="000C7DC0" w:rsidRPr="005B551F" w:rsidRDefault="000C7DC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GE|1|100639</w:t>
      </w:r>
    </w:p>
    <w:p w:rsidR="00BE5C30" w:rsidRDefault="00BE5C30" w:rsidP="000B0EDD">
      <w:pPr>
        <w:pStyle w:val="Heading2"/>
      </w:pPr>
      <w:r>
        <w:t xml:space="preserve">Invoice </w:t>
      </w:r>
      <w:r w:rsidR="00916E4F">
        <w:t>Application Advice Sample</w:t>
      </w:r>
      <w:r>
        <w:t xml:space="preserve"> 2: </w:t>
      </w:r>
      <w:r w:rsidRPr="00BE5C30">
        <w:t>Net amount</w:t>
      </w:r>
      <w:r>
        <w:t xml:space="preserve"> </w:t>
      </w:r>
      <w:r w:rsidRPr="00BE5C30">
        <w:t>does not match the line item total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ST|824|0001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BGN|00|24959570|20140521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OTI|TR|TN|02388973|8645732500|6126750000|20140521|1002|3056|30560001|810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TED|010|Net amount of $ 1720.25 does not match the line item total|||||1720.25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NTE||cost of $ 1775.00</w:t>
      </w:r>
    </w:p>
    <w:p w:rsidR="00BE5C30" w:rsidRPr="005B551F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SE|</w:t>
      </w:r>
      <w:r>
        <w:rPr>
          <w:rFonts w:ascii="Courier New" w:hAnsi="Courier New" w:cs="Courier New"/>
          <w:sz w:val="20"/>
          <w:szCs w:val="20"/>
        </w:rPr>
        <w:t>6</w:t>
      </w:r>
      <w:r w:rsidRPr="00BE5C30">
        <w:rPr>
          <w:rFonts w:ascii="Courier New" w:hAnsi="Courier New" w:cs="Courier New"/>
          <w:sz w:val="20"/>
          <w:szCs w:val="20"/>
        </w:rPr>
        <w:t>|0001</w:t>
      </w:r>
    </w:p>
    <w:p w:rsidR="00BE5C30" w:rsidRDefault="00BE5C30" w:rsidP="000B0EDD">
      <w:pPr>
        <w:pStyle w:val="Heading2"/>
      </w:pPr>
      <w:r>
        <w:t xml:space="preserve">Invoice </w:t>
      </w:r>
      <w:r w:rsidR="00916E4F">
        <w:t>Application Advice Sample</w:t>
      </w:r>
      <w:r>
        <w:t xml:space="preserve"> 3:  </w:t>
      </w:r>
      <w:r w:rsidRPr="00E36B0A">
        <w:t xml:space="preserve">Invalid </w:t>
      </w:r>
      <w:r>
        <w:t>S</w:t>
      </w:r>
      <w:r w:rsidRPr="00E36B0A">
        <w:t>ite</w:t>
      </w:r>
      <w:r>
        <w:t xml:space="preserve"> Number (Store/</w:t>
      </w:r>
      <w:r w:rsidR="00916E4F">
        <w:t>Warehouse</w:t>
      </w:r>
      <w:r>
        <w:t>)</w:t>
      </w:r>
    </w:p>
    <w:p w:rsidR="00BE5C30" w:rsidRPr="00E36B0A" w:rsidRDefault="00BE5C30" w:rsidP="00E36B0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6B0A">
        <w:rPr>
          <w:rFonts w:ascii="Courier New" w:hAnsi="Courier New" w:cs="Courier New"/>
          <w:sz w:val="20"/>
          <w:szCs w:val="20"/>
        </w:rPr>
        <w:t>ST|824|0001</w:t>
      </w:r>
    </w:p>
    <w:p w:rsidR="00BE5C30" w:rsidRPr="00E36B0A" w:rsidRDefault="00BE5C30" w:rsidP="00E36B0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6B0A">
        <w:rPr>
          <w:rFonts w:ascii="Courier New" w:hAnsi="Courier New" w:cs="Courier New"/>
          <w:sz w:val="20"/>
          <w:szCs w:val="20"/>
        </w:rPr>
        <w:t>BGN|00|24937432|20140515</w:t>
      </w:r>
    </w:p>
    <w:p w:rsidR="00BE5C30" w:rsidRPr="00E36B0A" w:rsidRDefault="00BE5C30" w:rsidP="00E36B0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6B0A">
        <w:rPr>
          <w:rFonts w:ascii="Courier New" w:hAnsi="Courier New" w:cs="Courier New"/>
          <w:sz w:val="20"/>
          <w:szCs w:val="20"/>
        </w:rPr>
        <w:t>OTI|TR|TN|18228|2122799293|6126750000|20140515|1417|745100|745101|810</w:t>
      </w:r>
    </w:p>
    <w:p w:rsidR="00BE5C30" w:rsidRPr="00E36B0A" w:rsidRDefault="00BE5C30" w:rsidP="00E36B0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6B0A">
        <w:rPr>
          <w:rFonts w:ascii="Courier New" w:hAnsi="Courier New" w:cs="Courier New"/>
          <w:sz w:val="20"/>
          <w:szCs w:val="20"/>
        </w:rPr>
        <w:t>TED|848|Invalid site number in N1 name segment|||||DC</w:t>
      </w:r>
    </w:p>
    <w:p w:rsidR="00BE5C30" w:rsidRPr="005B551F" w:rsidRDefault="00BE5C30" w:rsidP="00E36B0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36B0A">
        <w:rPr>
          <w:rFonts w:ascii="Courier New" w:hAnsi="Courier New" w:cs="Courier New"/>
          <w:sz w:val="20"/>
          <w:szCs w:val="20"/>
        </w:rPr>
        <w:t>SE|5|0001</w:t>
      </w:r>
    </w:p>
    <w:p w:rsidR="00BE5C30" w:rsidRDefault="00BE5C30" w:rsidP="000C7DC0">
      <w:pPr>
        <w:pStyle w:val="Heading2"/>
      </w:pPr>
      <w:r>
        <w:t xml:space="preserve">Invoice </w:t>
      </w:r>
      <w:r w:rsidR="00916E4F">
        <w:t>Application Advice Sample</w:t>
      </w:r>
      <w:r>
        <w:t xml:space="preserve"> 4:  </w:t>
      </w:r>
      <w:r w:rsidRPr="000C7DC0">
        <w:t xml:space="preserve">Incorrect </w:t>
      </w:r>
      <w:r>
        <w:t>P</w:t>
      </w:r>
      <w:r w:rsidRPr="000C7DC0">
        <w:t xml:space="preserve">repack </w:t>
      </w:r>
      <w:r>
        <w:t>C</w:t>
      </w:r>
      <w:r w:rsidRPr="000C7DC0">
        <w:t>ost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ST|824|0001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BGN|00|24971810|20140522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OTI|TR|TN|006904025|089087787|6126750000|20140522|2144|810000390|13795|810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TED|848|Incorrect prepack cost of $ 6.50, prepack ID 017149512103 on|||||6.50</w:t>
      </w:r>
    </w:p>
    <w:p w:rsidR="00BE5C30" w:rsidRPr="000C7DC0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NTE||IT1 segment # 1</w:t>
      </w:r>
    </w:p>
    <w:p w:rsidR="00BE5C30" w:rsidRPr="005B551F" w:rsidRDefault="00BE5C30" w:rsidP="000C7DC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7DC0">
        <w:rPr>
          <w:rFonts w:ascii="Courier New" w:hAnsi="Courier New" w:cs="Courier New"/>
          <w:sz w:val="20"/>
          <w:szCs w:val="20"/>
        </w:rPr>
        <w:t>SE|6|0001</w:t>
      </w:r>
    </w:p>
    <w:p w:rsidR="00BE5C30" w:rsidRDefault="00BE5C30" w:rsidP="000B0EDD">
      <w:pPr>
        <w:pStyle w:val="Heading2"/>
      </w:pPr>
      <w:r>
        <w:t xml:space="preserve">Invoice </w:t>
      </w:r>
      <w:r w:rsidR="00916E4F">
        <w:t>Application Advice Sample</w:t>
      </w:r>
      <w:r>
        <w:t xml:space="preserve"> 5:  </w:t>
      </w:r>
      <w:r w:rsidRPr="00E51877">
        <w:t xml:space="preserve">Invalid </w:t>
      </w:r>
      <w:r>
        <w:t>P</w:t>
      </w:r>
      <w:r w:rsidRPr="00E51877">
        <w:t>repack ID</w:t>
      </w:r>
    </w:p>
    <w:p w:rsidR="00BE5C30" w:rsidRPr="000B0EDD" w:rsidRDefault="00BE5C30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ST|824|0001</w:t>
      </w:r>
    </w:p>
    <w:p w:rsidR="00BE5C30" w:rsidRPr="000B0EDD" w:rsidRDefault="00BE5C30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BGN|00|24964609|20140522</w:t>
      </w:r>
    </w:p>
    <w:p w:rsidR="00BE5C30" w:rsidRPr="000B0EDD" w:rsidRDefault="00BE5C30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lastRenderedPageBreak/>
        <w:t>OTI|TR|TN|20032335|PCHF|6126750000|20140521|2330|9379|0001|810</w:t>
      </w:r>
    </w:p>
    <w:p w:rsidR="00BE5C30" w:rsidRPr="000B0EDD" w:rsidRDefault="00BE5C30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TED|848|Invalid prepack ID 4005 on IT1 segment loop # 1|||||4005</w:t>
      </w:r>
    </w:p>
    <w:p w:rsidR="00BE5C30" w:rsidRPr="000B0EDD" w:rsidRDefault="00BE5C30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SE|5</w:t>
      </w:r>
      <w:r w:rsidRPr="000B0EDD">
        <w:rPr>
          <w:rFonts w:ascii="Courier New" w:hAnsi="Courier New" w:cs="Courier New"/>
          <w:sz w:val="20"/>
          <w:szCs w:val="20"/>
        </w:rPr>
        <w:t>|0001</w:t>
      </w:r>
    </w:p>
    <w:p w:rsidR="000B0EDD" w:rsidRDefault="000B0EDD" w:rsidP="000B0EDD">
      <w:pPr>
        <w:pStyle w:val="Heading2"/>
      </w:pPr>
      <w:r>
        <w:t xml:space="preserve">Invoice </w:t>
      </w:r>
      <w:r w:rsidR="00916E4F">
        <w:t>Application Advice Sample</w:t>
      </w:r>
      <w:r>
        <w:t xml:space="preserve"> </w:t>
      </w:r>
      <w:r w:rsidR="00BE5C30">
        <w:t>6</w:t>
      </w:r>
      <w:r>
        <w:t>:</w:t>
      </w:r>
      <w:r w:rsidR="00E51877">
        <w:t xml:space="preserve">  </w:t>
      </w:r>
      <w:r w:rsidR="00E51877" w:rsidRPr="00E51877">
        <w:t>Missing CAD07, and CAD08</w:t>
      </w:r>
    </w:p>
    <w:p w:rsidR="000B0EDD" w:rsidRPr="000B0EDD" w:rsidRDefault="000B0EDD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ST|824|0001</w:t>
      </w:r>
    </w:p>
    <w:p w:rsidR="000B0EDD" w:rsidRPr="000B0EDD" w:rsidRDefault="000B0EDD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BGN|00|24964606|20140522</w:t>
      </w:r>
    </w:p>
    <w:p w:rsidR="000B0EDD" w:rsidRPr="000B0EDD" w:rsidRDefault="000B0EDD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OTI|TE|TN|49315386|7702280934|6126750000|20140522|0212|810000241|14575|810</w:t>
      </w:r>
    </w:p>
    <w:p w:rsidR="000B0EDD" w:rsidRPr="000B0EDD" w:rsidRDefault="000B0EDD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TED|007|Missing CAD07, and CAD08|||||CAD</w:t>
      </w:r>
    </w:p>
    <w:p w:rsidR="000B0EDD" w:rsidRPr="000B0EDD" w:rsidRDefault="000B0EDD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OTI|TE|TN|49315388|7702280934|6126750000|20140522|0212|810000241|14576|810</w:t>
      </w:r>
    </w:p>
    <w:p w:rsidR="000B0EDD" w:rsidRPr="000B0EDD" w:rsidRDefault="000B0EDD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B0EDD">
        <w:rPr>
          <w:rFonts w:ascii="Courier New" w:hAnsi="Courier New" w:cs="Courier New"/>
          <w:sz w:val="20"/>
          <w:szCs w:val="20"/>
        </w:rPr>
        <w:t>TED|007|Missing CAD07, and CAD08|||||CAD</w:t>
      </w:r>
    </w:p>
    <w:p w:rsidR="000B0EDD" w:rsidRPr="005B551F" w:rsidRDefault="00E51877" w:rsidP="000B0EDD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SE|7</w:t>
      </w:r>
      <w:r w:rsidR="000B0EDD" w:rsidRPr="000B0EDD">
        <w:rPr>
          <w:rFonts w:ascii="Courier New" w:hAnsi="Courier New" w:cs="Courier New"/>
          <w:sz w:val="20"/>
          <w:szCs w:val="20"/>
        </w:rPr>
        <w:t>|0001</w:t>
      </w:r>
    </w:p>
    <w:p w:rsidR="00BE5C30" w:rsidRDefault="00BE5C30" w:rsidP="00BE5C30">
      <w:pPr>
        <w:pStyle w:val="Heading2"/>
      </w:pPr>
      <w:r>
        <w:t xml:space="preserve">Invoice </w:t>
      </w:r>
      <w:r w:rsidR="00916E4F">
        <w:t>Application Advice Sample</w:t>
      </w:r>
      <w:r>
        <w:t xml:space="preserve"> 7: Missing CAD08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ST|824|0001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BGN|00|24935092|20140514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OTI|TE|TN|1075821|7732474494|6126750000|20140514|2206|1612|0001|810</w:t>
      </w:r>
    </w:p>
    <w:p w:rsidR="00BE5C30" w:rsidRPr="00BE5C30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TED|007|Missing CAD08|||||CAD</w:t>
      </w:r>
    </w:p>
    <w:p w:rsidR="00BE5C30" w:rsidRPr="005B551F" w:rsidRDefault="00BE5C30" w:rsidP="00BE5C30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5C30">
        <w:rPr>
          <w:rFonts w:ascii="Courier New" w:hAnsi="Courier New" w:cs="Courier New"/>
          <w:sz w:val="20"/>
          <w:szCs w:val="20"/>
        </w:rPr>
        <w:t>SE|5|0001</w:t>
      </w:r>
    </w:p>
    <w:p w:rsidR="00964AC7" w:rsidRDefault="00964AC7" w:rsidP="00964AC7">
      <w:pPr>
        <w:pStyle w:val="Heading2"/>
      </w:pPr>
      <w:r>
        <w:t xml:space="preserve">Invoice </w:t>
      </w:r>
      <w:r w:rsidR="00916E4F">
        <w:t>Application Advice Sample</w:t>
      </w:r>
      <w:r>
        <w:t xml:space="preserve"> </w:t>
      </w:r>
      <w:r w:rsidR="00BE5C30">
        <w:t>8</w:t>
      </w:r>
      <w:r>
        <w:t xml:space="preserve">:  </w:t>
      </w:r>
      <w:r w:rsidR="00BE5C30">
        <w:t>Unknown UPC code and I</w:t>
      </w:r>
      <w:r w:rsidRPr="00E51877">
        <w:t>nvalid SKU</w:t>
      </w:r>
    </w:p>
    <w:p w:rsidR="00964AC7" w:rsidRPr="00E5187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ST|824|0001</w:t>
      </w:r>
    </w:p>
    <w:p w:rsidR="00964AC7" w:rsidRPr="00E5187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BGN|00|24961294|20140521</w:t>
      </w:r>
    </w:p>
    <w:p w:rsidR="00964AC7" w:rsidRPr="00E5187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OTI|TE|TN|11239140|2126438400|6126750000|20140521|1445|1357|0001|810</w:t>
      </w:r>
    </w:p>
    <w:p w:rsidR="00964AC7" w:rsidRPr="00E5187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TED|848|Unknown UPC code and invalid SKU # 786664964338 on IT1|||||786664964338</w:t>
      </w:r>
    </w:p>
    <w:p w:rsidR="00964AC7" w:rsidRPr="00E5187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NTE||segment loop # 1</w:t>
      </w:r>
    </w:p>
    <w:p w:rsidR="00964AC7" w:rsidRPr="005B551F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51877">
        <w:rPr>
          <w:rFonts w:ascii="Courier New" w:hAnsi="Courier New" w:cs="Courier New"/>
          <w:sz w:val="20"/>
          <w:szCs w:val="20"/>
        </w:rPr>
        <w:t>SE|6|0001</w:t>
      </w:r>
    </w:p>
    <w:p w:rsidR="00964AC7" w:rsidRDefault="00964AC7" w:rsidP="00964AC7">
      <w:pPr>
        <w:pStyle w:val="Heading2"/>
      </w:pPr>
      <w:r>
        <w:t xml:space="preserve">Invoice </w:t>
      </w:r>
      <w:r w:rsidR="00916E4F">
        <w:t>Application Advice Sample</w:t>
      </w:r>
      <w:r>
        <w:t xml:space="preserve"> </w:t>
      </w:r>
      <w:r w:rsidR="00BE5C30">
        <w:t>9</w:t>
      </w:r>
      <w:r>
        <w:t xml:space="preserve">:  </w:t>
      </w:r>
      <w:r w:rsidRPr="00E51877">
        <w:t xml:space="preserve">Unknown UPC code and </w:t>
      </w:r>
      <w:r>
        <w:t>Missing</w:t>
      </w:r>
      <w:r w:rsidRPr="00E51877">
        <w:t xml:space="preserve"> SKU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GS|AG|6126750000|5082366781|20140520|011250|100781|X|004010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ST|824|0001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BGN|00|24952461|20140520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OTI|TE|TN|000221157|5082366781|6126750000|20140519|2311|810000017|0065|810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TED|848|Unknown UPC code and missing SKU on IT1 segment loop # 1|||||034758377312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TED|848|Unknown UPC code and missing SKU on IT1 segment loop # 2|||||034758152018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TED|848|Unknown UPC code and missing SKU on IT1 segment loop # 3|||||034758152025</w:t>
      </w:r>
    </w:p>
    <w:p w:rsid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SE|8|0001</w:t>
      </w:r>
    </w:p>
    <w:p w:rsidR="000B0EDD" w:rsidRDefault="000B0EDD" w:rsidP="000B0EDD">
      <w:pPr>
        <w:pStyle w:val="Heading2"/>
      </w:pPr>
      <w:r>
        <w:t xml:space="preserve">Invoice </w:t>
      </w:r>
      <w:r w:rsidR="00916E4F">
        <w:t>Application Advice Sample</w:t>
      </w:r>
      <w:r>
        <w:t xml:space="preserve"> </w:t>
      </w:r>
      <w:r w:rsidR="00BE5C30">
        <w:t>10</w:t>
      </w:r>
      <w:r>
        <w:t>:</w:t>
      </w:r>
      <w:r w:rsidR="00964AC7">
        <w:t xml:space="preserve"> Multiple Errors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ST|824|0001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BGN|00|24952777|20140520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OTI|TR|TN|963147|8648340346|6126750000|20140520|1106|100050001|100110001|810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TED|007|Missing IT103, unit of measure code|||||IT1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TED|848|Incorrect quantity qualifier for prepack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TED|010|Net amount of $ 280.00 does not match the line item total|||||280.00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NTE||cost of $ 124.00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OTI|TR|TN|963143|8648340346|6126750000|20140520|1106|100050001|100130001|810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TED|007|Missing IT103, unit of measure code|||||IT1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TED|848|Incorrect quantity qualifier for prepack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TED|010|Net amount of $ 316.00 does not match the line item total|||||316.00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NTE||cost of $ 450.00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OTI|TR|TN|963148|8648340346|6126750000|20140520|1106|100050001|100140001|810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TED|010|Net amount of $ 420.00 does not match the line item total|||||420.00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NTE||cost of $ 840.00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OTI|TR|TN|963138|8648340346|6126750000|20140520|1106|100050001|100170001|810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TED|007|Missing IT103, unit of measure code|||||IT1</w:t>
      </w:r>
    </w:p>
    <w:p w:rsidR="00964AC7" w:rsidRPr="00964AC7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TED|848|Incorrect quantity qualifier for prepack</w:t>
      </w:r>
    </w:p>
    <w:p w:rsidR="000B0EDD" w:rsidRPr="005B551F" w:rsidRDefault="00964AC7" w:rsidP="00964AC7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4AC7">
        <w:rPr>
          <w:rFonts w:ascii="Courier New" w:hAnsi="Courier New" w:cs="Courier New"/>
          <w:sz w:val="20"/>
          <w:szCs w:val="20"/>
        </w:rPr>
        <w:t>SE|19|0001</w:t>
      </w:r>
    </w:p>
    <w:sectPr w:rsidR="000B0EDD" w:rsidRPr="005B551F" w:rsidSect="007F1444">
      <w:headerReference w:type="first" r:id="rId6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DC0" w:rsidRDefault="000C7DC0" w:rsidP="00935C5C">
      <w:pPr>
        <w:spacing w:after="0" w:line="240" w:lineRule="auto"/>
      </w:pPr>
      <w:r>
        <w:separator/>
      </w:r>
    </w:p>
  </w:endnote>
  <w:endnote w:type="continuationSeparator" w:id="0">
    <w:p w:rsidR="000C7DC0" w:rsidRDefault="000C7DC0" w:rsidP="00935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DC0" w:rsidRDefault="000C7DC0" w:rsidP="00935C5C">
      <w:pPr>
        <w:spacing w:after="0" w:line="240" w:lineRule="auto"/>
      </w:pPr>
      <w:r>
        <w:separator/>
      </w:r>
    </w:p>
  </w:footnote>
  <w:footnote w:type="continuationSeparator" w:id="0">
    <w:p w:rsidR="000C7DC0" w:rsidRDefault="000C7DC0" w:rsidP="00935C5C">
      <w:pPr>
        <w:spacing w:after="0" w:line="240" w:lineRule="auto"/>
      </w:pPr>
      <w:r>
        <w:continuationSeparator/>
      </w:r>
    </w:p>
  </w:footnote>
  <w:footnote w:id="1">
    <w:p w:rsidR="007C72D8" w:rsidRDefault="007C72D8" w:rsidP="007C72D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4E74">
        <w:t xml:space="preserve">Updated Burlington Coat Factory EDI Specifications are </w:t>
      </w:r>
      <w:r>
        <w:t xml:space="preserve">here:  </w:t>
      </w:r>
      <w:hyperlink r:id="rId1" w:history="1">
        <w:r w:rsidRPr="00891858">
          <w:rPr>
            <w:rStyle w:val="Hyperlink"/>
          </w:rPr>
          <w:t>http://www.burlingtoncoatfactory.com/Vendors/EDI.aspx</w:t>
        </w:r>
      </w:hyperlink>
      <w:r>
        <w:t xml:space="preserve">   </w:t>
      </w:r>
      <w:proofErr w:type="gramStart"/>
      <w:r w:rsidRPr="002E4E74">
        <w:t>If</w:t>
      </w:r>
      <w:proofErr w:type="gramEnd"/>
      <w:r w:rsidRPr="002E4E74">
        <w:t xml:space="preserve"> there are any questions about any Burlington Coat Factory EDI specification contact EDI Support at (609) 387-7800 Ext 3340 (EDI-0) or </w:t>
      </w:r>
      <w:hyperlink r:id="rId2" w:history="1">
        <w:r w:rsidR="00916E4F" w:rsidRPr="00937A3D">
          <w:rPr>
            <w:rStyle w:val="Hyperlink"/>
          </w:rPr>
          <w:t>EDI.Support@BurlingtonStores.com</w:t>
        </w:r>
      </w:hyperlink>
      <w:r w:rsidRPr="002E4E74">
        <w:t xml:space="preserve"> where an incident will be opened and answered by the next available EDI coordinator.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4F4" w:rsidRDefault="00916E4F" w:rsidP="00CA24F4">
    <w:pPr>
      <w:spacing w:after="0"/>
      <w:jc w:val="righ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-103505</wp:posOffset>
          </wp:positionH>
          <wp:positionV relativeFrom="paragraph">
            <wp:posOffset>3810</wp:posOffset>
          </wp:positionV>
          <wp:extent cx="2753360" cy="1155700"/>
          <wp:effectExtent l="19050" t="0" r="8890" b="0"/>
          <wp:wrapNone/>
          <wp:docPr id="1" name="Picture 0" descr="!Sample4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!Sample4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21001"/>
                  <a:stretch>
                    <a:fillRect/>
                  </a:stretch>
                </pic:blipFill>
                <pic:spPr bwMode="auto">
                  <a:xfrm>
                    <a:off x="0" y="0"/>
                    <a:ext cx="2753360" cy="1155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 w:rsidRPr="001003AF">
      <w:rPr>
        <w:sz w:val="16"/>
        <w:szCs w:val="16"/>
      </w:rPr>
      <w:t>1830 Route 130</w:t>
    </w:r>
    <w:r>
      <w:rPr>
        <w:sz w:val="16"/>
        <w:szCs w:val="16"/>
      </w:rPr>
      <w:t xml:space="preserve"> North</w:t>
    </w:r>
    <w:r w:rsidRPr="001003AF">
      <w:rPr>
        <w:sz w:val="16"/>
        <w:szCs w:val="16"/>
      </w:rPr>
      <w:t xml:space="preserve"> </w:t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 w:rsidRPr="001003AF">
      <w:rPr>
        <w:sz w:val="16"/>
        <w:szCs w:val="16"/>
      </w:rPr>
      <w:t>Burlington, NJ 08016</w:t>
    </w:r>
    <w:r>
      <w:rPr>
        <w:sz w:val="16"/>
        <w:szCs w:val="16"/>
      </w:rPr>
      <w:t>-3020</w:t>
    </w:r>
  </w:p>
  <w:p w:rsidR="00CA24F4" w:rsidRDefault="00CA24F4" w:rsidP="00CA24F4">
    <w:pPr>
      <w:tabs>
        <w:tab w:val="left" w:pos="1046"/>
        <w:tab w:val="right" w:pos="10080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1003AF">
      <w:rPr>
        <w:sz w:val="16"/>
        <w:szCs w:val="16"/>
      </w:rPr>
      <w:t>Phone: (609) 387-7800</w:t>
    </w:r>
  </w:p>
  <w:p w:rsidR="00CA24F4" w:rsidRPr="001003AF" w:rsidRDefault="00CA24F4" w:rsidP="00CA24F4">
    <w:pPr>
      <w:spacing w:after="0"/>
      <w:jc w:val="right"/>
      <w:rPr>
        <w:sz w:val="16"/>
        <w:szCs w:val="16"/>
      </w:rPr>
    </w:pPr>
    <w:r>
      <w:rPr>
        <w:sz w:val="16"/>
        <w:szCs w:val="16"/>
      </w:rPr>
      <w:t>Ext. EDI0 (3340)</w:t>
    </w:r>
  </w:p>
  <w:p w:rsidR="00CA24F4" w:rsidRPr="001003AF" w:rsidRDefault="00CA24F4" w:rsidP="00CA24F4">
    <w:pPr>
      <w:tabs>
        <w:tab w:val="center" w:pos="5040"/>
        <w:tab w:val="right" w:pos="10080"/>
      </w:tabs>
      <w:spacing w:after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Fax: (609) 387-2764</w:t>
    </w:r>
  </w:p>
  <w:p w:rsidR="00CA24F4" w:rsidRPr="000A32B1" w:rsidRDefault="00CA24F4" w:rsidP="00CA24F4">
    <w:pPr>
      <w:pStyle w:val="Header"/>
      <w:rPr>
        <w:szCs w:val="16"/>
      </w:rPr>
    </w:pPr>
  </w:p>
  <w:p w:rsidR="007F1444" w:rsidRPr="00CA24F4" w:rsidRDefault="007F1444" w:rsidP="00CA24F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23D67"/>
    <w:rsid w:val="00014960"/>
    <w:rsid w:val="00092214"/>
    <w:rsid w:val="000B0EDD"/>
    <w:rsid w:val="000C7DC0"/>
    <w:rsid w:val="001432AB"/>
    <w:rsid w:val="00191D91"/>
    <w:rsid w:val="00351766"/>
    <w:rsid w:val="004126E0"/>
    <w:rsid w:val="00461471"/>
    <w:rsid w:val="00523D67"/>
    <w:rsid w:val="005B551F"/>
    <w:rsid w:val="007B3C26"/>
    <w:rsid w:val="007C72D8"/>
    <w:rsid w:val="007F1444"/>
    <w:rsid w:val="00916E4F"/>
    <w:rsid w:val="00935C5C"/>
    <w:rsid w:val="00964AC7"/>
    <w:rsid w:val="009B66B5"/>
    <w:rsid w:val="00A31777"/>
    <w:rsid w:val="00B22F48"/>
    <w:rsid w:val="00B757AF"/>
    <w:rsid w:val="00BE5C30"/>
    <w:rsid w:val="00CA24F4"/>
    <w:rsid w:val="00D73F7E"/>
    <w:rsid w:val="00DA177D"/>
    <w:rsid w:val="00E337C2"/>
    <w:rsid w:val="00E36B0A"/>
    <w:rsid w:val="00E51877"/>
    <w:rsid w:val="00FD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6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471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1471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C5C"/>
  </w:style>
  <w:style w:type="paragraph" w:styleId="Footer">
    <w:name w:val="footer"/>
    <w:basedOn w:val="Normal"/>
    <w:link w:val="FooterChar"/>
    <w:uiPriority w:val="99"/>
    <w:semiHidden/>
    <w:unhideWhenUsed/>
    <w:rsid w:val="00935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C5C"/>
  </w:style>
  <w:style w:type="paragraph" w:styleId="BalloonText">
    <w:name w:val="Balloon Text"/>
    <w:basedOn w:val="Normal"/>
    <w:link w:val="BalloonTextChar"/>
    <w:uiPriority w:val="99"/>
    <w:semiHidden/>
    <w:unhideWhenUsed/>
    <w:rsid w:val="0093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5C"/>
    <w:rPr>
      <w:rFonts w:ascii="Tahoma" w:hAnsi="Tahoma" w:cs="Tahoma"/>
      <w:sz w:val="16"/>
      <w:szCs w:val="16"/>
    </w:rPr>
  </w:style>
  <w:style w:type="paragraph" w:styleId="BlockText">
    <w:name w:val="Block Text"/>
    <w:aliases w:val="Instruction"/>
    <w:basedOn w:val="Normal"/>
    <w:autoRedefine/>
    <w:qFormat/>
    <w:rsid w:val="00351766"/>
    <w:pPr>
      <w:spacing w:before="120" w:after="240" w:line="240" w:lineRule="auto"/>
      <w:ind w:left="360"/>
    </w:pPr>
    <w:rPr>
      <w:rFonts w:ascii="Verdana" w:eastAsia="Times New Roman" w:hAnsi="Verdana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6147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6147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72D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72D8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7C72D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C72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EDI.Support@BurlingtonStores.com" TargetMode="External"/><Relationship Id="rId1" Type="http://schemas.openxmlformats.org/officeDocument/2006/relationships/hyperlink" Target="http://www.burlingtoncoatfactory.com/Vendors/EDI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mith1\AppData\Roaming\Microsoft\Templates\EDI%20Samples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EDI Samples 2.dot</Template>
  <TotalTime>1</TotalTime>
  <Pages>4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BCFW</Company>
  <LinksUpToDate>false</LinksUpToDate>
  <CharactersWithSpaces>9135</CharactersWithSpaces>
  <SharedDoc>false</SharedDoc>
  <HLinks>
    <vt:vector size="12" baseType="variant">
      <vt:variant>
        <vt:i4>3473487</vt:i4>
      </vt:variant>
      <vt:variant>
        <vt:i4>3</vt:i4>
      </vt:variant>
      <vt:variant>
        <vt:i4>0</vt:i4>
      </vt:variant>
      <vt:variant>
        <vt:i4>5</vt:i4>
      </vt:variant>
      <vt:variant>
        <vt:lpwstr>mailto:EDI.Support@coat.com</vt:lpwstr>
      </vt:variant>
      <vt:variant>
        <vt:lpwstr/>
      </vt:variant>
      <vt:variant>
        <vt:i4>6029386</vt:i4>
      </vt:variant>
      <vt:variant>
        <vt:i4>0</vt:i4>
      </vt:variant>
      <vt:variant>
        <vt:i4>0</vt:i4>
      </vt:variant>
      <vt:variant>
        <vt:i4>5</vt:i4>
      </vt:variant>
      <vt:variant>
        <vt:lpwstr>http://www.burlingtoncoatfactory.com/Vendors/EDI.aspx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tsmith1</dc:creator>
  <cp:lastModifiedBy>tsmith1</cp:lastModifiedBy>
  <cp:revision>2</cp:revision>
  <cp:lastPrinted>2014-05-27T15:39:00Z</cp:lastPrinted>
  <dcterms:created xsi:type="dcterms:W3CDTF">2014-05-27T15:40:00Z</dcterms:created>
  <dcterms:modified xsi:type="dcterms:W3CDTF">2014-05-27T15:40:00Z</dcterms:modified>
</cp:coreProperties>
</file>