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592249" w:rsidP="00AF21BC" w:rsidRDefault="00032A19" w14:paraId="6C2D08B2" w14:textId="77777777">
      <w:pPr>
        <w:pStyle w:val="Title"/>
      </w:pPr>
      <w:r>
        <w:t>Year: EYFS</w:t>
      </w:r>
      <w:r w:rsidR="00AF21BC">
        <w:t xml:space="preserve"> </w:t>
      </w:r>
    </w:p>
    <w:p w:rsidR="00AF21BC" w:rsidP="00AF21BC" w:rsidRDefault="00032A19" w14:paraId="16B3862F" w14:textId="77777777">
      <w:pPr>
        <w:pStyle w:val="Title"/>
      </w:pPr>
      <w:r>
        <w:t xml:space="preserve">Topic: Chariots </w:t>
      </w:r>
    </w:p>
    <w:p w:rsidRPr="00AF21BC" w:rsidR="00AF21BC" w:rsidP="00AF21BC" w:rsidRDefault="00032A19" w14:paraId="002F73BF" w14:textId="77777777">
      <w:pPr>
        <w:pStyle w:val="Title"/>
      </w:pPr>
      <w:r>
        <w:t xml:space="preserve">Time Period: Romans </w:t>
      </w:r>
    </w:p>
    <w:p w:rsidRPr="00592249" w:rsidR="00592249" w:rsidP="00592249" w:rsidRDefault="00592249" w14:paraId="3778227B" w14:textId="77777777">
      <w:pPr>
        <w:pStyle w:val="Title"/>
      </w:pPr>
    </w:p>
    <w:p w:rsidRPr="00032A19" w:rsidR="00032A19" w:rsidP="00F14CDB" w:rsidRDefault="00032A19" w14:paraId="16CF9617" w14:textId="23D13D79">
      <w:pPr>
        <w:pStyle w:val="Title"/>
        <w:spacing w:line="288" w:lineRule="auto"/>
        <w:ind w:left="360"/>
        <w:rPr>
          <w:rStyle w:val="Strong"/>
        </w:rPr>
      </w:pPr>
      <w:r w:rsidRPr="14C1C00A" w:rsidR="0D89F9D3">
        <w:rPr>
          <w:rStyle w:val="Strong"/>
        </w:rPr>
        <w:t>Learning Outcomes</w:t>
      </w:r>
      <w:r w:rsidRPr="14C1C00A" w:rsidR="00032A19">
        <w:rPr>
          <w:rStyle w:val="Strong"/>
        </w:rPr>
        <w:t>:</w:t>
      </w:r>
    </w:p>
    <w:p w:rsidRPr="00032A19" w:rsidR="00032A19" w:rsidP="00F14CDB" w:rsidRDefault="00032A19" w14:paraId="34BDA435" w14:textId="404373BF">
      <w:pPr>
        <w:pStyle w:val="Title"/>
        <w:numPr>
          <w:ilvl w:val="0"/>
          <w:numId w:val="3"/>
        </w:numPr>
        <w:spacing w:line="288" w:lineRule="auto"/>
        <w:rPr>
          <w:rStyle w:val="Strong"/>
        </w:rPr>
      </w:pPr>
      <w:r w:rsidRPr="31DEA25A" w:rsidR="00032A19">
        <w:rPr>
          <w:rStyle w:val="Strong"/>
        </w:rPr>
        <w:t>Talk about the lives of the p</w:t>
      </w:r>
      <w:r w:rsidRPr="31DEA25A" w:rsidR="2BA6DFFE">
        <w:rPr>
          <w:rStyle w:val="Strong"/>
        </w:rPr>
        <w:t>e</w:t>
      </w:r>
      <w:r w:rsidRPr="31DEA25A" w:rsidR="00032A19">
        <w:rPr>
          <w:rStyle w:val="Strong"/>
        </w:rPr>
        <w:t>ople around them and their roles in society.</w:t>
      </w:r>
    </w:p>
    <w:p w:rsidRPr="00032A19" w:rsidR="00032A19" w:rsidP="00F14CDB" w:rsidRDefault="00032A19" w14:paraId="6A515367" w14:textId="77777777">
      <w:pPr>
        <w:pStyle w:val="Title"/>
        <w:numPr>
          <w:ilvl w:val="0"/>
          <w:numId w:val="3"/>
        </w:numPr>
        <w:spacing w:line="288" w:lineRule="auto"/>
        <w:rPr>
          <w:rStyle w:val="Strong"/>
        </w:rPr>
      </w:pPr>
      <w:r w:rsidRPr="00032A19">
        <w:rPr>
          <w:rStyle w:val="Strong"/>
        </w:rPr>
        <w:t xml:space="preserve">Know some similarities and differences between things in the past and now, </w:t>
      </w:r>
      <w:r w:rsidR="00F14CDB">
        <w:rPr>
          <w:rStyle w:val="Strong"/>
        </w:rPr>
        <w:br/>
      </w:r>
      <w:r w:rsidRPr="00032A19">
        <w:rPr>
          <w:rStyle w:val="Strong"/>
        </w:rPr>
        <w:t>drawing on their experiences and what has been read in class.</w:t>
      </w:r>
    </w:p>
    <w:p w:rsidRPr="00032A19" w:rsidR="00032A19" w:rsidP="00F14CDB" w:rsidRDefault="00032A19" w14:paraId="4CF98191" w14:textId="77777777">
      <w:pPr>
        <w:pStyle w:val="Title"/>
        <w:numPr>
          <w:ilvl w:val="0"/>
          <w:numId w:val="3"/>
        </w:numPr>
        <w:spacing w:line="288" w:lineRule="auto"/>
        <w:rPr>
          <w:rStyle w:val="Strong"/>
        </w:rPr>
      </w:pPr>
      <w:r w:rsidRPr="00032A19">
        <w:rPr>
          <w:rStyle w:val="Strong"/>
        </w:rPr>
        <w:t xml:space="preserve">Understand the past through settings, characters and events encountered in </w:t>
      </w:r>
      <w:r w:rsidR="00F14CDB">
        <w:rPr>
          <w:rStyle w:val="Strong"/>
        </w:rPr>
        <w:br/>
      </w:r>
      <w:r w:rsidRPr="00032A19">
        <w:rPr>
          <w:rStyle w:val="Strong"/>
        </w:rPr>
        <w:t>books read in class and storytelling.</w:t>
      </w:r>
    </w:p>
    <w:p w:rsidRPr="00592249" w:rsidR="00592249" w:rsidP="00592249" w:rsidRDefault="00592249" w14:paraId="1AEC67C7" w14:textId="77777777">
      <w:pPr>
        <w:pStyle w:val="Title"/>
      </w:pPr>
    </w:p>
    <w:p w:rsidR="00AF21BC" w:rsidRDefault="00AF21BC" w14:paraId="7A55F76F" w14:textId="77777777">
      <w:pPr>
        <w:tabs>
          <w:tab w:val="clear" w:pos="1701"/>
        </w:tabs>
        <w:spacing w:after="0" w:line="240" w:lineRule="auto"/>
        <w:rPr>
          <w:rFonts w:ascii="Chivo Light" w:hAnsi="Chivo Light" w:cs="Times New Roman (Headings CS)" w:eastAsiaTheme="majorEastAsia"/>
          <w:color w:val="002B28"/>
          <w:spacing w:val="-2"/>
          <w:sz w:val="22"/>
          <w:szCs w:val="28"/>
        </w:rPr>
      </w:pPr>
      <w:r>
        <w:br w:type="page"/>
      </w:r>
    </w:p>
    <w:p w:rsidRPr="00AF21BC" w:rsidR="00592249" w:rsidP="00AF21BC" w:rsidRDefault="00AF21BC" w14:paraId="4F025BBA" w14:textId="77777777">
      <w:pPr>
        <w:pStyle w:val="Subtitle"/>
      </w:pPr>
      <w:r>
        <w:t xml:space="preserve">Lesson plan: Session 1 </w:t>
      </w:r>
    </w:p>
    <w:tbl>
      <w:tblPr>
        <w:tblStyle w:val="TableGrid"/>
        <w:tblW w:w="0" w:type="auto"/>
        <w:tblInd w:w="-5" w:type="dxa"/>
        <w:tblLook w:val="04A0" w:firstRow="1" w:lastRow="0" w:firstColumn="1" w:lastColumn="0" w:noHBand="0" w:noVBand="1"/>
      </w:tblPr>
      <w:tblGrid>
        <w:gridCol w:w="12900"/>
        <w:gridCol w:w="2551"/>
      </w:tblGrid>
      <w:tr w:rsidR="00032A19" w:rsidTr="00032A19" w14:paraId="43AE6C43" w14:textId="77777777">
        <w:trPr>
          <w:trHeight w:val="414"/>
        </w:trPr>
        <w:tc>
          <w:tcPr>
            <w:tcW w:w="12900" w:type="dxa"/>
            <w:shd w:val="clear" w:color="auto" w:fill="002B28"/>
            <w:vAlign w:val="center"/>
          </w:tcPr>
          <w:p w:rsidRPr="00AF21BC" w:rsidR="00032A19" w:rsidP="00032A19" w:rsidRDefault="00032A19" w14:paraId="2885D8E5" w14:textId="77777777">
            <w:pPr>
              <w:pStyle w:val="Subtitle"/>
              <w:spacing w:before="100" w:after="100"/>
              <w:jc w:val="center"/>
              <w:rPr>
                <w:rStyle w:val="SubtleEmphasis"/>
              </w:rPr>
            </w:pPr>
            <w:r>
              <w:rPr>
                <w:rStyle w:val="SubtleEmphasis"/>
              </w:rPr>
              <w:t>INTRODUCTION</w:t>
            </w:r>
          </w:p>
        </w:tc>
        <w:tc>
          <w:tcPr>
            <w:tcW w:w="2551" w:type="dxa"/>
            <w:shd w:val="clear" w:color="auto" w:fill="002B28"/>
            <w:vAlign w:val="center"/>
          </w:tcPr>
          <w:p w:rsidRPr="00AF21BC" w:rsidR="00032A19" w:rsidP="00032A19" w:rsidRDefault="00032A19" w14:paraId="31DE995E" w14:textId="77777777">
            <w:pPr>
              <w:pStyle w:val="Subtitle"/>
              <w:spacing w:before="100" w:after="100"/>
              <w:jc w:val="center"/>
              <w:rPr>
                <w:rStyle w:val="SubtleEmphasis"/>
              </w:rPr>
            </w:pPr>
            <w:r>
              <w:rPr>
                <w:rStyle w:val="SubtleEmphasis"/>
              </w:rPr>
              <w:t>VOCABULARY</w:t>
            </w:r>
          </w:p>
        </w:tc>
      </w:tr>
      <w:tr w:rsidR="00032A19" w:rsidTr="00032A19" w14:paraId="54EF4108" w14:textId="77777777">
        <w:tc>
          <w:tcPr>
            <w:tcW w:w="12900" w:type="dxa"/>
          </w:tcPr>
          <w:p w:rsidRPr="00032A19" w:rsidR="00032A19" w:rsidP="00032A19" w:rsidRDefault="00032A19" w14:paraId="157C1A43" w14:textId="77777777">
            <w:pPr>
              <w:pStyle w:val="Subtitle"/>
              <w:spacing w:before="100" w:after="100"/>
            </w:pPr>
            <w:r w:rsidRPr="00032A19">
              <w:t>Focus on ‘Chariot’ class name</w:t>
            </w:r>
          </w:p>
          <w:p w:rsidR="00032A19" w:rsidP="00032A19" w:rsidRDefault="00032A19" w14:paraId="55084099" w14:textId="77777777">
            <w:pPr>
              <w:pStyle w:val="Subtitle"/>
              <w:spacing w:before="100" w:after="100"/>
            </w:pPr>
            <w:r w:rsidRPr="00032A19">
              <w:t>Sit the children in a circle to discuss the following. Show the following pictures on the board.</w:t>
            </w:r>
          </w:p>
          <w:p w:rsidR="00032A19" w:rsidP="00032A19" w:rsidRDefault="00032A19" w14:paraId="38A319A1" w14:textId="77777777">
            <w:pPr>
              <w:spacing w:before="100" w:after="100"/>
            </w:pPr>
          </w:p>
          <w:p w:rsidR="00032A19" w:rsidP="00032A19" w:rsidRDefault="00032A19" w14:paraId="641B0C7A" w14:textId="77777777">
            <w:pPr>
              <w:spacing w:before="100" w:after="100"/>
            </w:pPr>
          </w:p>
          <w:p w:rsidR="00032A19" w:rsidP="00032A19" w:rsidRDefault="00032A19" w14:paraId="7CBAA019" w14:textId="77777777">
            <w:pPr>
              <w:spacing w:before="100" w:after="100"/>
            </w:pPr>
          </w:p>
          <w:p w:rsidRPr="00032A19" w:rsidR="00032A19" w:rsidP="00032A19" w:rsidRDefault="00032A19" w14:paraId="1E9CE1FC" w14:textId="77777777">
            <w:pPr>
              <w:spacing w:before="100" w:after="100"/>
            </w:pPr>
          </w:p>
          <w:p w:rsidRPr="00032A19" w:rsidR="00032A19" w:rsidP="00032A19" w:rsidRDefault="00032A19" w14:paraId="0396409D" w14:textId="77777777">
            <w:pPr>
              <w:pStyle w:val="Subtitle"/>
              <w:spacing w:before="100" w:after="100"/>
            </w:pPr>
            <w:r w:rsidRPr="00032A19">
              <w:rPr>
                <w:noProof/>
              </w:rPr>
              <mc:AlternateContent>
                <mc:Choice Requires="wpg">
                  <w:drawing>
                    <wp:inline distT="0" distB="0" distL="0" distR="0" wp14:anchorId="153E4ACD" wp14:editId="11C84E1A">
                      <wp:extent cx="2119630" cy="1084262"/>
                      <wp:effectExtent l="0" t="0" r="1270" b="0"/>
                      <wp:docPr id="95644624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9630" cy="1084262"/>
                                <a:chOff x="1445" y="5040"/>
                                <a:chExt cx="3338" cy="1669"/>
                              </a:xfrm>
                            </wpg:grpSpPr>
                            <pic:pic xmlns:pic="http://schemas.openxmlformats.org/drawingml/2006/picture">
                              <pic:nvPicPr>
                                <pic:cNvPr id="64354167" name="Picture 3"/>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445" y="5040"/>
                                  <a:ext cx="3338" cy="1111"/>
                                </a:xfrm>
                                <a:prstGeom prst="rect">
                                  <a:avLst/>
                                </a:prstGeom>
                                <a:noFill/>
                                <a:extLst>
                                  <a:ext uri="{909E8E84-426E-40DD-AFC4-6F175D3DCCD1}">
                                    <a14:hiddenFill xmlns:a14="http://schemas.microsoft.com/office/drawing/2010/main">
                                      <a:solidFill>
                                        <a:srgbClr val="FFFFFF"/>
                                      </a:solidFill>
                                    </a14:hiddenFill>
                                  </a:ext>
                                </a:extLst>
                              </pic:spPr>
                            </pic:pic>
                            <wps:wsp>
                              <wps:cNvPr id="612129167" name="Text Box 4"/>
                              <wps:cNvSpPr txBox="1">
                                <a:spLocks/>
                              </wps:cNvSpPr>
                              <wps:spPr bwMode="auto">
                                <a:xfrm>
                                  <a:off x="1445" y="6151"/>
                                  <a:ext cx="3310" cy="5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F14CDB" w:rsidR="00032A19" w:rsidP="00032A19" w:rsidRDefault="00032A19" w14:paraId="7CCE6A5E" w14:textId="77777777">
                                    <w:pPr>
                                      <w:pStyle w:val="Caption"/>
                                      <w:rPr>
                                        <w:rFonts w:ascii="Chivo" w:hAnsi="Chivo" w:cs="Chivo"/>
                                        <w:b w:val="0"/>
                                        <w:bCs w:val="0"/>
                                        <w:noProof/>
                                        <w:sz w:val="16"/>
                                        <w:szCs w:val="16"/>
                                      </w:rPr>
                                    </w:pPr>
                                    <w:r w:rsidRPr="00F14CDB">
                                      <w:rPr>
                                        <w:rFonts w:ascii="Chivo" w:hAnsi="Chivo" w:cs="Chivo"/>
                                        <w:b w:val="0"/>
                                        <w:bCs w:val="0"/>
                                        <w:color w:val="212124"/>
                                        <w:sz w:val="16"/>
                                        <w:szCs w:val="16"/>
                                        <w:shd w:val="clear" w:color="auto" w:fill="F3F5F6"/>
                                      </w:rPr>
                                      <w:t xml:space="preserve">Artist's impression of the Roman Circus of Camulodunum, Colchester (UK) by Carole Raddato via Flickr </w:t>
                                    </w:r>
                                    <w:r w:rsidRPr="00F14CDB">
                                      <w:rPr>
                                        <w:rFonts w:ascii="Chivo" w:hAnsi="Chivo" w:cs="Chivo"/>
                                        <w:b w:val="0"/>
                                        <w:bCs w:val="0"/>
                                        <w:sz w:val="16"/>
                                        <w:szCs w:val="16"/>
                                      </w:rPr>
                                      <w:t>CC BY-SA 2.0</w:t>
                                    </w:r>
                                  </w:p>
                                </w:txbxContent>
                              </wps:txbx>
                              <wps:bodyPr rot="0" vert="horz" wrap="square" lIns="0" tIns="0" rIns="0" bIns="0" anchor="t" anchorCtr="0" upright="1">
                                <a:spAutoFit/>
                              </wps:bodyPr>
                            </wps:wsp>
                          </wpg:wgp>
                        </a:graphicData>
                      </a:graphic>
                    </wp:inline>
                  </w:drawing>
                </mc:Choice>
                <mc:Fallback>
                  <w:pict w14:anchorId="1C1F4DE2">
                    <v:group id="Group 2" style="width:166.9pt;height:85.35pt;mso-position-horizontal-relative:char;mso-position-vertical-relative:line" coordsize="3338,1669" coordorigin="1445,5040" o:spid="_x0000_s1026" w14:anchorId="153E4ACD"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&#13;&#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1445;top:5040;width:3338;height:1111;visibility:visible;mso-wrap-style:square" o:spid="_x0000_s1027"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">
                        <v:imagedata o:title="" r:id="rId8"/>
                        <o:lock v:ext="edit" aspectratio="f"/>
                      </v:shape>
                      <v:shapetype id="_x0000_t202" coordsize="21600,21600" o:spt="202" path="m,l,21600r21600,l21600,xe">
                        <v:stroke joinstyle="miter"/>
                        <v:path gradientshapeok="t" o:connecttype="rect"/>
                      </v:shapetype>
                      <v:shape id="Text Box 4" style="position:absolute;left:1445;top:6151;width:3310;height:558;visibility:visible;mso-wrap-style:square;v-text-anchor:top" o:spid="_x0000_s1028" stroked="f"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">
                        <v:path arrowok="t"/>
                        <v:textbox style="mso-fit-shape-to-text:t" inset="0,0,0,0">
                          <w:txbxContent>
                            <w:p w:rsidRPr="00F14CDB" w:rsidR="00032A19" w:rsidP="00032A19" w:rsidRDefault="00032A19" w14:paraId="04C022A8" w14:textId="77777777">
                              <w:pPr>
                                <w:pStyle w:val="Caption"/>
                                <w:rPr>
                                  <w:rFonts w:ascii="Chivo" w:hAnsi="Chivo" w:cs="Chivo"/>
                                  <w:b w:val="0"/>
                                  <w:bCs w:val="0"/>
                                  <w:noProof/>
                                  <w:sz w:val="16"/>
                                  <w:szCs w:val="16"/>
                                </w:rPr>
                              </w:pPr>
                              <w:r w:rsidRPr="00F14CDB">
                                <w:rPr>
                                  <w:rFonts w:ascii="Chivo" w:hAnsi="Chivo" w:cs="Chivo"/>
                                  <w:b w:val="0"/>
                                  <w:bCs w:val="0"/>
                                  <w:color w:val="212124"/>
                                  <w:sz w:val="16"/>
                                  <w:szCs w:val="16"/>
                                  <w:shd w:val="clear" w:color="auto" w:fill="F3F5F6"/>
                                </w:rPr>
                                <w:t xml:space="preserve">Artist's impression of the Roman Circus of Camulodunum, Colchester (UK) by Carole Raddato via Flickr </w:t>
                              </w:r>
                              <w:r w:rsidRPr="00F14CDB">
                                <w:rPr>
                                  <w:rFonts w:ascii="Chivo" w:hAnsi="Chivo" w:cs="Chivo"/>
                                  <w:b w:val="0"/>
                                  <w:bCs w:val="0"/>
                                  <w:sz w:val="16"/>
                                  <w:szCs w:val="16"/>
                                </w:rPr>
                                <w:t>CC BY-SA 2.0</w:t>
                              </w:r>
                            </w:p>
                          </w:txbxContent>
                        </v:textbox>
                      </v:shape>
                      <w10:anchorlock/>
                    </v:group>
                  </w:pict>
                </mc:Fallback>
              </mc:AlternateContent>
            </w:r>
            <w:r w:rsidRPr="00032A19">
              <w:t xml:space="preserve">   </w:t>
            </w:r>
            <w:r w:rsidRPr="00032A19">
              <w:rPr>
                <w:noProof/>
              </w:rPr>
              <w:drawing>
                <wp:inline distT="0" distB="0" distL="0" distR="0" wp14:anchorId="4C68F4B1" wp14:editId="717FFB72">
                  <wp:extent cx="1375410" cy="108140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5410" cy="1081405"/>
                          </a:xfrm>
                          <a:prstGeom prst="rect">
                            <a:avLst/>
                          </a:prstGeom>
                          <a:noFill/>
                          <a:ln>
                            <a:noFill/>
                          </a:ln>
                        </pic:spPr>
                      </pic:pic>
                    </a:graphicData>
                  </a:graphic>
                </wp:inline>
              </w:drawing>
            </w:r>
          </w:p>
          <w:p w:rsidRPr="00032A19" w:rsidR="00032A19" w:rsidP="00032A19" w:rsidRDefault="00032A19" w14:paraId="36398620" w14:textId="77777777">
            <w:pPr>
              <w:pStyle w:val="Subtitle"/>
              <w:spacing w:before="100" w:after="100"/>
            </w:pPr>
            <w:r w:rsidRPr="00032A19">
              <w:t xml:space="preserve">What are they? Ask the children to think, pair and share their ideas. </w:t>
            </w:r>
          </w:p>
          <w:p w:rsidRPr="00032A19" w:rsidR="00032A19" w:rsidP="00032A19" w:rsidRDefault="00032A19" w14:paraId="57DB5137" w14:textId="77777777">
            <w:pPr>
              <w:pStyle w:val="Subtitle"/>
              <w:spacing w:before="100" w:after="100"/>
            </w:pPr>
            <w:r w:rsidRPr="00032A19">
              <w:t>Tell the children that the bottom picture is of a Roman chariot. It was something which was used 2000 years ago. That is a long, long time ago. Roman people would race in chariots, pulled by horses and people would go and watch them. Can you think of something similar that happens today? An event where people do something and other people watch? Horse racing, football games.</w:t>
            </w:r>
          </w:p>
          <w:p w:rsidRPr="00032A19" w:rsidR="00032A19" w:rsidP="00032A19" w:rsidRDefault="00032A19" w14:paraId="13C791C9" w14:textId="77777777">
            <w:pPr>
              <w:pStyle w:val="Subtitle"/>
              <w:spacing w:before="100" w:after="100"/>
            </w:pPr>
            <w:r w:rsidRPr="00032A19">
              <w:t xml:space="preserve">Explain there were no TVs, iPads etc then so this was used as entertainment. </w:t>
            </w:r>
          </w:p>
          <w:p w:rsidR="00032A19" w:rsidP="00032A19" w:rsidRDefault="00032A19" w14:paraId="6A308796" w14:textId="77777777">
            <w:pPr>
              <w:pStyle w:val="Subtitle"/>
              <w:spacing w:before="100" w:after="100"/>
            </w:pPr>
            <w:r w:rsidRPr="00032A19">
              <w:t>The top picture shows the Roman Circus which was an oval shaped arena. The racing took place inside this and people sat around the outside to watch. Unbelievably we have the remains of a Roman Circus near out school. Has anyone ever seen it?</w:t>
            </w:r>
          </w:p>
        </w:tc>
        <w:tc>
          <w:tcPr>
            <w:tcW w:w="2551" w:type="dxa"/>
          </w:tcPr>
          <w:p w:rsidRPr="00032A19" w:rsidR="00032A19" w:rsidP="00032A19" w:rsidRDefault="00032A19" w14:paraId="62CE6ED7" w14:textId="77777777">
            <w:pPr>
              <w:pStyle w:val="Subtitle"/>
              <w:spacing w:before="100" w:after="100"/>
            </w:pPr>
            <w:r w:rsidRPr="00032A19">
              <w:t>chariot</w:t>
            </w:r>
          </w:p>
          <w:p w:rsidRPr="00032A19" w:rsidR="00032A19" w:rsidP="00032A19" w:rsidRDefault="00032A19" w14:paraId="247F16C8" w14:textId="77777777">
            <w:pPr>
              <w:pStyle w:val="Subtitle"/>
              <w:spacing w:before="100" w:after="100"/>
            </w:pPr>
            <w:r w:rsidRPr="00032A19">
              <w:t>entertainment</w:t>
            </w:r>
          </w:p>
          <w:p w:rsidRPr="00032A19" w:rsidR="00032A19" w:rsidP="00032A19" w:rsidRDefault="00032A19" w14:paraId="3A99C6FB" w14:textId="77777777">
            <w:pPr>
              <w:pStyle w:val="Subtitle"/>
              <w:spacing w:before="100" w:after="100"/>
            </w:pPr>
            <w:r w:rsidRPr="00032A19">
              <w:t xml:space="preserve">Romans </w:t>
            </w:r>
          </w:p>
          <w:p w:rsidRPr="00032A19" w:rsidR="00032A19" w:rsidP="00032A19" w:rsidRDefault="00032A19" w14:paraId="38735A3C" w14:textId="77777777">
            <w:pPr>
              <w:pStyle w:val="Subtitle"/>
              <w:spacing w:before="100" w:after="100"/>
            </w:pPr>
            <w:r w:rsidRPr="00032A19">
              <w:t>long ago</w:t>
            </w:r>
          </w:p>
          <w:p w:rsidRPr="00032A19" w:rsidR="00032A19" w:rsidP="00032A19" w:rsidRDefault="00032A19" w14:paraId="3C597B7A" w14:textId="77777777">
            <w:pPr>
              <w:pStyle w:val="Subtitle"/>
              <w:spacing w:before="100" w:after="100"/>
            </w:pPr>
            <w:r w:rsidRPr="00032A19">
              <w:t>the past</w:t>
            </w:r>
          </w:p>
          <w:p w:rsidRPr="00032A19" w:rsidR="00032A19" w:rsidP="00032A19" w:rsidRDefault="00032A19" w14:paraId="4FE2BC54" w14:textId="77777777">
            <w:pPr>
              <w:pStyle w:val="Subtitle"/>
              <w:spacing w:before="100" w:after="100"/>
            </w:pPr>
            <w:r w:rsidRPr="00032A19">
              <w:t>2000 years</w:t>
            </w:r>
          </w:p>
          <w:p w:rsidRPr="00032A19" w:rsidR="00032A19" w:rsidP="00032A19" w:rsidRDefault="00032A19" w14:paraId="485FC785" w14:textId="77777777">
            <w:pPr>
              <w:pStyle w:val="Subtitle"/>
              <w:spacing w:before="100" w:after="100"/>
            </w:pPr>
            <w:r w:rsidRPr="00032A19">
              <w:t xml:space="preserve">oval </w:t>
            </w:r>
          </w:p>
          <w:p w:rsidR="00032A19" w:rsidP="00032A19" w:rsidRDefault="00032A19" w14:paraId="1D760D77" w14:textId="77777777">
            <w:pPr>
              <w:pStyle w:val="Subtitle"/>
              <w:spacing w:before="100" w:after="100"/>
            </w:pPr>
            <w:r w:rsidRPr="00032A19">
              <w:t>arena</w:t>
            </w:r>
          </w:p>
        </w:tc>
      </w:tr>
    </w:tbl>
    <w:p w:rsidR="00592249" w:rsidP="00592249" w:rsidRDefault="00592249" w14:paraId="799EAF96" w14:textId="77777777">
      <w:pPr>
        <w:pStyle w:val="Subtitle"/>
      </w:pPr>
    </w:p>
    <w:p w:rsidR="00032A19" w:rsidRDefault="00032A19" w14:paraId="57C30BF8" w14:textId="77777777">
      <w:pPr>
        <w:tabs>
          <w:tab w:val="clear" w:pos="1701"/>
        </w:tabs>
        <w:spacing w:after="0" w:line="240" w:lineRule="auto"/>
      </w:pPr>
      <w:r>
        <w:br w:type="page"/>
      </w:r>
    </w:p>
    <w:p w:rsidRPr="00AF21BC" w:rsidR="00032A19" w:rsidP="00032A19" w:rsidRDefault="00032A19" w14:paraId="70AF1A4F" w14:textId="77777777">
      <w:pPr>
        <w:pStyle w:val="Subtitle"/>
      </w:pPr>
      <w:r>
        <w:t xml:space="preserve">Lesson plan: Session 2 and 3 </w:t>
      </w:r>
    </w:p>
    <w:tbl>
      <w:tblPr>
        <w:tblStyle w:val="TableGrid"/>
        <w:tblW w:w="0" w:type="auto"/>
        <w:tblInd w:w="-5" w:type="dxa"/>
        <w:tblLook w:val="04A0" w:firstRow="1" w:lastRow="0" w:firstColumn="1" w:lastColumn="0" w:noHBand="0" w:noVBand="1"/>
      </w:tblPr>
      <w:tblGrid>
        <w:gridCol w:w="12616"/>
        <w:gridCol w:w="2835"/>
      </w:tblGrid>
      <w:tr w:rsidR="00032A19" w:rsidTr="00032A19" w14:paraId="67E1C187" w14:textId="77777777">
        <w:trPr>
          <w:trHeight w:val="414"/>
        </w:trPr>
        <w:tc>
          <w:tcPr>
            <w:tcW w:w="12616" w:type="dxa"/>
            <w:shd w:val="clear" w:color="auto" w:fill="002B28"/>
            <w:vAlign w:val="bottom"/>
          </w:tcPr>
          <w:p w:rsidRPr="00AF21BC" w:rsidR="00032A19" w:rsidP="00032A19" w:rsidRDefault="00032A19" w14:paraId="08913426" w14:textId="77777777">
            <w:pPr>
              <w:pStyle w:val="Subtitle"/>
              <w:spacing w:before="100" w:after="100"/>
              <w:jc w:val="center"/>
              <w:rPr>
                <w:rStyle w:val="SubtleEmphasis"/>
              </w:rPr>
            </w:pPr>
            <w:r>
              <w:rPr>
                <w:rStyle w:val="SubtleEmphasis"/>
              </w:rPr>
              <w:t>INTRODUCTION</w:t>
            </w:r>
          </w:p>
        </w:tc>
        <w:tc>
          <w:tcPr>
            <w:tcW w:w="2835" w:type="dxa"/>
            <w:shd w:val="clear" w:color="auto" w:fill="002B28"/>
          </w:tcPr>
          <w:p w:rsidRPr="00AF21BC" w:rsidR="00032A19" w:rsidP="00032A19" w:rsidRDefault="00032A19" w14:paraId="458A5B6A" w14:textId="77777777">
            <w:pPr>
              <w:pStyle w:val="Subtitle"/>
              <w:spacing w:before="100" w:after="100"/>
              <w:jc w:val="center"/>
              <w:rPr>
                <w:rStyle w:val="SubtleEmphasis"/>
              </w:rPr>
            </w:pPr>
            <w:r>
              <w:rPr>
                <w:rStyle w:val="SubtleEmphasis"/>
              </w:rPr>
              <w:t>VOCABULARY</w:t>
            </w:r>
          </w:p>
        </w:tc>
      </w:tr>
      <w:tr w:rsidR="00032A19" w:rsidTr="00032A19" w14:paraId="5DC22A91" w14:textId="77777777">
        <w:tc>
          <w:tcPr>
            <w:tcW w:w="12616" w:type="dxa"/>
          </w:tcPr>
          <w:p w:rsidRPr="00032A19" w:rsidR="00032A19" w:rsidP="00032A19" w:rsidRDefault="00032A19" w14:paraId="5ACA57F2" w14:textId="77777777">
            <w:pPr>
              <w:pStyle w:val="Subtitle"/>
              <w:spacing w:before="100" w:after="100"/>
            </w:pPr>
            <w:r w:rsidRPr="00032A19">
              <w:t>WATCH:</w:t>
            </w:r>
          </w:p>
          <w:p w:rsidR="00032A19" w:rsidP="00032A19" w:rsidRDefault="00032A19" w14:paraId="1F9CBB14" w14:textId="77777777">
            <w:pPr>
              <w:pStyle w:val="Subtitle"/>
              <w:spacing w:before="100" w:after="100"/>
            </w:pPr>
            <w:r w:rsidRPr="00032A19">
              <w:t xml:space="preserve">https://study.com/academy/lesson/video/roman-chariots-chariot-races-lesson-for-kids.html </w:t>
            </w:r>
          </w:p>
          <w:p w:rsidRPr="00032A19" w:rsidR="00032A19" w:rsidP="00032A19" w:rsidRDefault="00032A19" w14:paraId="5AC1B1C6" w14:textId="77777777">
            <w:pPr>
              <w:pStyle w:val="Subtitle"/>
              <w:spacing w:before="100" w:after="100"/>
            </w:pPr>
            <w:r w:rsidRPr="00032A19">
              <w:t>(It is American but the children can see the chariot and how to steer it…)</w:t>
            </w:r>
          </w:p>
          <w:p w:rsidRPr="00032A19" w:rsidR="00032A19" w:rsidP="00032A19" w:rsidRDefault="00032A19" w14:paraId="53CDEC05" w14:textId="77777777">
            <w:pPr>
              <w:pStyle w:val="Subtitle"/>
              <w:spacing w:before="100" w:after="100"/>
            </w:pPr>
          </w:p>
          <w:p w:rsidRPr="00032A19" w:rsidR="00032A19" w:rsidP="00032A19" w:rsidRDefault="00032A19" w14:paraId="1DE455A8" w14:textId="77777777">
            <w:pPr>
              <w:pStyle w:val="Subtitle"/>
              <w:spacing w:before="100" w:after="100"/>
            </w:pPr>
            <w:r w:rsidRPr="00032A19">
              <w:t>Walk the children to The Roman Circus for a visit</w:t>
            </w:r>
          </w:p>
          <w:p w:rsidRPr="00032A19" w:rsidR="00032A19" w:rsidP="00032A19" w:rsidRDefault="00032A19" w14:paraId="5BB6DFB4" w14:textId="77777777">
            <w:pPr>
              <w:pStyle w:val="Subtitle"/>
              <w:spacing w:before="100" w:after="100"/>
            </w:pPr>
            <w:r w:rsidRPr="00032A19">
              <w:t xml:space="preserve">Before the visit explain: </w:t>
            </w:r>
          </w:p>
          <w:p w:rsidRPr="00032A19" w:rsidR="00032A19" w:rsidP="00032A19" w:rsidRDefault="00032A19" w14:paraId="11B0D5C9" w14:textId="77777777">
            <w:pPr>
              <w:pStyle w:val="Subtitle"/>
              <w:spacing w:before="100" w:after="100"/>
            </w:pPr>
            <w:r w:rsidRPr="00032A19">
              <w:t>The chariots would race around seven laps of the stadium and the race would usually last around fifteen minutes. In a race, four teams (called factions) would race against each other. The sport was very competitive and could be very dangerous</w:t>
            </w:r>
          </w:p>
          <w:p w:rsidRPr="00032A19" w:rsidR="00032A19" w:rsidP="00032A19" w:rsidRDefault="00032A19" w14:paraId="480627E2" w14:textId="77777777">
            <w:pPr>
              <w:pStyle w:val="Subtitle"/>
              <w:spacing w:before="100" w:after="100"/>
            </w:pPr>
          </w:p>
          <w:p w:rsidRPr="00032A19" w:rsidR="00032A19" w:rsidP="00032A19" w:rsidRDefault="00000000" w14:paraId="2F34D4DB" w14:textId="77777777">
            <w:pPr>
              <w:pStyle w:val="Subtitle"/>
              <w:spacing w:before="100" w:after="100"/>
            </w:pPr>
            <w:hyperlink w:history="1" r:id="rId10">
              <w:r w:rsidRPr="00032A19" w:rsidR="00032A19">
                <w:rPr>
                  <w:rStyle w:val="Hyperlink"/>
                </w:rPr>
                <w:t>https://www.visitcolchester.com/listing/roman-circus-visitor-centre/119000101/</w:t>
              </w:r>
            </w:hyperlink>
          </w:p>
          <w:p w:rsidRPr="00032A19" w:rsidR="00032A19" w:rsidP="00032A19" w:rsidRDefault="00032A19" w14:paraId="18D6A18A" w14:textId="77777777">
            <w:pPr>
              <w:pStyle w:val="Subtitle"/>
              <w:spacing w:before="100" w:after="100"/>
            </w:pPr>
          </w:p>
          <w:p w:rsidRPr="00032A19" w:rsidR="00032A19" w:rsidP="00032A19" w:rsidRDefault="00032A19" w14:paraId="7CFFE5A6" w14:textId="77777777">
            <w:pPr>
              <w:pStyle w:val="Subtitle"/>
              <w:spacing w:before="100" w:after="100"/>
            </w:pPr>
            <w:r w:rsidRPr="00032A19">
              <w:t>As the children complete a unit about the Roman Circus in Year 1, just take them to the starting blocks outside the centre and discuss how this was where the chariots started their races.</w:t>
            </w:r>
          </w:p>
          <w:p w:rsidRPr="00032A19" w:rsidR="00032A19" w:rsidP="00032A19" w:rsidRDefault="00032A19" w14:paraId="001A0C31" w14:textId="77777777">
            <w:pPr>
              <w:pStyle w:val="Subtitle"/>
              <w:spacing w:before="100" w:after="100"/>
            </w:pPr>
          </w:p>
          <w:p w:rsidRPr="00032A19" w:rsidR="00032A19" w:rsidP="00032A19" w:rsidRDefault="00032A19" w14:paraId="02526316" w14:textId="77777777">
            <w:pPr>
              <w:pStyle w:val="Subtitle"/>
              <w:spacing w:before="100" w:after="100"/>
            </w:pPr>
            <w:r w:rsidRPr="00032A19">
              <w:t>How do we think the charioteers would be feeling?</w:t>
            </w:r>
          </w:p>
          <w:p w:rsidR="00032A19" w:rsidP="00032A19" w:rsidRDefault="00032A19" w14:paraId="2DAFE7B6" w14:textId="77777777">
            <w:pPr>
              <w:pStyle w:val="Subtitle"/>
              <w:spacing w:before="100" w:after="100"/>
            </w:pPr>
            <w:r w:rsidRPr="00032A19">
              <w:t>Why?</w:t>
            </w:r>
          </w:p>
        </w:tc>
        <w:tc>
          <w:tcPr>
            <w:tcW w:w="2835" w:type="dxa"/>
          </w:tcPr>
          <w:p w:rsidRPr="00032A19" w:rsidR="00032A19" w:rsidP="00032A19" w:rsidRDefault="00032A19" w14:paraId="5058F31E" w14:textId="77777777">
            <w:pPr>
              <w:pStyle w:val="Subtitle"/>
              <w:spacing w:before="100" w:after="100"/>
            </w:pPr>
            <w:r w:rsidRPr="00032A19">
              <w:t>chariot</w:t>
            </w:r>
          </w:p>
          <w:p w:rsidRPr="00032A19" w:rsidR="00032A19" w:rsidP="00032A19" w:rsidRDefault="00032A19" w14:paraId="7F73A0D2" w14:textId="77777777">
            <w:pPr>
              <w:pStyle w:val="Subtitle"/>
              <w:spacing w:before="100" w:after="100"/>
            </w:pPr>
            <w:r w:rsidRPr="00032A19">
              <w:t>entertainment</w:t>
            </w:r>
          </w:p>
          <w:p w:rsidRPr="00032A19" w:rsidR="00032A19" w:rsidP="00032A19" w:rsidRDefault="00032A19" w14:paraId="11ED957F" w14:textId="77777777">
            <w:pPr>
              <w:pStyle w:val="Subtitle"/>
              <w:spacing w:before="100" w:after="100"/>
            </w:pPr>
            <w:r w:rsidRPr="00032A19">
              <w:t xml:space="preserve">Romans </w:t>
            </w:r>
          </w:p>
          <w:p w:rsidRPr="00032A19" w:rsidR="00032A19" w:rsidP="00032A19" w:rsidRDefault="00032A19" w14:paraId="628CF0B1" w14:textId="77777777">
            <w:pPr>
              <w:pStyle w:val="Subtitle"/>
              <w:spacing w:before="100" w:after="100"/>
            </w:pPr>
            <w:r w:rsidRPr="00032A19">
              <w:t>long ago</w:t>
            </w:r>
          </w:p>
          <w:p w:rsidRPr="00032A19" w:rsidR="00032A19" w:rsidP="00032A19" w:rsidRDefault="00032A19" w14:paraId="53FAA20C" w14:textId="77777777">
            <w:pPr>
              <w:pStyle w:val="Subtitle"/>
              <w:spacing w:before="100" w:after="100"/>
            </w:pPr>
            <w:r w:rsidRPr="00032A19">
              <w:t>the past</w:t>
            </w:r>
          </w:p>
          <w:p w:rsidRPr="00032A19" w:rsidR="00032A19" w:rsidP="00032A19" w:rsidRDefault="00032A19" w14:paraId="512787D7" w14:textId="77777777">
            <w:pPr>
              <w:pStyle w:val="Subtitle"/>
              <w:spacing w:before="100" w:after="100"/>
            </w:pPr>
            <w:r w:rsidRPr="00032A19">
              <w:t>2000 years</w:t>
            </w:r>
          </w:p>
          <w:p w:rsidRPr="00032A19" w:rsidR="00032A19" w:rsidP="00032A19" w:rsidRDefault="00032A19" w14:paraId="74932901" w14:textId="77777777">
            <w:pPr>
              <w:pStyle w:val="Subtitle"/>
              <w:spacing w:before="100" w:after="100"/>
            </w:pPr>
            <w:r w:rsidRPr="00032A19">
              <w:t xml:space="preserve">oval </w:t>
            </w:r>
          </w:p>
          <w:p w:rsidRPr="00032A19" w:rsidR="00032A19" w:rsidP="00032A19" w:rsidRDefault="00032A19" w14:paraId="4C990CC4" w14:textId="77777777">
            <w:pPr>
              <w:pStyle w:val="Subtitle"/>
              <w:spacing w:before="100" w:after="100"/>
            </w:pPr>
            <w:r w:rsidRPr="00032A19">
              <w:t>arena</w:t>
            </w:r>
          </w:p>
          <w:p w:rsidRPr="00032A19" w:rsidR="00032A19" w:rsidP="00032A19" w:rsidRDefault="00032A19" w14:paraId="268B895B" w14:textId="77777777">
            <w:pPr>
              <w:pStyle w:val="Subtitle"/>
              <w:spacing w:before="100" w:after="100"/>
            </w:pPr>
            <w:r w:rsidRPr="00032A19">
              <w:t>starting blocks</w:t>
            </w:r>
          </w:p>
          <w:p w:rsidR="00032A19" w:rsidP="00032A19" w:rsidRDefault="00032A19" w14:paraId="52212CD8" w14:textId="77777777">
            <w:pPr>
              <w:pStyle w:val="Subtitle"/>
              <w:spacing w:before="100" w:after="100"/>
            </w:pPr>
            <w:r w:rsidRPr="00032A19">
              <w:t xml:space="preserve">horses </w:t>
            </w:r>
          </w:p>
        </w:tc>
      </w:tr>
    </w:tbl>
    <w:p w:rsidR="00032A19" w:rsidP="00032A19" w:rsidRDefault="00032A19" w14:paraId="7CE7DD2E" w14:textId="77777777">
      <w:pPr>
        <w:pStyle w:val="Subtitle"/>
      </w:pPr>
    </w:p>
    <w:p w:rsidR="00032A19" w:rsidRDefault="00032A19" w14:paraId="661D2C1D" w14:textId="77777777">
      <w:pPr>
        <w:tabs>
          <w:tab w:val="clear" w:pos="1701"/>
        </w:tabs>
        <w:spacing w:after="0" w:line="240" w:lineRule="auto"/>
        <w:rPr>
          <w:rFonts w:ascii="Chivo Light" w:hAnsi="Chivo Light" w:cs="Times New Roman (Headings CS)" w:eastAsiaTheme="majorEastAsia"/>
          <w:color w:val="002B28"/>
          <w:spacing w:val="-2"/>
          <w:sz w:val="22"/>
          <w:szCs w:val="28"/>
        </w:rPr>
      </w:pPr>
      <w:r>
        <w:br w:type="page"/>
      </w:r>
    </w:p>
    <w:p w:rsidRPr="00AF21BC" w:rsidR="00032A19" w:rsidP="00032A19" w:rsidRDefault="00032A19" w14:paraId="08323EDD" w14:textId="77777777">
      <w:pPr>
        <w:pStyle w:val="Subtitle"/>
      </w:pPr>
      <w:r>
        <w:t xml:space="preserve">Lesson plan: Session 4 </w:t>
      </w:r>
    </w:p>
    <w:tbl>
      <w:tblPr>
        <w:tblStyle w:val="TableGrid"/>
        <w:tblW w:w="0" w:type="auto"/>
        <w:tblInd w:w="-5" w:type="dxa"/>
        <w:tblLook w:val="04A0" w:firstRow="1" w:lastRow="0" w:firstColumn="1" w:lastColumn="0" w:noHBand="0" w:noVBand="1"/>
      </w:tblPr>
      <w:tblGrid>
        <w:gridCol w:w="12900"/>
        <w:gridCol w:w="2551"/>
      </w:tblGrid>
      <w:tr w:rsidR="00032A19" w:rsidTr="00A151EB" w14:paraId="42181015" w14:textId="77777777">
        <w:trPr>
          <w:trHeight w:val="414"/>
        </w:trPr>
        <w:tc>
          <w:tcPr>
            <w:tcW w:w="12900" w:type="dxa"/>
            <w:shd w:val="clear" w:color="auto" w:fill="002B28"/>
            <w:vAlign w:val="bottom"/>
          </w:tcPr>
          <w:p w:rsidRPr="00AF21BC" w:rsidR="00032A19" w:rsidP="00032A19" w:rsidRDefault="00032A19" w14:paraId="0AA24E19" w14:textId="77777777">
            <w:pPr>
              <w:pStyle w:val="Subtitle"/>
              <w:spacing w:before="100" w:after="100"/>
              <w:jc w:val="center"/>
              <w:rPr>
                <w:rStyle w:val="SubtleEmphasis"/>
              </w:rPr>
            </w:pPr>
            <w:r>
              <w:rPr>
                <w:rStyle w:val="SubtleEmphasis"/>
              </w:rPr>
              <w:t>INTRODUCTION</w:t>
            </w:r>
          </w:p>
        </w:tc>
        <w:tc>
          <w:tcPr>
            <w:tcW w:w="2551" w:type="dxa"/>
            <w:shd w:val="clear" w:color="auto" w:fill="002B28"/>
            <w:vAlign w:val="bottom"/>
          </w:tcPr>
          <w:p w:rsidRPr="00AF21BC" w:rsidR="00032A19" w:rsidP="00032A19" w:rsidRDefault="00032A19" w14:paraId="0F9AD633" w14:textId="77777777">
            <w:pPr>
              <w:pStyle w:val="Subtitle"/>
              <w:spacing w:before="100" w:after="100"/>
              <w:jc w:val="center"/>
              <w:rPr>
                <w:rStyle w:val="SubtleEmphasis"/>
              </w:rPr>
            </w:pPr>
            <w:r>
              <w:rPr>
                <w:rStyle w:val="SubtleEmphasis"/>
              </w:rPr>
              <w:t>VOCABULARY</w:t>
            </w:r>
          </w:p>
        </w:tc>
      </w:tr>
      <w:tr w:rsidR="00032A19" w:rsidTr="00A151EB" w14:paraId="4057BFEF" w14:textId="77777777">
        <w:tc>
          <w:tcPr>
            <w:tcW w:w="12900" w:type="dxa"/>
          </w:tcPr>
          <w:p w:rsidRPr="00032A19" w:rsidR="00032A19" w:rsidP="00032A19" w:rsidRDefault="00032A19" w14:paraId="302DE041" w14:textId="77777777">
            <w:pPr>
              <w:pStyle w:val="Subtitle"/>
              <w:spacing w:before="100" w:after="100"/>
            </w:pPr>
            <w:r>
              <w:t>WATCH</w:t>
            </w:r>
          </w:p>
          <w:p w:rsidRPr="00032A19" w:rsidR="00032A19" w:rsidP="00032A19" w:rsidRDefault="00000000" w14:paraId="6B00E34B" w14:textId="77777777">
            <w:pPr>
              <w:pStyle w:val="Subtitle"/>
              <w:spacing w:before="100" w:after="100"/>
            </w:pPr>
            <w:hyperlink w:history="1" r:id="rId11">
              <w:r w:rsidRPr="00032A19" w:rsidR="00032A19">
                <w:rPr>
                  <w:rStyle w:val="Hyperlink"/>
                </w:rPr>
                <w:t>https://www.youtube.com/watch?v=jsIlI_qc4aE</w:t>
              </w:r>
            </w:hyperlink>
          </w:p>
          <w:p w:rsidRPr="00032A19" w:rsidR="00032A19" w:rsidP="00032A19" w:rsidRDefault="00032A19" w14:paraId="1C1CB19B" w14:textId="77777777">
            <w:pPr>
              <w:pStyle w:val="Subtitle"/>
              <w:spacing w:before="100" w:after="100"/>
            </w:pPr>
          </w:p>
          <w:p w:rsidRPr="00032A19" w:rsidR="00032A19" w:rsidP="00032A19" w:rsidRDefault="00032A19" w14:paraId="13D63671" w14:textId="77777777">
            <w:pPr>
              <w:pStyle w:val="Subtitle"/>
              <w:spacing w:before="100" w:after="100"/>
            </w:pPr>
            <w:r w:rsidRPr="00032A19">
              <w:t>(This clip is from Disney but watch it before showing the children, as you may have sensitive children.)</w:t>
            </w:r>
          </w:p>
          <w:p w:rsidRPr="00032A19" w:rsidR="00032A19" w:rsidP="00032A19" w:rsidRDefault="00032A19" w14:paraId="1BF34A32" w14:textId="77777777">
            <w:pPr>
              <w:pStyle w:val="Subtitle"/>
              <w:spacing w:before="100" w:after="100"/>
            </w:pPr>
          </w:p>
          <w:p w:rsidRPr="00032A19" w:rsidR="00032A19" w:rsidP="00032A19" w:rsidRDefault="00032A19" w14:paraId="5F721C08" w14:textId="77777777">
            <w:pPr>
              <w:pStyle w:val="Subtitle"/>
              <w:spacing w:before="100" w:after="100"/>
            </w:pPr>
            <w:r w:rsidRPr="00032A19">
              <w:t>Take the children into the learning garden.</w:t>
            </w:r>
          </w:p>
          <w:p w:rsidRPr="00032A19" w:rsidR="00032A19" w:rsidP="00032A19" w:rsidRDefault="00032A19" w14:paraId="37AA3DC4" w14:textId="77777777">
            <w:pPr>
              <w:pStyle w:val="Subtitle"/>
              <w:spacing w:before="100" w:after="100"/>
            </w:pPr>
            <w:r w:rsidRPr="00032A19">
              <w:t>Remind them of their learning so far - Romans - who lived long, long ago and the entertainment of chariot racing that they enjoyed.</w:t>
            </w:r>
          </w:p>
          <w:p w:rsidRPr="00032A19" w:rsidR="00032A19" w:rsidP="00032A19" w:rsidRDefault="00032A19" w14:paraId="19106065" w14:textId="77777777">
            <w:pPr>
              <w:pStyle w:val="Subtitle"/>
              <w:spacing w:before="100" w:after="100"/>
            </w:pPr>
          </w:p>
          <w:p w:rsidRPr="00032A19" w:rsidR="00032A19" w:rsidP="00032A19" w:rsidRDefault="00032A19" w14:paraId="244ED484" w14:textId="77777777">
            <w:pPr>
              <w:pStyle w:val="Subtitle"/>
              <w:spacing w:before="100" w:after="100"/>
            </w:pPr>
            <w:r w:rsidRPr="00032A19">
              <w:t xml:space="preserve">Challenge: </w:t>
            </w:r>
          </w:p>
          <w:p w:rsidRPr="00032A19" w:rsidR="00032A19" w:rsidP="00032A19" w:rsidRDefault="00032A19" w14:paraId="7F3B8CEA" w14:textId="77777777">
            <w:pPr>
              <w:pStyle w:val="Subtitle"/>
              <w:spacing w:before="100" w:after="100"/>
            </w:pPr>
            <w:r w:rsidRPr="00032A19">
              <w:t>Can they create their own chariot (in teams of 4) out of junk modelling, large wooden building blocks etc…</w:t>
            </w:r>
          </w:p>
          <w:p w:rsidRPr="00032A19" w:rsidR="00032A19" w:rsidP="00032A19" w:rsidRDefault="00032A19" w14:paraId="2A99D95B" w14:textId="77777777">
            <w:pPr>
              <w:pStyle w:val="Subtitle"/>
              <w:spacing w:before="100" w:after="100"/>
            </w:pPr>
          </w:p>
          <w:p w:rsidRPr="00032A19" w:rsidR="00032A19" w:rsidP="00032A19" w:rsidRDefault="00032A19" w14:paraId="6B34448F" w14:textId="77777777">
            <w:pPr>
              <w:pStyle w:val="Subtitle"/>
              <w:spacing w:before="100" w:after="100"/>
            </w:pPr>
            <w:r w:rsidRPr="00032A19">
              <w:t>Can they think about the reins, where the horses would go and can they stand in it safely?</w:t>
            </w:r>
          </w:p>
          <w:p w:rsidRPr="00032A19" w:rsidR="00032A19" w:rsidP="00032A19" w:rsidRDefault="00032A19" w14:paraId="4F370D3F" w14:textId="77777777">
            <w:pPr>
              <w:pStyle w:val="Subtitle"/>
              <w:spacing w:before="100" w:after="100"/>
            </w:pPr>
          </w:p>
          <w:p w:rsidR="00032A19" w:rsidP="00032A19" w:rsidRDefault="00032A19" w14:paraId="0E0407ED" w14:textId="77777777">
            <w:pPr>
              <w:pStyle w:val="Subtitle"/>
              <w:spacing w:before="100" w:after="100"/>
            </w:pPr>
            <w:r w:rsidRPr="00032A19">
              <w:t>Take photos for evidence.</w:t>
            </w:r>
          </w:p>
        </w:tc>
        <w:tc>
          <w:tcPr>
            <w:tcW w:w="2551" w:type="dxa"/>
          </w:tcPr>
          <w:p w:rsidRPr="00032A19" w:rsidR="00032A19" w:rsidP="00032A19" w:rsidRDefault="00032A19" w14:paraId="4BB0C100" w14:textId="77777777">
            <w:pPr>
              <w:pStyle w:val="Subtitle"/>
              <w:spacing w:before="100" w:after="100"/>
            </w:pPr>
            <w:r w:rsidRPr="00032A19">
              <w:t>chariot</w:t>
            </w:r>
          </w:p>
          <w:p w:rsidRPr="00032A19" w:rsidR="00032A19" w:rsidP="00032A19" w:rsidRDefault="00032A19" w14:paraId="56E8F5CA" w14:textId="77777777">
            <w:pPr>
              <w:pStyle w:val="Subtitle"/>
              <w:spacing w:before="100" w:after="100"/>
            </w:pPr>
            <w:r w:rsidRPr="00032A19">
              <w:t>entertainment</w:t>
            </w:r>
          </w:p>
          <w:p w:rsidRPr="00032A19" w:rsidR="00032A19" w:rsidP="00032A19" w:rsidRDefault="00032A19" w14:paraId="422A2997" w14:textId="77777777">
            <w:pPr>
              <w:pStyle w:val="Subtitle"/>
              <w:spacing w:before="100" w:after="100"/>
            </w:pPr>
            <w:r w:rsidRPr="00032A19">
              <w:t>Roman</w:t>
            </w:r>
          </w:p>
          <w:p w:rsidRPr="00032A19" w:rsidR="00032A19" w:rsidP="00032A19" w:rsidRDefault="00032A19" w14:paraId="668A4C36" w14:textId="77777777">
            <w:pPr>
              <w:pStyle w:val="Subtitle"/>
              <w:spacing w:before="100" w:after="100"/>
            </w:pPr>
            <w:r w:rsidRPr="00032A19">
              <w:t>long ago</w:t>
            </w:r>
          </w:p>
          <w:p w:rsidRPr="00032A19" w:rsidR="00032A19" w:rsidP="00032A19" w:rsidRDefault="00032A19" w14:paraId="629AA2F5" w14:textId="77777777">
            <w:pPr>
              <w:pStyle w:val="Subtitle"/>
              <w:spacing w:before="100" w:after="100"/>
            </w:pPr>
            <w:r w:rsidRPr="00032A19">
              <w:t>the past</w:t>
            </w:r>
          </w:p>
          <w:p w:rsidRPr="00032A19" w:rsidR="00032A19" w:rsidP="00032A19" w:rsidRDefault="00032A19" w14:paraId="616A8E0F" w14:textId="77777777">
            <w:pPr>
              <w:pStyle w:val="Subtitle"/>
              <w:spacing w:before="100" w:after="100"/>
            </w:pPr>
            <w:r w:rsidRPr="00032A19">
              <w:t>2000 years</w:t>
            </w:r>
          </w:p>
          <w:p w:rsidRPr="00032A19" w:rsidR="00032A19" w:rsidP="00032A19" w:rsidRDefault="00032A19" w14:paraId="4FD8B55B" w14:textId="77777777">
            <w:pPr>
              <w:pStyle w:val="Subtitle"/>
              <w:spacing w:before="100" w:after="100"/>
            </w:pPr>
            <w:r w:rsidRPr="00032A19">
              <w:t xml:space="preserve">oval </w:t>
            </w:r>
          </w:p>
          <w:p w:rsidRPr="00032A19" w:rsidR="00032A19" w:rsidP="00032A19" w:rsidRDefault="00032A19" w14:paraId="47B25114" w14:textId="77777777">
            <w:pPr>
              <w:pStyle w:val="Subtitle"/>
              <w:spacing w:before="100" w:after="100"/>
            </w:pPr>
            <w:r w:rsidRPr="00032A19">
              <w:t>arena</w:t>
            </w:r>
          </w:p>
          <w:p w:rsidRPr="00032A19" w:rsidR="00032A19" w:rsidP="00032A19" w:rsidRDefault="00032A19" w14:paraId="1EDD511F" w14:textId="77777777">
            <w:pPr>
              <w:pStyle w:val="Subtitle"/>
              <w:spacing w:before="100" w:after="100"/>
            </w:pPr>
            <w:r w:rsidRPr="00032A19">
              <w:t>starting blocks</w:t>
            </w:r>
          </w:p>
          <w:p w:rsidRPr="00032A19" w:rsidR="00032A19" w:rsidP="00032A19" w:rsidRDefault="00032A19" w14:paraId="2B7DD879" w14:textId="77777777">
            <w:pPr>
              <w:pStyle w:val="Subtitle"/>
              <w:spacing w:before="100" w:after="100"/>
            </w:pPr>
            <w:r w:rsidRPr="00032A19">
              <w:t>horses</w:t>
            </w:r>
          </w:p>
          <w:p w:rsidR="00032A19" w:rsidP="00032A19" w:rsidRDefault="00032A19" w14:paraId="15E65501" w14:textId="77777777">
            <w:pPr>
              <w:pStyle w:val="Subtitle"/>
              <w:spacing w:before="100" w:after="100"/>
            </w:pPr>
          </w:p>
        </w:tc>
      </w:tr>
    </w:tbl>
    <w:p w:rsidR="00032A19" w:rsidP="00032A19" w:rsidRDefault="00032A19" w14:paraId="016B12FD" w14:textId="77777777">
      <w:pPr>
        <w:pStyle w:val="Subtitle"/>
      </w:pPr>
    </w:p>
    <w:p w:rsidRPr="00032A19" w:rsidR="00340FFD" w:rsidP="00032A19" w:rsidRDefault="00032A19" w14:paraId="03C41B40" w14:textId="77777777">
      <w:pPr>
        <w:tabs>
          <w:tab w:val="clear" w:pos="1701"/>
        </w:tabs>
        <w:spacing w:after="0" w:line="240" w:lineRule="auto"/>
        <w:rPr>
          <w:rFonts w:ascii="Chivo" w:hAnsi="Chivo" w:cs="Times New Roman (Headings CS)" w:eastAsiaTheme="majorEastAsia"/>
          <w:spacing w:val="-6"/>
          <w:kern w:val="28"/>
          <w:sz w:val="32"/>
          <w:szCs w:val="56"/>
        </w:rPr>
      </w:pPr>
      <w:r>
        <w:br w:type="page"/>
      </w:r>
    </w:p>
    <w:p w:rsidR="00340FFD" w:rsidP="00340FFD" w:rsidRDefault="00340FFD" w14:paraId="15562797" w14:textId="77777777">
      <w:pPr>
        <w:pStyle w:val="Title"/>
      </w:pPr>
      <w:r>
        <w:rPr>
          <w:noProof/>
        </w:rPr>
        <w:drawing>
          <wp:inline distT="0" distB="0" distL="0" distR="0" wp14:anchorId="55DE39C0" wp14:editId="495A65D3">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2C0118C9" wp14:editId="41209549">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rsidR="00032A19" w:rsidP="00032A19" w:rsidRDefault="00032A19" w14:paraId="253999D2" w14:textId="77777777">
      <w:pPr>
        <w:pStyle w:val="Title"/>
      </w:pPr>
    </w:p>
    <w:p w:rsidRPr="00F14CDB" w:rsidR="00032A19" w:rsidP="00032A19" w:rsidRDefault="00032A19" w14:paraId="2DCED3D6" w14:textId="77777777">
      <w:pPr>
        <w:pStyle w:val="Title"/>
        <w:rPr>
          <w:color w:val="002B28"/>
        </w:rPr>
      </w:pPr>
      <w:r w:rsidRPr="00F14CDB">
        <w:rPr>
          <w:color w:val="002B28"/>
        </w:rPr>
        <w:t>One Square Mile: Heritage on our Doorstep</w:t>
      </w:r>
    </w:p>
    <w:p w:rsidRPr="00F14CDB" w:rsidR="00032A19" w:rsidP="00032A19" w:rsidRDefault="00F14CDB" w14:paraId="72A17FF5" w14:textId="77777777">
      <w:pPr>
        <w:pStyle w:val="Title"/>
        <w:rPr>
          <w:color w:val="002B28"/>
        </w:rPr>
      </w:pPr>
      <w:r w:rsidRPr="00F14CDB">
        <w:rPr>
          <w:color w:val="002B28"/>
          <w:sz w:val="28"/>
          <w:szCs w:val="28"/>
        </w:rPr>
        <w:br/>
      </w:r>
      <w:r w:rsidRPr="00F14CDB" w:rsidR="00032A19">
        <w:rPr>
          <w:color w:val="002B28"/>
        </w:rPr>
        <w:t xml:space="preserve">St John’s Green Primary School </w:t>
      </w:r>
      <w:r>
        <w:rPr>
          <w:color w:val="002B28"/>
        </w:rPr>
        <w:br/>
      </w:r>
      <w:r w:rsidRPr="00F14CDB" w:rsidR="00032A19">
        <w:rPr>
          <w:color w:val="002B28"/>
        </w:rPr>
        <w:t>and National Lottery Heritage Fund</w:t>
      </w:r>
    </w:p>
    <w:p w:rsidRPr="00032A19" w:rsidR="00032A19" w:rsidP="00032A19" w:rsidRDefault="00032A19" w14:paraId="38B6DFF0" w14:textId="77777777"/>
    <w:p w:rsidRPr="00340FFD" w:rsidR="00340FFD" w:rsidP="00340FFD" w:rsidRDefault="00340FFD" w14:paraId="5AB9DB12" w14:textId="77777777"/>
    <w:p w:rsidRPr="00340FFD" w:rsidR="00340FFD" w:rsidP="00340FFD" w:rsidRDefault="00340FFD" w14:paraId="2716160F" w14:textId="77777777"/>
    <w:p w:rsidRPr="00AF21BC" w:rsidR="00AF21BC" w:rsidP="00AF21BC" w:rsidRDefault="00340FFD" w14:paraId="15591318" w14:textId="77777777">
      <w:pPr>
        <w:tabs>
          <w:tab w:val="clear" w:pos="1701"/>
          <w:tab w:val="left" w:pos="2655"/>
        </w:tabs>
      </w:pPr>
      <w:r>
        <w:t xml:space="preserve">  </w:t>
      </w:r>
    </w:p>
    <w:sectPr w:rsidRPr="00AF21BC" w:rsidR="00AF21BC" w:rsidSect="00340FFD">
      <w:headerReference w:type="default" r:id="rId14"/>
      <w:footerReference w:type="even" r:id="rId15"/>
      <w:footerReference w:type="default" r:id="rId16"/>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C0FD4" w:rsidP="00592249" w:rsidRDefault="000C0FD4" w14:paraId="089B29D4" w14:textId="77777777">
      <w:pPr>
        <w:spacing w:after="0" w:line="240" w:lineRule="auto"/>
      </w:pPr>
      <w:r>
        <w:separator/>
      </w:r>
    </w:p>
  </w:endnote>
  <w:endnote w:type="continuationSeparator" w:id="0">
    <w:p w:rsidR="000C0FD4" w:rsidP="00592249" w:rsidRDefault="000C0FD4" w14:paraId="78B6ED6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rsidR="00AF21BC" w:rsidP="001F28E9" w:rsidRDefault="00AF21BC" w14:paraId="7AE4225E"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AF21BC" w:rsidP="00AF21BC" w:rsidRDefault="00AF21BC" w14:paraId="1D07645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rsidRPr="00AF21BC" w:rsidR="00AF21BC" w:rsidP="001F28E9" w:rsidRDefault="00AF21BC" w14:paraId="47C4E6E7" w14:textId="77777777">
        <w:pPr>
          <w:pStyle w:val="Footer"/>
          <w:framePr w:wrap="none" w:hAnchor="margin" w:vAnchor="text"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rsidRPr="00AF21BC" w:rsidR="00AF21BC" w:rsidP="00AF21BC" w:rsidRDefault="00AF21BC" w14:paraId="67DB06CE" w14:textId="77777777">
    <w:pPr>
      <w:pStyle w:val="ListParagraph"/>
      <w:ind w:right="360"/>
      <w:rPr>
        <w:rStyle w:val="IntenseEmphasis"/>
      </w:rPr>
    </w:pPr>
    <w:r>
      <w:rPr>
        <w:noProof/>
      </w:rPr>
      <w:drawing>
        <wp:anchor distT="0" distB="0" distL="114300" distR="114300" simplePos="0" relativeHeight="251658240" behindDoc="0" locked="0" layoutInCell="1" allowOverlap="1" wp14:anchorId="7F064B39" wp14:editId="2F80D73F">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w:history="1" r:id="rId2">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C0FD4" w:rsidP="00592249" w:rsidRDefault="000C0FD4" w14:paraId="75606AAF" w14:textId="77777777">
      <w:pPr>
        <w:spacing w:after="0" w:line="240" w:lineRule="auto"/>
      </w:pPr>
      <w:r>
        <w:separator/>
      </w:r>
    </w:p>
  </w:footnote>
  <w:footnote w:type="continuationSeparator" w:id="0">
    <w:p w:rsidR="000C0FD4" w:rsidP="00592249" w:rsidRDefault="000C0FD4" w14:paraId="379375F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2249" w:rsidP="00AF21BC" w:rsidRDefault="00AF21BC" w14:paraId="5022F9B7" w14:textId="77777777">
    <w:pPr>
      <w:pStyle w:val="Subtitle"/>
      <w:tabs>
        <w:tab w:val="clear" w:pos="1701"/>
        <w:tab w:val="left" w:pos="1134"/>
        <w:tab w:val="left" w:pos="3402"/>
        <w:tab w:val="left" w:pos="11057"/>
      </w:tabs>
    </w:pPr>
    <w:r>
      <w:t>EYFS</w:t>
    </w:r>
    <w:r w:rsidR="00592249">
      <w:t xml:space="preserve"> </w:t>
    </w:r>
    <w:r>
      <w:tab/>
    </w:r>
    <w:r w:rsidR="00592249">
      <w:t>Topic</w:t>
    </w:r>
    <w:r>
      <w:t>: Chariots</w:t>
    </w:r>
    <w:r w:rsidR="00592249">
      <w:t xml:space="preserve"> </w:t>
    </w:r>
    <w:r>
      <w:tab/>
    </w:r>
    <w:r w:rsidR="00592249">
      <w:t>Period</w:t>
    </w:r>
    <w:r>
      <w:t>: Romans</w:t>
    </w:r>
    <w:r>
      <w:tab/>
    </w:r>
    <w:r>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8061C"/>
    <w:multiLevelType w:val="hybridMultilevel"/>
    <w:tmpl w:val="064CF022"/>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0535A5E"/>
    <w:multiLevelType w:val="hybridMultilevel"/>
    <w:tmpl w:val="FFFFFFFF"/>
    <w:lvl w:ilvl="0" w:tplc="08090001">
      <w:start w:val="1"/>
      <w:numFmt w:val="bullet"/>
      <w:lvlText w:val=""/>
      <w:lvlJc w:val="left"/>
      <w:pPr>
        <w:ind w:left="720" w:hanging="360"/>
      </w:pPr>
      <w:rPr>
        <w:rFonts w:hint="default" w:ascii="Symbol" w:hAnsi="Symbol"/>
      </w:rPr>
    </w:lvl>
    <w:lvl w:ilvl="1" w:tplc="59AA3134">
      <w:start w:val="43"/>
      <w:numFmt w:val="bullet"/>
      <w:lvlText w:val="•"/>
      <w:lvlJc w:val="left"/>
      <w:pPr>
        <w:ind w:left="1440" w:hanging="360"/>
      </w:pPr>
      <w:rPr>
        <w:rFonts w:hint="default" w:ascii="Avenir Next Demi Bold" w:hAnsi="Avenir Next Demi Bold" w:eastAsia="Times New Roman"/>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3D5A5FF6"/>
    <w:multiLevelType w:val="hybridMultilevel"/>
    <w:tmpl w:val="6F7AFF18"/>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num w:numId="1" w16cid:durableId="1801994681">
    <w:abstractNumId w:val="1"/>
  </w:num>
  <w:num w:numId="2" w16cid:durableId="611518143">
    <w:abstractNumId w:val="0"/>
  </w:num>
  <w:num w:numId="3" w16cid:durableId="156691731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91"/>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CCD"/>
    <w:rsid w:val="00032A19"/>
    <w:rsid w:val="000C0FD4"/>
    <w:rsid w:val="00125D55"/>
    <w:rsid w:val="002A0C60"/>
    <w:rsid w:val="00340FFD"/>
    <w:rsid w:val="00512CCD"/>
    <w:rsid w:val="00592249"/>
    <w:rsid w:val="005C7AE6"/>
    <w:rsid w:val="006B49B3"/>
    <w:rsid w:val="00793125"/>
    <w:rsid w:val="008057AD"/>
    <w:rsid w:val="00876041"/>
    <w:rsid w:val="009D0A5A"/>
    <w:rsid w:val="00A171C6"/>
    <w:rsid w:val="00AF21BC"/>
    <w:rsid w:val="00BB1D3C"/>
    <w:rsid w:val="00C455B9"/>
    <w:rsid w:val="00D43166"/>
    <w:rsid w:val="00DE6C90"/>
    <w:rsid w:val="00F14CDB"/>
    <w:rsid w:val="0D89F9D3"/>
    <w:rsid w:val="14C1C00A"/>
    <w:rsid w:val="2BA6DFFE"/>
    <w:rsid w:val="31DEA2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75A6E"/>
  <w15:chartTrackingRefBased/>
  <w15:docId w15:val="{96A443B8-73E3-9841-9F40-F388C70E158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lsdException w:name="heading 3" w:uiPriority="9" w:semiHidden="1" w:unhideWhenUsed="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Minories body"/>
    <w:rsid w:val="00876041"/>
    <w:pPr>
      <w:tabs>
        <w:tab w:val="left" w:pos="1701"/>
      </w:tabs>
      <w:spacing w:after="120" w:line="260" w:lineRule="exact"/>
    </w:pPr>
    <w:rPr>
      <w:rFonts w:ascii="Apercu Pro" w:hAnsi="Apercu Pro" w:eastAsiaTheme="minorEastAsia"/>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hAnsiTheme="minorHAnsi"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hAnsiTheme="minorHAnsi"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hAnsiTheme="minorHAnsi"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hAnsiTheme="minorHAnsi"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hAnsiTheme="minorHAnsi"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hAnsiTheme="minorHAnsi"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hAnsiTheme="minorHAnsi"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styleId="MinoriesSubtitle" w:customStyle="1">
    <w:name w:val="Minories Subtitle"/>
    <w:basedOn w:val="Header"/>
    <w:link w:val="MinoriesSubtitleChar"/>
    <w:rsid w:val="005C7AE6"/>
    <w:pPr>
      <w:spacing w:after="120" w:line="240" w:lineRule="exact"/>
    </w:pPr>
    <w:rPr>
      <w:rFonts w:cs="Times New Roman (Body CS)"/>
      <w:b/>
      <w:bCs/>
      <w:spacing w:val="40"/>
      <w:sz w:val="30"/>
      <w:szCs w:val="30"/>
    </w:rPr>
  </w:style>
  <w:style w:type="character" w:styleId="MinoriesSubtitleChar" w:customStyle="1">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styleId="HeaderChar" w:customStyle="1">
    <w:name w:val="Header Char"/>
    <w:basedOn w:val="DefaultParagraphFont"/>
    <w:link w:val="Header"/>
    <w:uiPriority w:val="99"/>
    <w:rsid w:val="005C7AE6"/>
    <w:rPr>
      <w:rFonts w:ascii="Apercu Pro" w:hAnsi="Apercu Pro"/>
      <w:sz w:val="21"/>
    </w:rPr>
  </w:style>
  <w:style w:type="paragraph" w:styleId="MinoriesTitle" w:customStyle="1">
    <w:name w:val="Minories Title"/>
    <w:basedOn w:val="Header"/>
    <w:link w:val="MinoriesTitleChar"/>
    <w:rsid w:val="00876041"/>
    <w:pPr>
      <w:spacing w:before="80" w:after="120" w:line="260" w:lineRule="exact"/>
    </w:pPr>
    <w:rPr>
      <w:rFonts w:cs="Times New Roman (Body CS)" w:eastAsiaTheme="minorHAnsi"/>
      <w:b/>
      <w:bCs/>
      <w:spacing w:val="40"/>
      <w:sz w:val="36"/>
      <w:szCs w:val="30"/>
    </w:rPr>
  </w:style>
  <w:style w:type="character" w:styleId="MinoriesTitleChar" w:customStyle="1">
    <w:name w:val="Minories Title Char"/>
    <w:basedOn w:val="HeaderChar"/>
    <w:link w:val="MinoriesTitle"/>
    <w:rsid w:val="00876041"/>
    <w:rPr>
      <w:rFonts w:ascii="Apercu Pro" w:hAnsi="Apercu Pro" w:cs="Times New Roman (Body CS)"/>
      <w:b/>
      <w:bCs/>
      <w:spacing w:val="40"/>
      <w:sz w:val="36"/>
      <w:szCs w:val="30"/>
    </w:rPr>
  </w:style>
  <w:style w:type="character" w:styleId="Heading1Char" w:customStyle="1">
    <w:name w:val="Heading 1 Char"/>
    <w:basedOn w:val="DefaultParagraphFont"/>
    <w:link w:val="Heading1"/>
    <w:uiPriority w:val="9"/>
    <w:rsid w:val="0059224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59224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styleId="Heading5Char" w:customStyle="1">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styleId="Heading6Char" w:customStyle="1">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styleId="Heading7Char" w:customStyle="1">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styleId="Heading8Char" w:customStyle="1">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styleId="Heading9Char" w:customStyle="1">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hAnsi="Chivo" w:cs="Times New Roman (Headings CS)" w:eastAsiaTheme="majorEastAsia"/>
      <w:spacing w:val="-6"/>
      <w:kern w:val="28"/>
      <w:sz w:val="56"/>
      <w:szCs w:val="56"/>
    </w:rPr>
  </w:style>
  <w:style w:type="character" w:styleId="TitleChar" w:customStyle="1">
    <w:name w:val="Title Char"/>
    <w:aliases w:val="OSM title Char"/>
    <w:basedOn w:val="DefaultParagraphFont"/>
    <w:link w:val="Title"/>
    <w:uiPriority w:val="10"/>
    <w:rsid w:val="00032A19"/>
    <w:rPr>
      <w:rFonts w:ascii="Chivo" w:hAnsi="Chivo" w:cs="Times New Roman (Headings CS)" w:eastAsiaTheme="majorEastAsia"/>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hAnsi="Chivo Light" w:cs="Times New Roman (Headings CS)" w:eastAsiaTheme="majorEastAsia"/>
      <w:color w:val="002B28"/>
      <w:spacing w:val="-2"/>
      <w:sz w:val="22"/>
      <w:szCs w:val="28"/>
    </w:rPr>
  </w:style>
  <w:style w:type="character" w:styleId="SubtitleChar" w:customStyle="1">
    <w:name w:val="Subtitle Char"/>
    <w:aliases w:val="Intro text Char"/>
    <w:basedOn w:val="DefaultParagraphFont"/>
    <w:link w:val="Subtitle"/>
    <w:uiPriority w:val="11"/>
    <w:rsid w:val="00592249"/>
    <w:rPr>
      <w:rFonts w:ascii="Chivo Light" w:hAnsi="Chivo Light" w:cs="Times New Roman (Headings CS)" w:eastAsiaTheme="majorEastAsia"/>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592249"/>
    <w:rPr>
      <w:rFonts w:ascii="Apercu Pro" w:hAnsi="Apercu Pro" w:eastAsiaTheme="minorEastAsia"/>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92249"/>
    <w:rPr>
      <w:rFonts w:ascii="Apercu Pro" w:hAnsi="Apercu Pro" w:eastAsiaTheme="minorEastAsia"/>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styleId="FooterChar" w:customStyle="1">
    <w:name w:val="Footer Char"/>
    <w:basedOn w:val="DefaultParagraphFont"/>
    <w:link w:val="Footer"/>
    <w:uiPriority w:val="99"/>
    <w:rsid w:val="00592249"/>
    <w:rPr>
      <w:rFonts w:ascii="Apercu Pro" w:hAnsi="Apercu Pro" w:eastAsiaTheme="minorEastAsia"/>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hAnsi="Chivo Light" w:eastAsia="Times New Roman"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jpeg" Id="rId8" /><Relationship Type="http://schemas.openxmlformats.org/officeDocument/2006/relationships/image" Target="media/image5.png" Id="rId13" /><Relationship Type="http://schemas.openxmlformats.org/officeDocument/2006/relationships/theme" Target="theme/theme1.xml" Id="rId18" /><Relationship Type="http://schemas.openxmlformats.org/officeDocument/2006/relationships/settings" Target="settings.xml" Id="rId3" /><Relationship Type="http://schemas.openxmlformats.org/officeDocument/2006/relationships/customXml" Target="../customXml/item3.xml" Id="rId21" /><Relationship Type="http://schemas.openxmlformats.org/officeDocument/2006/relationships/image" Target="media/image1.jpeg" Id="rId7" /><Relationship Type="http://schemas.openxmlformats.org/officeDocument/2006/relationships/image" Target="media/image4.png" Id="rId12" /><Relationship Type="http://schemas.openxmlformats.org/officeDocument/2006/relationships/fontTable" Target="fontTable.xml" Id="rId17" /><Relationship Type="http://schemas.openxmlformats.org/officeDocument/2006/relationships/styles" Target="styles.xml" Id="rId2" /><Relationship Type="http://schemas.openxmlformats.org/officeDocument/2006/relationships/footer" Target="footer2.xml" Id="rId16" /><Relationship Type="http://schemas.openxmlformats.org/officeDocument/2006/relationships/customXml" Target="../customXml/item2.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youtube.com/watch?v=jsIlI_qc4aE" TargetMode="External" Id="rId11" /><Relationship Type="http://schemas.openxmlformats.org/officeDocument/2006/relationships/footnotes" Target="footnotes.xml" Id="rId5" /><Relationship Type="http://schemas.openxmlformats.org/officeDocument/2006/relationships/footer" Target="footer1.xml" Id="rId15" /><Relationship Type="http://schemas.openxmlformats.org/officeDocument/2006/relationships/hyperlink" Target="https://www.visitcolchester.com/listing/roman-circus-visitor-centre/119000101/" TargetMode="External" Id="rId10" /><Relationship Type="http://schemas.openxmlformats.org/officeDocument/2006/relationships/customXml" Target="../customXml/item1.xml" Id="rId19" /><Relationship Type="http://schemas.openxmlformats.org/officeDocument/2006/relationships/webSettings" Target="webSettings.xml" Id="rId4" /><Relationship Type="http://schemas.openxmlformats.org/officeDocument/2006/relationships/image" Target="media/image3.jpeg" Id="rId9" /><Relationship Type="http://schemas.openxmlformats.org/officeDocument/2006/relationships/header" Target="header1.xml" Id="rId14" /></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e/Library/CloudStorage/GoogleDrive-ktgd89@gmail.com/My%20Drive/&#8226;%20Projects/2405%20One%20Square%20Mile/4.%20Implementation/Website%20content/Lesson%20Plans%20/Final%20Teachers%20Plans%20with%20comments/Reformatted/EYFS%20Chario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DC570F-546A-4A1E-BE56-7A5CC893AA96}"/>
</file>

<file path=customXml/itemProps2.xml><?xml version="1.0" encoding="utf-8"?>
<ds:datastoreItem xmlns:ds="http://schemas.openxmlformats.org/officeDocument/2006/customXml" ds:itemID="{2BBE2E42-647A-4444-B776-85E543FA7635}"/>
</file>

<file path=customXml/itemProps3.xml><?xml version="1.0" encoding="utf-8"?>
<ds:datastoreItem xmlns:ds="http://schemas.openxmlformats.org/officeDocument/2006/customXml" ds:itemID="{575789BA-BB8F-47ED-8752-13B4D850037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EYFS Chariots.dotx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Clare Skinner</lastModifiedBy>
  <revision>3</revision>
  <dcterms:created xsi:type="dcterms:W3CDTF">2024-08-27T21:39:00.0000000Z</dcterms:created>
  <dcterms:modified xsi:type="dcterms:W3CDTF">2024-10-01T10:37:38.8348993Z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