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592249" w:rsidP="00AF21BC" w:rsidRDefault="00032A19" w14:paraId="283BFEE3" w14:textId="77777777">
      <w:pPr>
        <w:pStyle w:val="Title"/>
      </w:pPr>
      <w:r>
        <w:t>Year: EYFS</w:t>
      </w:r>
      <w:r w:rsidR="00AF21BC">
        <w:t xml:space="preserve"> </w:t>
      </w:r>
    </w:p>
    <w:p w:rsidR="00AF21BC" w:rsidP="00AF21BC" w:rsidRDefault="00032A19" w14:paraId="20AE001E" w14:textId="77777777">
      <w:pPr>
        <w:pStyle w:val="Title"/>
      </w:pPr>
      <w:r>
        <w:t xml:space="preserve">Topic: </w:t>
      </w:r>
      <w:r w:rsidR="002808D5">
        <w:t>Jumbo</w:t>
      </w:r>
    </w:p>
    <w:p w:rsidRPr="00AF21BC" w:rsidR="00AF21BC" w:rsidP="00AF21BC" w:rsidRDefault="00032A19" w14:paraId="4E473479" w14:textId="77777777">
      <w:pPr>
        <w:pStyle w:val="Title"/>
      </w:pPr>
      <w:r>
        <w:t xml:space="preserve">Time Period: </w:t>
      </w:r>
      <w:r w:rsidR="002808D5">
        <w:t>Modern</w:t>
      </w:r>
    </w:p>
    <w:p w:rsidRPr="00592249" w:rsidR="00592249" w:rsidP="00592249" w:rsidRDefault="00592249" w14:paraId="1CB4DAEE" w14:textId="77777777">
      <w:pPr>
        <w:pStyle w:val="Title"/>
      </w:pPr>
    </w:p>
    <w:p w:rsidRPr="00032A19" w:rsidR="00032A19" w:rsidP="00F14CDB" w:rsidRDefault="00032A19" w14:paraId="613F8F30" w14:textId="133BC33A">
      <w:pPr>
        <w:pStyle w:val="Title"/>
        <w:spacing w:line="288" w:lineRule="auto"/>
        <w:ind w:left="360"/>
        <w:rPr>
          <w:rStyle w:val="Strong"/>
        </w:rPr>
      </w:pPr>
      <w:r w:rsidRPr="040BEE29" w:rsidR="05A249D8">
        <w:rPr>
          <w:rStyle w:val="Strong"/>
        </w:rPr>
        <w:t>Learning Outcomes</w:t>
      </w:r>
      <w:r w:rsidRPr="040BEE29" w:rsidR="00032A19">
        <w:rPr>
          <w:rStyle w:val="Strong"/>
        </w:rPr>
        <w:t>:</w:t>
      </w:r>
    </w:p>
    <w:p w:rsidRPr="00032A19" w:rsidR="00032A19" w:rsidP="00F14CDB" w:rsidRDefault="00032A19" w14:paraId="5E64FD27" w14:textId="77777777">
      <w:pPr>
        <w:pStyle w:val="Title"/>
        <w:numPr>
          <w:ilvl w:val="0"/>
          <w:numId w:val="3"/>
        </w:numPr>
        <w:spacing w:line="288" w:lineRule="auto"/>
        <w:rPr>
          <w:rStyle w:val="Strong"/>
        </w:rPr>
      </w:pPr>
      <w:r w:rsidRPr="00032A19">
        <w:rPr>
          <w:rStyle w:val="Strong"/>
        </w:rPr>
        <w:t>Talk about the lives of the people around them and their roles in society.</w:t>
      </w:r>
    </w:p>
    <w:p w:rsidRPr="00032A19" w:rsidR="00032A19" w:rsidP="00F14CDB" w:rsidRDefault="00032A19" w14:paraId="63509D67" w14:textId="77777777">
      <w:pPr>
        <w:pStyle w:val="Title"/>
        <w:numPr>
          <w:ilvl w:val="0"/>
          <w:numId w:val="3"/>
        </w:numPr>
        <w:spacing w:line="288" w:lineRule="auto"/>
        <w:rPr>
          <w:rStyle w:val="Strong"/>
        </w:rPr>
      </w:pPr>
      <w:r w:rsidRPr="00032A19">
        <w:rPr>
          <w:rStyle w:val="Strong"/>
        </w:rPr>
        <w:t xml:space="preserve">Know some similarities and differences between things in the past and now, </w:t>
      </w:r>
      <w:r w:rsidR="00F14CDB">
        <w:rPr>
          <w:rStyle w:val="Strong"/>
        </w:rPr>
        <w:br/>
      </w:r>
      <w:r w:rsidRPr="00032A19">
        <w:rPr>
          <w:rStyle w:val="Strong"/>
        </w:rPr>
        <w:t>drawing on their experiences and what has been read in class.</w:t>
      </w:r>
    </w:p>
    <w:p w:rsidRPr="00032A19" w:rsidR="00032A19" w:rsidP="00F14CDB" w:rsidRDefault="00032A19" w14:paraId="26B36943" w14:textId="77777777">
      <w:pPr>
        <w:pStyle w:val="Title"/>
        <w:numPr>
          <w:ilvl w:val="0"/>
          <w:numId w:val="3"/>
        </w:numPr>
        <w:spacing w:line="288" w:lineRule="auto"/>
        <w:rPr>
          <w:rStyle w:val="Strong"/>
        </w:rPr>
      </w:pPr>
      <w:r w:rsidRPr="00032A19">
        <w:rPr>
          <w:rStyle w:val="Strong"/>
        </w:rPr>
        <w:t xml:space="preserve">Understand the past through settings, characters and events encountered in </w:t>
      </w:r>
      <w:r w:rsidR="00F14CDB">
        <w:rPr>
          <w:rStyle w:val="Strong"/>
        </w:rPr>
        <w:br/>
      </w:r>
      <w:r w:rsidRPr="00032A19">
        <w:rPr>
          <w:rStyle w:val="Strong"/>
        </w:rPr>
        <w:t>books read in class and storytelling.</w:t>
      </w:r>
    </w:p>
    <w:p w:rsidRPr="00592249" w:rsidR="00592249" w:rsidP="00592249" w:rsidRDefault="00592249" w14:paraId="4BD9F7F2" w14:textId="77777777">
      <w:pPr>
        <w:pStyle w:val="Title"/>
      </w:pPr>
    </w:p>
    <w:p w:rsidR="00AF21BC" w:rsidRDefault="00AF21BC" w14:paraId="0409D922" w14:textId="77777777">
      <w:pPr>
        <w:tabs>
          <w:tab w:val="clear" w:pos="1701"/>
        </w:tabs>
        <w:spacing w:after="0" w:line="240" w:lineRule="auto"/>
        <w:rPr>
          <w:rFonts w:ascii="Chivo Light" w:hAnsi="Chivo Light" w:cs="Times New Roman (Headings CS)" w:eastAsiaTheme="majorEastAsia"/>
          <w:color w:val="002B28"/>
          <w:spacing w:val="-2"/>
          <w:sz w:val="22"/>
          <w:szCs w:val="28"/>
        </w:rPr>
      </w:pPr>
      <w:r>
        <w:br w:type="page"/>
      </w:r>
    </w:p>
    <w:p w:rsidRPr="00AF21BC" w:rsidR="00592249" w:rsidP="00AF21BC" w:rsidRDefault="00AF21BC" w14:paraId="08DB9524" w14:textId="77777777">
      <w:pPr>
        <w:pStyle w:val="Subtitle"/>
      </w:pPr>
      <w:r>
        <w:t xml:space="preserve">Lesson plan: Session 1 </w:t>
      </w:r>
    </w:p>
    <w:tbl>
      <w:tblPr>
        <w:tblStyle w:val="TableGrid"/>
        <w:tblW w:w="0" w:type="auto"/>
        <w:tblInd w:w="-5" w:type="dxa"/>
        <w:tblLook w:val="04A0" w:firstRow="1" w:lastRow="0" w:firstColumn="1" w:lastColumn="0" w:noHBand="0" w:noVBand="1"/>
      </w:tblPr>
      <w:tblGrid>
        <w:gridCol w:w="12900"/>
        <w:gridCol w:w="2551"/>
      </w:tblGrid>
      <w:tr w:rsidR="00032A19" w:rsidTr="040BEE29" w14:paraId="14582030" w14:textId="77777777">
        <w:trPr>
          <w:trHeight w:val="414"/>
        </w:trPr>
        <w:tc>
          <w:tcPr>
            <w:tcW w:w="12900" w:type="dxa"/>
            <w:shd w:val="clear" w:color="auto" w:fill="002B28"/>
            <w:tcMar/>
            <w:vAlign w:val="center"/>
          </w:tcPr>
          <w:p w:rsidRPr="00AF21BC" w:rsidR="00032A19" w:rsidP="00032A19" w:rsidRDefault="00032A19" w14:paraId="6AF54ADC" w14:textId="77777777">
            <w:pPr>
              <w:pStyle w:val="Subtitle"/>
              <w:spacing w:before="100" w:after="100"/>
              <w:jc w:val="center"/>
              <w:rPr>
                <w:rStyle w:val="SubtleEmphasis"/>
              </w:rPr>
            </w:pPr>
            <w:r>
              <w:rPr>
                <w:rStyle w:val="SubtleEmphasis"/>
              </w:rPr>
              <w:t>INTRODUCTION</w:t>
            </w:r>
          </w:p>
        </w:tc>
        <w:tc>
          <w:tcPr>
            <w:tcW w:w="2551" w:type="dxa"/>
            <w:shd w:val="clear" w:color="auto" w:fill="002B28"/>
            <w:tcMar/>
            <w:vAlign w:val="center"/>
          </w:tcPr>
          <w:p w:rsidRPr="00AF21BC" w:rsidR="00032A19" w:rsidP="00032A19" w:rsidRDefault="00032A19" w14:paraId="5F45D062" w14:textId="77777777">
            <w:pPr>
              <w:pStyle w:val="Subtitle"/>
              <w:spacing w:before="100" w:after="100"/>
              <w:jc w:val="center"/>
              <w:rPr>
                <w:rStyle w:val="SubtleEmphasis"/>
              </w:rPr>
            </w:pPr>
            <w:r>
              <w:rPr>
                <w:rStyle w:val="SubtleEmphasis"/>
              </w:rPr>
              <w:t>VOCABULARY</w:t>
            </w:r>
          </w:p>
        </w:tc>
      </w:tr>
      <w:tr w:rsidR="00032A19" w:rsidTr="040BEE29" w14:paraId="29095736" w14:textId="77777777">
        <w:tc>
          <w:tcPr>
            <w:tcW w:w="12900" w:type="dxa"/>
            <w:tcMar/>
          </w:tcPr>
          <w:p w:rsidRPr="002808D5" w:rsidR="002808D5" w:rsidP="002808D5" w:rsidRDefault="002808D5" w14:paraId="13D78A16" w14:textId="77777777">
            <w:pPr>
              <w:pStyle w:val="Subtitle"/>
              <w:spacing w:before="100" w:after="100"/>
            </w:pPr>
            <w:r w:rsidRPr="002808D5">
              <w:rPr>
                <w:b/>
                <w:u w:val="single"/>
              </w:rPr>
              <w:t xml:space="preserve">WOTD: Jumbo </w:t>
            </w:r>
          </w:p>
          <w:p w:rsidRPr="002808D5" w:rsidR="002808D5" w:rsidP="002808D5" w:rsidRDefault="002808D5" w14:paraId="4ED92DC1" w14:textId="77777777">
            <w:pPr>
              <w:pStyle w:val="Subtitle"/>
              <w:spacing w:before="100" w:after="100"/>
            </w:pPr>
            <w:r w:rsidRPr="002808D5">
              <w:t>Hook Lesson: Show the children the pictures of the different water towers including Jumbo. Ask children to think about what they could be? What were they used for? Do you recognise any? What do they look like? Similarities/differences?</w:t>
            </w:r>
          </w:p>
          <w:p w:rsidRPr="002808D5" w:rsidR="002808D5" w:rsidP="002808D5" w:rsidRDefault="002808D5" w14:paraId="7CBD350E" w14:textId="77777777">
            <w:pPr>
              <w:pStyle w:val="Subtitle"/>
              <w:spacing w:before="100" w:after="100"/>
            </w:pPr>
            <w:r w:rsidRPr="002808D5">
              <w:t xml:space="preserve">Children to then watch the animated video about the tower. Stopping to discuss facts. LSA to scribe on the flipchart. </w:t>
            </w:r>
            <w:hyperlink w:history="1" r:id="rId7">
              <w:r w:rsidRPr="002808D5">
                <w:rPr>
                  <w:rStyle w:val="Hyperlink"/>
                </w:rPr>
                <w:t>https://vimeo.com/353566965</w:t>
              </w:r>
            </w:hyperlink>
          </w:p>
          <w:p w:rsidRPr="002808D5" w:rsidR="002808D5" w:rsidP="002808D5" w:rsidRDefault="002808D5" w14:paraId="01A9422A" w14:textId="77777777">
            <w:pPr>
              <w:pStyle w:val="Subtitle"/>
              <w:spacing w:before="100" w:after="100"/>
            </w:pPr>
          </w:p>
          <w:p w:rsidRPr="002808D5" w:rsidR="002808D5" w:rsidP="002808D5" w:rsidRDefault="002808D5" w14:paraId="555C0446" w14:textId="77777777">
            <w:pPr>
              <w:pStyle w:val="Subtitle"/>
              <w:spacing w:before="100" w:after="100"/>
            </w:pPr>
            <w:r w:rsidRPr="002808D5">
              <w:t xml:space="preserve">Introduce the vocabulary (My Turn, Your Turn) and talk about the meaning of the words. </w:t>
            </w:r>
          </w:p>
          <w:p w:rsidRPr="002808D5" w:rsidR="002808D5" w:rsidP="002808D5" w:rsidRDefault="002808D5" w14:paraId="461CC20E" w14:textId="77777777">
            <w:pPr>
              <w:pStyle w:val="Subtitle"/>
              <w:spacing w:before="100" w:after="100"/>
            </w:pPr>
          </w:p>
          <w:p w:rsidRPr="002808D5" w:rsidR="002808D5" w:rsidP="002808D5" w:rsidRDefault="002808D5" w14:paraId="584D631C" w14:textId="77777777">
            <w:pPr>
              <w:pStyle w:val="Subtitle"/>
              <w:spacing w:before="100" w:after="100"/>
            </w:pPr>
            <w:r w:rsidRPr="002808D5">
              <w:t xml:space="preserve">Using the flip chart, ask the children to say some words which they can think of when they look at Jumbo. Scribe the words- can anyone think of a sentence? </w:t>
            </w:r>
          </w:p>
          <w:p w:rsidRPr="002808D5" w:rsidR="002808D5" w:rsidP="002808D5" w:rsidRDefault="002808D5" w14:paraId="2BE002B6" w14:textId="77777777">
            <w:pPr>
              <w:pStyle w:val="Subtitle"/>
              <w:spacing w:before="100" w:after="100"/>
            </w:pPr>
            <w:r w:rsidRPr="002808D5">
              <w:t xml:space="preserve">Model scribing (Shared Write) one of the sentences the children come up with. Emphasise counting the words and using sounds/phonics. </w:t>
            </w:r>
          </w:p>
          <w:p w:rsidRPr="002808D5" w:rsidR="002808D5" w:rsidP="002808D5" w:rsidRDefault="002808D5" w14:paraId="4BD4DC47" w14:textId="77777777">
            <w:pPr>
              <w:pStyle w:val="Subtitle"/>
              <w:spacing w:before="100" w:after="100"/>
            </w:pPr>
          </w:p>
          <w:p w:rsidRPr="002808D5" w:rsidR="002808D5" w:rsidP="002808D5" w:rsidRDefault="002808D5" w14:paraId="401379AB" w14:textId="77777777">
            <w:pPr>
              <w:pStyle w:val="Subtitle"/>
              <w:spacing w:before="100" w:after="100"/>
            </w:pPr>
          </w:p>
          <w:p w:rsidRPr="002808D5" w:rsidR="002808D5" w:rsidP="002808D5" w:rsidRDefault="002808D5" w14:paraId="462F61D9" w14:textId="77777777">
            <w:pPr>
              <w:pStyle w:val="Subtitle"/>
              <w:spacing w:before="100" w:after="100"/>
            </w:pPr>
            <w:r w:rsidRPr="002808D5">
              <w:rPr>
                <w:b/>
              </w:rPr>
              <w:t>CT activity</w:t>
            </w:r>
            <w:r w:rsidRPr="002808D5">
              <w:t xml:space="preserve">: </w:t>
            </w:r>
            <w:r w:rsidRPr="002808D5">
              <w:rPr>
                <w:b/>
              </w:rPr>
              <w:t xml:space="preserve"> </w:t>
            </w:r>
            <w:r w:rsidRPr="002808D5">
              <w:t>Children to describe the Jumbo water tower using wow words within their sentences.</w:t>
            </w:r>
          </w:p>
          <w:p w:rsidR="00032A19" w:rsidP="040BEE29" w:rsidRDefault="002808D5" w14:paraId="22C99BAC" w14:textId="6AC91FDA">
            <w:pPr>
              <w:pStyle w:val="Subtitle"/>
              <w:spacing w:before="100" w:after="100"/>
              <w:rPr>
                <w:b w:val="1"/>
                <w:bCs w:val="1"/>
              </w:rPr>
            </w:pPr>
          </w:p>
        </w:tc>
        <w:tc>
          <w:tcPr>
            <w:tcW w:w="2551" w:type="dxa"/>
            <w:tcMar/>
          </w:tcPr>
          <w:p w:rsidRPr="002808D5" w:rsidR="002808D5" w:rsidP="002808D5" w:rsidRDefault="002808D5" w14:paraId="2B65E728" w14:textId="77777777">
            <w:pPr>
              <w:pStyle w:val="Subtitle"/>
              <w:spacing w:before="100" w:after="100"/>
              <w:rPr>
                <w:bCs/>
              </w:rPr>
            </w:pPr>
            <w:r w:rsidRPr="002808D5">
              <w:rPr>
                <w:bCs/>
              </w:rPr>
              <w:t>landmark</w:t>
            </w:r>
          </w:p>
          <w:p w:rsidRPr="002808D5" w:rsidR="002808D5" w:rsidP="002808D5" w:rsidRDefault="002808D5" w14:paraId="7F61C2EB" w14:textId="77777777">
            <w:pPr>
              <w:pStyle w:val="Subtitle"/>
              <w:spacing w:before="100" w:after="100"/>
              <w:rPr>
                <w:bCs/>
              </w:rPr>
            </w:pPr>
            <w:r w:rsidRPr="002808D5">
              <w:rPr>
                <w:bCs/>
              </w:rPr>
              <w:t>Colchester</w:t>
            </w:r>
          </w:p>
          <w:p w:rsidRPr="002808D5" w:rsidR="002808D5" w:rsidP="002808D5" w:rsidRDefault="002808D5" w14:paraId="647FA5F5" w14:textId="77777777">
            <w:pPr>
              <w:pStyle w:val="Subtitle"/>
              <w:spacing w:before="100" w:after="100"/>
              <w:rPr>
                <w:bCs/>
              </w:rPr>
            </w:pPr>
            <w:r w:rsidRPr="002808D5">
              <w:rPr>
                <w:bCs/>
              </w:rPr>
              <w:t>city</w:t>
            </w:r>
          </w:p>
          <w:p w:rsidRPr="002808D5" w:rsidR="002808D5" w:rsidP="002808D5" w:rsidRDefault="002808D5" w14:paraId="100E9A1F" w14:textId="77777777">
            <w:pPr>
              <w:pStyle w:val="Subtitle"/>
              <w:spacing w:before="100" w:after="100"/>
              <w:rPr>
                <w:bCs/>
              </w:rPr>
            </w:pPr>
            <w:r w:rsidRPr="002808D5">
              <w:rPr>
                <w:bCs/>
              </w:rPr>
              <w:t>water</w:t>
            </w:r>
          </w:p>
          <w:p w:rsidRPr="002808D5" w:rsidR="002808D5" w:rsidP="002808D5" w:rsidRDefault="002808D5" w14:paraId="1B3B633E" w14:textId="77777777">
            <w:pPr>
              <w:pStyle w:val="Subtitle"/>
              <w:spacing w:before="100" w:after="100"/>
              <w:rPr>
                <w:bCs/>
              </w:rPr>
            </w:pPr>
            <w:r w:rsidRPr="002808D5">
              <w:rPr>
                <w:bCs/>
              </w:rPr>
              <w:t>building</w:t>
            </w:r>
          </w:p>
          <w:p w:rsidRPr="002808D5" w:rsidR="002808D5" w:rsidP="002808D5" w:rsidRDefault="002808D5" w14:paraId="505AFC0B" w14:textId="77777777">
            <w:pPr>
              <w:pStyle w:val="Subtitle"/>
              <w:spacing w:before="100" w:after="100"/>
              <w:rPr>
                <w:bCs/>
              </w:rPr>
            </w:pPr>
            <w:r w:rsidRPr="002808D5">
              <w:rPr>
                <w:bCs/>
              </w:rPr>
              <w:t>tower</w:t>
            </w:r>
          </w:p>
          <w:p w:rsidRPr="002808D5" w:rsidR="002808D5" w:rsidP="002808D5" w:rsidRDefault="002808D5" w14:paraId="4D840684" w14:textId="77777777">
            <w:pPr>
              <w:pStyle w:val="Subtitle"/>
              <w:spacing w:before="100" w:after="100"/>
              <w:rPr>
                <w:bCs/>
              </w:rPr>
            </w:pPr>
            <w:r w:rsidRPr="002808D5">
              <w:rPr>
                <w:bCs/>
              </w:rPr>
              <w:t>bricks</w:t>
            </w:r>
          </w:p>
          <w:p w:rsidRPr="002808D5" w:rsidR="002808D5" w:rsidP="002808D5" w:rsidRDefault="002808D5" w14:paraId="5CFACB98" w14:textId="77777777">
            <w:pPr>
              <w:pStyle w:val="Subtitle"/>
              <w:spacing w:before="100" w:after="100"/>
              <w:rPr>
                <w:bCs/>
              </w:rPr>
            </w:pPr>
            <w:r w:rsidRPr="002808D5">
              <w:rPr>
                <w:bCs/>
              </w:rPr>
              <w:t>the past</w:t>
            </w:r>
          </w:p>
          <w:p w:rsidRPr="002808D5" w:rsidR="002808D5" w:rsidP="002808D5" w:rsidRDefault="002808D5" w14:paraId="1C6177AA" w14:textId="77777777">
            <w:pPr>
              <w:pStyle w:val="Subtitle"/>
              <w:spacing w:before="100" w:after="100"/>
              <w:rPr>
                <w:bCs/>
              </w:rPr>
            </w:pPr>
            <w:r w:rsidRPr="002808D5">
              <w:rPr>
                <w:bCs/>
              </w:rPr>
              <w:t>long ago</w:t>
            </w:r>
          </w:p>
          <w:p w:rsidR="00032A19" w:rsidP="00032A19" w:rsidRDefault="00032A19" w14:paraId="62386862" w14:textId="77777777">
            <w:pPr>
              <w:pStyle w:val="Subtitle"/>
              <w:spacing w:before="100" w:after="100"/>
            </w:pPr>
          </w:p>
        </w:tc>
      </w:tr>
    </w:tbl>
    <w:p w:rsidR="00592249" w:rsidP="00592249" w:rsidRDefault="00592249" w14:paraId="666383C3" w14:textId="77777777">
      <w:pPr>
        <w:pStyle w:val="Subtitle"/>
      </w:pPr>
    </w:p>
    <w:p w:rsidR="00032A19" w:rsidRDefault="00032A19" w14:paraId="12C2C52E" w14:textId="77777777">
      <w:pPr>
        <w:tabs>
          <w:tab w:val="clear" w:pos="1701"/>
        </w:tabs>
        <w:spacing w:after="0" w:line="240" w:lineRule="auto"/>
      </w:pPr>
      <w:r>
        <w:br w:type="page"/>
      </w:r>
    </w:p>
    <w:p w:rsidRPr="00AF21BC" w:rsidR="00032A19" w:rsidP="00032A19" w:rsidRDefault="00032A19" w14:paraId="55133A6B" w14:textId="77777777">
      <w:pPr>
        <w:pStyle w:val="Subtitle"/>
      </w:pPr>
      <w:r>
        <w:t xml:space="preserve">Lesson plan: Session 2 </w:t>
      </w:r>
    </w:p>
    <w:tbl>
      <w:tblPr>
        <w:tblStyle w:val="TableGrid"/>
        <w:tblW w:w="0" w:type="auto"/>
        <w:tblInd w:w="-5" w:type="dxa"/>
        <w:tblLook w:val="04A0" w:firstRow="1" w:lastRow="0" w:firstColumn="1" w:lastColumn="0" w:noHBand="0" w:noVBand="1"/>
      </w:tblPr>
      <w:tblGrid>
        <w:gridCol w:w="12616"/>
        <w:gridCol w:w="2835"/>
      </w:tblGrid>
      <w:tr w:rsidR="00032A19" w:rsidTr="11D4DC12" w14:paraId="20DA982D" w14:textId="77777777">
        <w:trPr>
          <w:trHeight w:val="414"/>
        </w:trPr>
        <w:tc>
          <w:tcPr>
            <w:tcW w:w="12616" w:type="dxa"/>
            <w:shd w:val="clear" w:color="auto" w:fill="002B28"/>
            <w:tcMar/>
            <w:vAlign w:val="bottom"/>
          </w:tcPr>
          <w:p w:rsidRPr="00AF21BC" w:rsidR="00032A19" w:rsidP="00032A19" w:rsidRDefault="00032A19" w14:paraId="5DB50A5D" w14:textId="77777777">
            <w:pPr>
              <w:pStyle w:val="Subtitle"/>
              <w:spacing w:before="100" w:after="100"/>
              <w:jc w:val="center"/>
              <w:rPr>
                <w:rStyle w:val="SubtleEmphasis"/>
              </w:rPr>
            </w:pPr>
            <w:r>
              <w:rPr>
                <w:rStyle w:val="SubtleEmphasis"/>
              </w:rPr>
              <w:t>INTRODUCTION</w:t>
            </w:r>
          </w:p>
        </w:tc>
        <w:tc>
          <w:tcPr>
            <w:tcW w:w="2835" w:type="dxa"/>
            <w:shd w:val="clear" w:color="auto" w:fill="002B28"/>
            <w:tcMar/>
          </w:tcPr>
          <w:p w:rsidRPr="00AF21BC" w:rsidR="00032A19" w:rsidP="00032A19" w:rsidRDefault="00032A19" w14:paraId="055B766B" w14:textId="77777777">
            <w:pPr>
              <w:pStyle w:val="Subtitle"/>
              <w:spacing w:before="100" w:after="100"/>
              <w:jc w:val="center"/>
              <w:rPr>
                <w:rStyle w:val="SubtleEmphasis"/>
              </w:rPr>
            </w:pPr>
            <w:r>
              <w:rPr>
                <w:rStyle w:val="SubtleEmphasis"/>
              </w:rPr>
              <w:t>VOCABULARY</w:t>
            </w:r>
          </w:p>
        </w:tc>
      </w:tr>
      <w:tr w:rsidR="00032A19" w:rsidTr="11D4DC12" w14:paraId="4A1B8D31" w14:textId="77777777">
        <w:tc>
          <w:tcPr>
            <w:tcW w:w="12616" w:type="dxa"/>
            <w:tcMar/>
          </w:tcPr>
          <w:p w:rsidRPr="002808D5" w:rsidR="002808D5" w:rsidP="002808D5" w:rsidRDefault="002808D5" w14:paraId="7D0CBDC0" w14:textId="77777777">
            <w:pPr>
              <w:pStyle w:val="Subtitle"/>
              <w:spacing w:before="100" w:after="100"/>
            </w:pPr>
            <w:r w:rsidRPr="002808D5">
              <w:rPr>
                <w:b/>
                <w:u w:val="single"/>
              </w:rPr>
              <w:t>WOTD: Tower</w:t>
            </w:r>
          </w:p>
          <w:p w:rsidRPr="002808D5" w:rsidR="002808D5" w:rsidP="002808D5" w:rsidRDefault="002808D5" w14:paraId="6CD872EC" w14:textId="77777777">
            <w:pPr>
              <w:pStyle w:val="Subtitle"/>
              <w:spacing w:before="100" w:after="100"/>
            </w:pPr>
            <w:r w:rsidRPr="002808D5">
              <w:t xml:space="preserve">Explain to the children that we are going to be looking at wow words this week. Show the children the new symbol on our writer’s toolkit. What do you think WOW words are? They are describing words that give us more information and make our sentences more exciting. </w:t>
            </w:r>
          </w:p>
          <w:p w:rsidRPr="002808D5" w:rsidR="002808D5" w:rsidP="002808D5" w:rsidRDefault="002808D5" w14:paraId="46BDB175" w14:textId="77777777">
            <w:pPr>
              <w:pStyle w:val="Subtitle"/>
              <w:spacing w:before="100" w:after="100"/>
            </w:pPr>
            <w:r w:rsidRPr="002808D5">
              <w:t>Show the children a picture of Jumbo. Encourage the children to think of a sentence about the tower making sure they use a WOW word. Share write a sentence together.</w:t>
            </w:r>
          </w:p>
          <w:p w:rsidRPr="002808D5" w:rsidR="002808D5" w:rsidP="002808D5" w:rsidRDefault="002808D5" w14:paraId="764DBABB" w14:textId="77777777">
            <w:pPr>
              <w:pStyle w:val="Subtitle"/>
              <w:spacing w:before="100" w:after="100"/>
            </w:pPr>
          </w:p>
          <w:p w:rsidRPr="002808D5" w:rsidR="002808D5" w:rsidP="002808D5" w:rsidRDefault="002808D5" w14:paraId="1F0180FC" w14:textId="77777777">
            <w:pPr>
              <w:pStyle w:val="Subtitle"/>
              <w:spacing w:before="100" w:after="100"/>
            </w:pPr>
          </w:p>
          <w:p w:rsidRPr="002808D5" w:rsidR="002808D5" w:rsidP="002808D5" w:rsidRDefault="002808D5" w14:paraId="17BE105A" w14:textId="77777777">
            <w:pPr>
              <w:pStyle w:val="Subtitle"/>
              <w:spacing w:before="100" w:after="100"/>
            </w:pPr>
            <w:r w:rsidRPr="002808D5">
              <w:t xml:space="preserve">Share the vocabulary (My Turn, Your Turn) and talk about the meaning of the words. </w:t>
            </w:r>
          </w:p>
          <w:p w:rsidRPr="002808D5" w:rsidR="002808D5" w:rsidP="002808D5" w:rsidRDefault="002808D5" w14:paraId="71860723" w14:textId="77777777">
            <w:pPr>
              <w:pStyle w:val="Subtitle"/>
              <w:spacing w:before="100" w:after="100"/>
            </w:pPr>
          </w:p>
          <w:p w:rsidRPr="002808D5" w:rsidR="002808D5" w:rsidP="002808D5" w:rsidRDefault="002808D5" w14:paraId="3DCCBDA1" w14:textId="77777777">
            <w:pPr>
              <w:pStyle w:val="Subtitle"/>
              <w:spacing w:before="100" w:after="100"/>
            </w:pPr>
            <w:r w:rsidRPr="002808D5">
              <w:t xml:space="preserve">Using the flip chart, ask the children to say some words which they can think of when they look at the large picture of Jumbo. Scribe the words- can anyone think of a sentence? </w:t>
            </w:r>
          </w:p>
          <w:p w:rsidRPr="002808D5" w:rsidR="002808D5" w:rsidP="002808D5" w:rsidRDefault="002808D5" w14:paraId="7293A353" w14:textId="77777777">
            <w:pPr>
              <w:pStyle w:val="Subtitle"/>
              <w:spacing w:before="100" w:after="100"/>
            </w:pPr>
            <w:r w:rsidRPr="002808D5">
              <w:t xml:space="preserve">Model scribing (Shared Write) the below sentence. Emphasise counting the words and using sounds/phonics. </w:t>
            </w:r>
          </w:p>
          <w:p w:rsidRPr="002808D5" w:rsidR="002808D5" w:rsidP="002808D5" w:rsidRDefault="002808D5" w14:paraId="24ED9F30" w14:textId="77777777">
            <w:pPr>
              <w:pStyle w:val="Subtitle"/>
              <w:spacing w:before="100" w:after="100"/>
            </w:pPr>
          </w:p>
          <w:p w:rsidRPr="002808D5" w:rsidR="002808D5" w:rsidP="002808D5" w:rsidRDefault="002808D5" w14:paraId="4B00CDD4" w14:textId="77777777">
            <w:pPr>
              <w:pStyle w:val="Subtitle"/>
              <w:spacing w:before="100" w:after="100"/>
            </w:pPr>
          </w:p>
          <w:p w:rsidRPr="002808D5" w:rsidR="002808D5" w:rsidP="002808D5" w:rsidRDefault="002808D5" w14:paraId="78E50C3D" w14:textId="77777777">
            <w:pPr>
              <w:pStyle w:val="Subtitle"/>
              <w:spacing w:before="100" w:after="100"/>
              <w:rPr>
                <w:b/>
              </w:rPr>
            </w:pPr>
            <w:r w:rsidRPr="002808D5">
              <w:rPr>
                <w:b/>
              </w:rPr>
              <w:t>The tower has big arches and a green roof.</w:t>
            </w:r>
          </w:p>
          <w:p w:rsidRPr="002808D5" w:rsidR="002808D5" w:rsidP="002808D5" w:rsidRDefault="002808D5" w14:paraId="06137248" w14:textId="77777777">
            <w:pPr>
              <w:pStyle w:val="Subtitle"/>
              <w:spacing w:before="100" w:after="100"/>
              <w:rPr>
                <w:b/>
              </w:rPr>
            </w:pPr>
          </w:p>
          <w:p w:rsidRPr="002808D5" w:rsidR="002808D5" w:rsidP="002808D5" w:rsidRDefault="002808D5" w14:paraId="3313D9D9" w14:textId="77777777">
            <w:pPr>
              <w:pStyle w:val="Subtitle"/>
              <w:spacing w:before="100" w:after="100"/>
            </w:pPr>
            <w:r w:rsidRPr="002808D5">
              <w:rPr>
                <w:b/>
              </w:rPr>
              <w:t>CT activity</w:t>
            </w:r>
            <w:r w:rsidRPr="002808D5">
              <w:t>: Children to describe the Jumbo water tower using wow words within their sentences.</w:t>
            </w:r>
          </w:p>
          <w:p w:rsidR="00032A19" w:rsidP="11D4DC12" w:rsidRDefault="002808D5" w14:paraId="1B991B52" w14:textId="1E85A911">
            <w:pPr>
              <w:pStyle w:val="Subtitle"/>
              <w:spacing w:before="100" w:after="100"/>
              <w:rPr>
                <w:b w:val="1"/>
                <w:bCs w:val="1"/>
              </w:rPr>
            </w:pPr>
          </w:p>
        </w:tc>
        <w:tc>
          <w:tcPr>
            <w:tcW w:w="2835" w:type="dxa"/>
            <w:tcMar/>
          </w:tcPr>
          <w:p w:rsidRPr="002808D5" w:rsidR="002808D5" w:rsidP="002808D5" w:rsidRDefault="002808D5" w14:paraId="5BB9E930" w14:textId="77777777">
            <w:pPr>
              <w:pStyle w:val="Subtitle"/>
              <w:spacing w:before="100" w:after="100"/>
              <w:rPr>
                <w:bCs/>
              </w:rPr>
            </w:pPr>
            <w:r w:rsidRPr="002808D5">
              <w:rPr>
                <w:bCs/>
              </w:rPr>
              <w:t>landmark</w:t>
            </w:r>
          </w:p>
          <w:p w:rsidRPr="002808D5" w:rsidR="002808D5" w:rsidP="002808D5" w:rsidRDefault="002808D5" w14:paraId="0633AC76" w14:textId="77777777">
            <w:pPr>
              <w:pStyle w:val="Subtitle"/>
              <w:spacing w:before="100" w:after="100"/>
              <w:rPr>
                <w:bCs/>
              </w:rPr>
            </w:pPr>
            <w:r w:rsidRPr="002808D5">
              <w:rPr>
                <w:bCs/>
              </w:rPr>
              <w:t>Colchester</w:t>
            </w:r>
          </w:p>
          <w:p w:rsidRPr="002808D5" w:rsidR="002808D5" w:rsidP="002808D5" w:rsidRDefault="002808D5" w14:paraId="076BCC10" w14:textId="77777777">
            <w:pPr>
              <w:pStyle w:val="Subtitle"/>
              <w:spacing w:before="100" w:after="100"/>
              <w:rPr>
                <w:bCs/>
              </w:rPr>
            </w:pPr>
            <w:r w:rsidRPr="002808D5">
              <w:rPr>
                <w:bCs/>
              </w:rPr>
              <w:t>city</w:t>
            </w:r>
          </w:p>
          <w:p w:rsidRPr="002808D5" w:rsidR="002808D5" w:rsidP="002808D5" w:rsidRDefault="002808D5" w14:paraId="4D804732" w14:textId="77777777">
            <w:pPr>
              <w:pStyle w:val="Subtitle"/>
              <w:spacing w:before="100" w:after="100"/>
              <w:rPr>
                <w:bCs/>
              </w:rPr>
            </w:pPr>
            <w:r w:rsidRPr="002808D5">
              <w:rPr>
                <w:bCs/>
              </w:rPr>
              <w:t>water</w:t>
            </w:r>
          </w:p>
          <w:p w:rsidRPr="002808D5" w:rsidR="002808D5" w:rsidP="002808D5" w:rsidRDefault="002808D5" w14:paraId="4D382AA5" w14:textId="77777777">
            <w:pPr>
              <w:pStyle w:val="Subtitle"/>
              <w:spacing w:before="100" w:after="100"/>
              <w:rPr>
                <w:bCs/>
              </w:rPr>
            </w:pPr>
            <w:r w:rsidRPr="002808D5">
              <w:rPr>
                <w:bCs/>
              </w:rPr>
              <w:t>building</w:t>
            </w:r>
          </w:p>
          <w:p w:rsidRPr="002808D5" w:rsidR="002808D5" w:rsidP="002808D5" w:rsidRDefault="002808D5" w14:paraId="7EC8E1D7" w14:textId="77777777">
            <w:pPr>
              <w:pStyle w:val="Subtitle"/>
              <w:spacing w:before="100" w:after="100"/>
              <w:rPr>
                <w:bCs/>
              </w:rPr>
            </w:pPr>
            <w:r w:rsidRPr="002808D5">
              <w:rPr>
                <w:bCs/>
              </w:rPr>
              <w:t>tower</w:t>
            </w:r>
          </w:p>
          <w:p w:rsidRPr="002808D5" w:rsidR="002808D5" w:rsidP="002808D5" w:rsidRDefault="002808D5" w14:paraId="7B8CF681" w14:textId="77777777">
            <w:pPr>
              <w:pStyle w:val="Subtitle"/>
              <w:spacing w:before="100" w:after="100"/>
            </w:pPr>
            <w:r w:rsidRPr="002808D5">
              <w:t>bricks</w:t>
            </w:r>
          </w:p>
          <w:p w:rsidRPr="002808D5" w:rsidR="002808D5" w:rsidP="002808D5" w:rsidRDefault="002808D5" w14:paraId="69D9A760" w14:textId="77777777">
            <w:pPr>
              <w:pStyle w:val="Subtitle"/>
              <w:spacing w:before="100" w:after="100"/>
              <w:rPr>
                <w:bCs/>
              </w:rPr>
            </w:pPr>
            <w:r w:rsidRPr="002808D5">
              <w:rPr>
                <w:bCs/>
              </w:rPr>
              <w:t>the past</w:t>
            </w:r>
          </w:p>
          <w:p w:rsidRPr="002808D5" w:rsidR="002808D5" w:rsidP="002808D5" w:rsidRDefault="002808D5" w14:paraId="5DF6F919" w14:textId="77777777">
            <w:pPr>
              <w:pStyle w:val="Subtitle"/>
              <w:spacing w:before="100" w:after="100"/>
              <w:rPr>
                <w:bCs/>
              </w:rPr>
            </w:pPr>
            <w:r w:rsidRPr="002808D5">
              <w:rPr>
                <w:bCs/>
              </w:rPr>
              <w:t>long ago</w:t>
            </w:r>
          </w:p>
          <w:p w:rsidR="00032A19" w:rsidP="00032A19" w:rsidRDefault="00032A19" w14:paraId="66BF0B26" w14:textId="77777777">
            <w:pPr>
              <w:pStyle w:val="Subtitle"/>
              <w:spacing w:before="100" w:after="100"/>
            </w:pPr>
          </w:p>
        </w:tc>
      </w:tr>
    </w:tbl>
    <w:p w:rsidR="00032A19" w:rsidP="00032A19" w:rsidRDefault="00032A19" w14:paraId="1E046938" w14:textId="77777777">
      <w:pPr>
        <w:pStyle w:val="Subtitle"/>
      </w:pPr>
    </w:p>
    <w:p w:rsidR="00032A19" w:rsidRDefault="00032A19" w14:paraId="2A4549B5" w14:textId="77777777">
      <w:pPr>
        <w:tabs>
          <w:tab w:val="clear" w:pos="1701"/>
        </w:tabs>
        <w:spacing w:after="0" w:line="240" w:lineRule="auto"/>
        <w:rPr>
          <w:rFonts w:ascii="Chivo Light" w:hAnsi="Chivo Light" w:cs="Times New Roman (Headings CS)" w:eastAsiaTheme="majorEastAsia"/>
          <w:color w:val="002B28"/>
          <w:spacing w:val="-2"/>
          <w:sz w:val="22"/>
          <w:szCs w:val="28"/>
        </w:rPr>
      </w:pPr>
      <w:r>
        <w:br w:type="page"/>
      </w:r>
    </w:p>
    <w:p w:rsidRPr="00AF21BC" w:rsidR="00032A19" w:rsidP="00032A19" w:rsidRDefault="00032A19" w14:paraId="3F297FB8" w14:textId="77777777">
      <w:pPr>
        <w:pStyle w:val="Subtitle"/>
      </w:pPr>
      <w:r>
        <w:t xml:space="preserve">Lesson plan: Session </w:t>
      </w:r>
      <w:r w:rsidR="002808D5">
        <w:t>3</w:t>
      </w:r>
    </w:p>
    <w:tbl>
      <w:tblPr>
        <w:tblStyle w:val="TableGrid"/>
        <w:tblW w:w="0" w:type="auto"/>
        <w:tblInd w:w="-5" w:type="dxa"/>
        <w:tblLook w:val="04A0" w:firstRow="1" w:lastRow="0" w:firstColumn="1" w:lastColumn="0" w:noHBand="0" w:noVBand="1"/>
      </w:tblPr>
      <w:tblGrid>
        <w:gridCol w:w="12900"/>
        <w:gridCol w:w="2551"/>
      </w:tblGrid>
      <w:tr w:rsidR="00032A19" w:rsidTr="11D4DC12" w14:paraId="25A4279D" w14:textId="77777777">
        <w:trPr>
          <w:trHeight w:val="414"/>
        </w:trPr>
        <w:tc>
          <w:tcPr>
            <w:tcW w:w="12900" w:type="dxa"/>
            <w:shd w:val="clear" w:color="auto" w:fill="002B28"/>
            <w:tcMar/>
            <w:vAlign w:val="bottom"/>
          </w:tcPr>
          <w:p w:rsidRPr="00AF21BC" w:rsidR="00032A19" w:rsidP="00032A19" w:rsidRDefault="00032A19" w14:paraId="36157CF4" w14:textId="77777777">
            <w:pPr>
              <w:pStyle w:val="Subtitle"/>
              <w:spacing w:before="100" w:after="100"/>
              <w:jc w:val="center"/>
              <w:rPr>
                <w:rStyle w:val="SubtleEmphasis"/>
              </w:rPr>
            </w:pPr>
            <w:r>
              <w:rPr>
                <w:rStyle w:val="SubtleEmphasis"/>
              </w:rPr>
              <w:t>INTRODUCTION</w:t>
            </w:r>
          </w:p>
        </w:tc>
        <w:tc>
          <w:tcPr>
            <w:tcW w:w="2551" w:type="dxa"/>
            <w:shd w:val="clear" w:color="auto" w:fill="002B28"/>
            <w:tcMar/>
            <w:vAlign w:val="bottom"/>
          </w:tcPr>
          <w:p w:rsidRPr="00AF21BC" w:rsidR="00032A19" w:rsidP="00032A19" w:rsidRDefault="00032A19" w14:paraId="71675E93" w14:textId="77777777">
            <w:pPr>
              <w:pStyle w:val="Subtitle"/>
              <w:spacing w:before="100" w:after="100"/>
              <w:jc w:val="center"/>
              <w:rPr>
                <w:rStyle w:val="SubtleEmphasis"/>
              </w:rPr>
            </w:pPr>
            <w:r>
              <w:rPr>
                <w:rStyle w:val="SubtleEmphasis"/>
              </w:rPr>
              <w:t>VOCABULARY</w:t>
            </w:r>
          </w:p>
        </w:tc>
      </w:tr>
      <w:tr w:rsidR="00032A19" w:rsidTr="11D4DC12" w14:paraId="258753D6" w14:textId="77777777">
        <w:tc>
          <w:tcPr>
            <w:tcW w:w="12900" w:type="dxa"/>
            <w:tcMar/>
          </w:tcPr>
          <w:p w:rsidRPr="002808D5" w:rsidR="002808D5" w:rsidP="002808D5" w:rsidRDefault="002808D5" w14:paraId="25906F67" w14:textId="77777777">
            <w:pPr>
              <w:pStyle w:val="Subtitle"/>
              <w:spacing w:before="100" w:after="100"/>
              <w:rPr>
                <w:b/>
              </w:rPr>
            </w:pPr>
            <w:r w:rsidRPr="002808D5">
              <w:rPr>
                <w:b/>
                <w:u w:val="single"/>
              </w:rPr>
              <w:t xml:space="preserve">WOTD: Structure </w:t>
            </w:r>
          </w:p>
          <w:p w:rsidRPr="002808D5" w:rsidR="002808D5" w:rsidP="002808D5" w:rsidRDefault="002808D5" w14:paraId="310E9331" w14:textId="77777777">
            <w:pPr>
              <w:pStyle w:val="Subtitle"/>
              <w:spacing w:before="100" w:after="100"/>
            </w:pPr>
          </w:p>
          <w:p w:rsidRPr="002808D5" w:rsidR="002808D5" w:rsidP="002808D5" w:rsidRDefault="00000000" w14:paraId="1731914D" w14:textId="77777777">
            <w:pPr>
              <w:pStyle w:val="Subtitle"/>
              <w:spacing w:before="100" w:after="100"/>
            </w:pPr>
            <w:hyperlink w:history="1" w:anchor="gallery0" r:id="rId8">
              <w:r w:rsidRPr="002808D5" w:rsidR="002808D5">
                <w:rPr>
                  <w:rStyle w:val="Hyperlink"/>
                </w:rPr>
                <w:t>https://www.gazette-news.co.uk/news/14619705.inside-jumbo-step-inside-the-most-iconic-building-on-colchesters-skyline/#gallery0</w:t>
              </w:r>
            </w:hyperlink>
          </w:p>
          <w:p w:rsidRPr="002808D5" w:rsidR="002808D5" w:rsidP="002808D5" w:rsidRDefault="002808D5" w14:paraId="639FE9EC" w14:textId="77777777">
            <w:pPr>
              <w:pStyle w:val="Subtitle"/>
              <w:spacing w:before="100" w:after="100"/>
            </w:pPr>
            <w:r w:rsidRPr="002808D5">
              <w:t>Using this website, show the children images from inside Jumbo. Is it what they expected?</w:t>
            </w:r>
          </w:p>
          <w:p w:rsidRPr="002808D5" w:rsidR="002808D5" w:rsidP="002808D5" w:rsidRDefault="002808D5" w14:paraId="08DDF05C" w14:textId="77777777">
            <w:pPr>
              <w:pStyle w:val="Subtitle"/>
              <w:spacing w:before="100" w:after="100"/>
            </w:pPr>
            <w:r w:rsidRPr="002808D5">
              <w:t xml:space="preserve">Share the vocabulary again (My Turn, Your Turn) and recap the meaning of the words. </w:t>
            </w:r>
          </w:p>
          <w:p w:rsidRPr="002808D5" w:rsidR="002808D5" w:rsidP="002808D5" w:rsidRDefault="002808D5" w14:paraId="455AA2EF" w14:textId="77777777">
            <w:pPr>
              <w:pStyle w:val="Subtitle"/>
              <w:spacing w:before="100" w:after="100"/>
            </w:pPr>
          </w:p>
          <w:p w:rsidRPr="002808D5" w:rsidR="002808D5" w:rsidP="002808D5" w:rsidRDefault="002808D5" w14:paraId="4129766D" w14:textId="77777777">
            <w:pPr>
              <w:pStyle w:val="Subtitle"/>
              <w:spacing w:before="100" w:after="100"/>
            </w:pPr>
          </w:p>
          <w:p w:rsidRPr="002808D5" w:rsidR="002808D5" w:rsidP="002808D5" w:rsidRDefault="002808D5" w14:paraId="6EB11800" w14:textId="77777777">
            <w:pPr>
              <w:pStyle w:val="Subtitle"/>
              <w:spacing w:before="100" w:after="100"/>
            </w:pPr>
            <w:r w:rsidRPr="002808D5">
              <w:t xml:space="preserve">Share Write the following sentence: </w:t>
            </w:r>
          </w:p>
          <w:p w:rsidRPr="002808D5" w:rsidR="002808D5" w:rsidP="002808D5" w:rsidRDefault="002808D5" w14:paraId="1AF2A121" w14:textId="77777777">
            <w:pPr>
              <w:pStyle w:val="Subtitle"/>
              <w:spacing w:before="100" w:after="100"/>
              <w:rPr>
                <w:b/>
                <w:iCs/>
              </w:rPr>
            </w:pPr>
            <w:r w:rsidRPr="002808D5">
              <w:rPr>
                <w:b/>
                <w:iCs/>
              </w:rPr>
              <w:t>There are lots of red bricks and stairs that go to the top.</w:t>
            </w:r>
          </w:p>
          <w:p w:rsidRPr="002808D5" w:rsidR="002808D5" w:rsidP="002808D5" w:rsidRDefault="002808D5" w14:paraId="691C1C78" w14:textId="77777777">
            <w:pPr>
              <w:pStyle w:val="Subtitle"/>
              <w:spacing w:before="100" w:after="100"/>
              <w:rPr>
                <w:b/>
                <w:iCs/>
              </w:rPr>
            </w:pPr>
          </w:p>
          <w:p w:rsidRPr="002808D5" w:rsidR="002808D5" w:rsidP="002808D5" w:rsidRDefault="002808D5" w14:paraId="767D0B3F" w14:textId="77777777">
            <w:pPr>
              <w:pStyle w:val="Subtitle"/>
              <w:spacing w:before="100" w:after="100"/>
            </w:pPr>
            <w:r w:rsidRPr="002808D5">
              <w:rPr>
                <w:b/>
              </w:rPr>
              <w:t>CT activity</w:t>
            </w:r>
            <w:r w:rsidRPr="002808D5">
              <w:t>: Children to describe the Jumbo water tower using wow words within their sentences.</w:t>
            </w:r>
          </w:p>
          <w:p w:rsidR="00032A19" w:rsidP="11D4DC12" w:rsidRDefault="002808D5" w14:paraId="3625600E" w14:textId="7BE5D78B">
            <w:pPr>
              <w:pStyle w:val="Subtitle"/>
              <w:spacing w:before="100" w:after="100"/>
              <w:rPr>
                <w:b w:val="1"/>
                <w:bCs w:val="1"/>
              </w:rPr>
            </w:pPr>
          </w:p>
        </w:tc>
        <w:tc>
          <w:tcPr>
            <w:tcW w:w="2551" w:type="dxa"/>
            <w:tcMar/>
          </w:tcPr>
          <w:p w:rsidRPr="002808D5" w:rsidR="002808D5" w:rsidP="002808D5" w:rsidRDefault="002808D5" w14:paraId="52E2CFC7" w14:textId="77777777">
            <w:pPr>
              <w:pStyle w:val="Subtitle"/>
              <w:spacing w:before="100" w:after="100"/>
              <w:rPr>
                <w:bCs/>
              </w:rPr>
            </w:pPr>
            <w:r w:rsidRPr="002808D5">
              <w:rPr>
                <w:bCs/>
              </w:rPr>
              <w:t>landmark</w:t>
            </w:r>
          </w:p>
          <w:p w:rsidRPr="002808D5" w:rsidR="002808D5" w:rsidP="002808D5" w:rsidRDefault="002808D5" w14:paraId="6249E533" w14:textId="77777777">
            <w:pPr>
              <w:pStyle w:val="Subtitle"/>
              <w:spacing w:before="100" w:after="100"/>
              <w:rPr>
                <w:bCs/>
              </w:rPr>
            </w:pPr>
            <w:r w:rsidRPr="002808D5">
              <w:rPr>
                <w:bCs/>
              </w:rPr>
              <w:t>Colchester</w:t>
            </w:r>
          </w:p>
          <w:p w:rsidRPr="002808D5" w:rsidR="002808D5" w:rsidP="002808D5" w:rsidRDefault="002808D5" w14:paraId="47EAC28C" w14:textId="77777777">
            <w:pPr>
              <w:pStyle w:val="Subtitle"/>
              <w:spacing w:before="100" w:after="100"/>
              <w:rPr>
                <w:bCs/>
              </w:rPr>
            </w:pPr>
            <w:r w:rsidRPr="002808D5">
              <w:rPr>
                <w:bCs/>
              </w:rPr>
              <w:t>city</w:t>
            </w:r>
          </w:p>
          <w:p w:rsidRPr="002808D5" w:rsidR="002808D5" w:rsidP="002808D5" w:rsidRDefault="002808D5" w14:paraId="143659B7" w14:textId="77777777">
            <w:pPr>
              <w:pStyle w:val="Subtitle"/>
              <w:spacing w:before="100" w:after="100"/>
              <w:rPr>
                <w:bCs/>
              </w:rPr>
            </w:pPr>
            <w:r w:rsidRPr="002808D5">
              <w:rPr>
                <w:bCs/>
              </w:rPr>
              <w:t>water</w:t>
            </w:r>
          </w:p>
          <w:p w:rsidRPr="002808D5" w:rsidR="002808D5" w:rsidP="002808D5" w:rsidRDefault="002808D5" w14:paraId="041C87B1" w14:textId="77777777">
            <w:pPr>
              <w:pStyle w:val="Subtitle"/>
              <w:spacing w:before="100" w:after="100"/>
              <w:rPr>
                <w:bCs/>
              </w:rPr>
            </w:pPr>
            <w:r w:rsidRPr="002808D5">
              <w:rPr>
                <w:bCs/>
              </w:rPr>
              <w:t>building</w:t>
            </w:r>
          </w:p>
          <w:p w:rsidRPr="002808D5" w:rsidR="002808D5" w:rsidP="002808D5" w:rsidRDefault="002808D5" w14:paraId="558E4C58" w14:textId="77777777">
            <w:pPr>
              <w:pStyle w:val="Subtitle"/>
              <w:spacing w:before="100" w:after="100"/>
              <w:rPr>
                <w:bCs/>
              </w:rPr>
            </w:pPr>
            <w:r w:rsidRPr="002808D5">
              <w:rPr>
                <w:bCs/>
              </w:rPr>
              <w:t>tower</w:t>
            </w:r>
          </w:p>
          <w:p w:rsidRPr="002808D5" w:rsidR="002808D5" w:rsidP="002808D5" w:rsidRDefault="002808D5" w14:paraId="4F13AAE7" w14:textId="77777777">
            <w:pPr>
              <w:pStyle w:val="Subtitle"/>
              <w:spacing w:before="100" w:after="100"/>
            </w:pPr>
            <w:r w:rsidRPr="002808D5">
              <w:t>red</w:t>
            </w:r>
          </w:p>
          <w:p w:rsidRPr="002808D5" w:rsidR="002808D5" w:rsidP="002808D5" w:rsidRDefault="002808D5" w14:paraId="40903F14" w14:textId="77777777">
            <w:pPr>
              <w:pStyle w:val="Subtitle"/>
              <w:spacing w:before="100" w:after="100"/>
            </w:pPr>
            <w:r w:rsidRPr="002808D5">
              <w:t>bricks</w:t>
            </w:r>
          </w:p>
          <w:p w:rsidRPr="002808D5" w:rsidR="002808D5" w:rsidP="002808D5" w:rsidRDefault="002808D5" w14:paraId="78D0AFF7" w14:textId="77777777">
            <w:pPr>
              <w:pStyle w:val="Subtitle"/>
              <w:spacing w:before="100" w:after="100"/>
            </w:pPr>
            <w:r w:rsidRPr="002808D5">
              <w:t>stairs</w:t>
            </w:r>
          </w:p>
          <w:p w:rsidRPr="002808D5" w:rsidR="002808D5" w:rsidP="002808D5" w:rsidRDefault="002808D5" w14:paraId="78FB7E6E" w14:textId="77777777">
            <w:pPr>
              <w:pStyle w:val="Subtitle"/>
              <w:spacing w:before="100" w:after="100"/>
              <w:rPr>
                <w:bCs/>
              </w:rPr>
            </w:pPr>
            <w:r w:rsidRPr="002808D5">
              <w:rPr>
                <w:bCs/>
              </w:rPr>
              <w:t>the past</w:t>
            </w:r>
          </w:p>
          <w:p w:rsidRPr="002808D5" w:rsidR="002808D5" w:rsidP="002808D5" w:rsidRDefault="002808D5" w14:paraId="632E2AC9" w14:textId="77777777">
            <w:pPr>
              <w:pStyle w:val="Subtitle"/>
              <w:spacing w:before="100" w:after="100"/>
              <w:rPr>
                <w:bCs/>
              </w:rPr>
            </w:pPr>
            <w:r w:rsidRPr="002808D5">
              <w:rPr>
                <w:bCs/>
              </w:rPr>
              <w:t>long ago</w:t>
            </w:r>
          </w:p>
          <w:p w:rsidR="00032A19" w:rsidP="00032A19" w:rsidRDefault="00032A19" w14:paraId="7D2C3F5A" w14:textId="77777777">
            <w:pPr>
              <w:pStyle w:val="Subtitle"/>
              <w:spacing w:before="100" w:after="100"/>
            </w:pPr>
          </w:p>
        </w:tc>
      </w:tr>
    </w:tbl>
    <w:p w:rsidR="00032A19" w:rsidP="00032A19" w:rsidRDefault="00032A19" w14:paraId="53A8010C" w14:textId="77777777">
      <w:pPr>
        <w:pStyle w:val="Subtitle"/>
      </w:pPr>
    </w:p>
    <w:p w:rsidR="000A42C3" w:rsidRDefault="00032A19" w14:paraId="6F3D0E0F" w14:textId="77777777">
      <w:pPr>
        <w:tabs>
          <w:tab w:val="clear" w:pos="1701"/>
        </w:tabs>
        <w:spacing w:after="0" w:line="240" w:lineRule="auto"/>
      </w:pPr>
      <w:r>
        <w:br w:type="page"/>
      </w:r>
      <w:r w:rsidR="000A42C3">
        <w:br w:type="page"/>
      </w:r>
    </w:p>
    <w:p w:rsidRPr="00AF21BC" w:rsidR="000A42C3" w:rsidP="000A42C3" w:rsidRDefault="000A42C3" w14:paraId="14515A73" w14:textId="77777777">
      <w:pPr>
        <w:pStyle w:val="Subtitle"/>
      </w:pPr>
      <w:r>
        <w:t>Lesson plan: Session 4</w:t>
      </w:r>
    </w:p>
    <w:tbl>
      <w:tblPr>
        <w:tblStyle w:val="TableGrid"/>
        <w:tblW w:w="0" w:type="auto"/>
        <w:tblInd w:w="-5" w:type="dxa"/>
        <w:tblLook w:val="04A0" w:firstRow="1" w:lastRow="0" w:firstColumn="1" w:lastColumn="0" w:noHBand="0" w:noVBand="1"/>
      </w:tblPr>
      <w:tblGrid>
        <w:gridCol w:w="12900"/>
        <w:gridCol w:w="2551"/>
      </w:tblGrid>
      <w:tr w:rsidR="000A42C3" w:rsidTr="11D4DC12" w14:paraId="74ADD6BA" w14:textId="77777777">
        <w:trPr>
          <w:trHeight w:val="414"/>
        </w:trPr>
        <w:tc>
          <w:tcPr>
            <w:tcW w:w="12900" w:type="dxa"/>
            <w:shd w:val="clear" w:color="auto" w:fill="002B28"/>
            <w:tcMar/>
            <w:vAlign w:val="bottom"/>
          </w:tcPr>
          <w:p w:rsidRPr="00AF21BC" w:rsidR="000A42C3" w:rsidP="00A151EB" w:rsidRDefault="000A42C3" w14:paraId="1007B124" w14:textId="77777777">
            <w:pPr>
              <w:pStyle w:val="Subtitle"/>
              <w:spacing w:before="100" w:after="100"/>
              <w:jc w:val="center"/>
              <w:rPr>
                <w:rStyle w:val="SubtleEmphasis"/>
              </w:rPr>
            </w:pPr>
            <w:r>
              <w:rPr>
                <w:rStyle w:val="SubtleEmphasis"/>
              </w:rPr>
              <w:t>INTRODUCTION</w:t>
            </w:r>
          </w:p>
        </w:tc>
        <w:tc>
          <w:tcPr>
            <w:tcW w:w="2551" w:type="dxa"/>
            <w:shd w:val="clear" w:color="auto" w:fill="002B28"/>
            <w:tcMar/>
            <w:vAlign w:val="bottom"/>
          </w:tcPr>
          <w:p w:rsidRPr="00AF21BC" w:rsidR="000A42C3" w:rsidP="00A151EB" w:rsidRDefault="000A42C3" w14:paraId="122370DF" w14:textId="77777777">
            <w:pPr>
              <w:pStyle w:val="Subtitle"/>
              <w:spacing w:before="100" w:after="100"/>
              <w:jc w:val="center"/>
              <w:rPr>
                <w:rStyle w:val="SubtleEmphasis"/>
              </w:rPr>
            </w:pPr>
            <w:r>
              <w:rPr>
                <w:rStyle w:val="SubtleEmphasis"/>
              </w:rPr>
              <w:t>VOCABULARY</w:t>
            </w:r>
          </w:p>
        </w:tc>
      </w:tr>
      <w:tr w:rsidR="000A42C3" w:rsidTr="11D4DC12" w14:paraId="0C6242FD" w14:textId="77777777">
        <w:tc>
          <w:tcPr>
            <w:tcW w:w="12900" w:type="dxa"/>
            <w:tcMar/>
          </w:tcPr>
          <w:p w:rsidRPr="000A42C3" w:rsidR="000A42C3" w:rsidP="000A42C3" w:rsidRDefault="000A42C3" w14:paraId="4C1394DB" w14:textId="77777777">
            <w:pPr>
              <w:pStyle w:val="Subtitle"/>
              <w:spacing w:before="100" w:after="100"/>
              <w:rPr>
                <w:bCs/>
                <w:iCs/>
                <w:u w:val="single"/>
              </w:rPr>
            </w:pPr>
            <w:r w:rsidRPr="000A42C3">
              <w:rPr>
                <w:bCs/>
                <w:u w:val="single"/>
              </w:rPr>
              <w:t xml:space="preserve">WOTD: Peregrine </w:t>
            </w:r>
          </w:p>
          <w:p w:rsidRPr="000A42C3" w:rsidR="000A42C3" w:rsidP="11D4DC12" w:rsidRDefault="000A42C3" w14:paraId="264275FE" w14:textId="77777777">
            <w:pPr>
              <w:pStyle w:val="Subtitle"/>
              <w:spacing w:before="100" w:after="100"/>
              <w:rPr>
                <w:u w:val="none"/>
              </w:rPr>
            </w:pPr>
            <w:r w:rsidR="000A42C3">
              <w:rPr>
                <w:u w:val="none"/>
              </w:rPr>
              <w:t xml:space="preserve">Children to be reminded of the video and what the tower was used for a long, long time ago. It was a water tower and was filled up with water which was then transported to rich people’s houses using gravity and pipes. </w:t>
            </w:r>
          </w:p>
          <w:p w:rsidRPr="000A42C3" w:rsidR="000A42C3" w:rsidP="11D4DC12" w:rsidRDefault="000A42C3" w14:paraId="5EB56258" w14:textId="77777777">
            <w:pPr>
              <w:pStyle w:val="Subtitle"/>
              <w:spacing w:before="100" w:after="100"/>
              <w:rPr>
                <w:u w:val="none"/>
              </w:rPr>
            </w:pPr>
          </w:p>
          <w:p w:rsidRPr="000A42C3" w:rsidR="000A42C3" w:rsidP="11D4DC12" w:rsidRDefault="00000000" w14:paraId="6F8AB856" w14:textId="77777777">
            <w:pPr>
              <w:pStyle w:val="Subtitle"/>
              <w:spacing w:before="100" w:after="100"/>
              <w:rPr>
                <w:u w:val="none"/>
              </w:rPr>
            </w:pPr>
            <w:hyperlink r:id="R153f1fab234f44e4">
              <w:r w:rsidRPr="11D4DC12" w:rsidR="000A42C3">
                <w:rPr>
                  <w:rStyle w:val="Hyperlink"/>
                  <w:u w:val="none"/>
                </w:rPr>
                <w:t>https://jumbo.org.uk/jumbos-history/</w:t>
              </w:r>
            </w:hyperlink>
          </w:p>
          <w:p w:rsidRPr="000A42C3" w:rsidR="000A42C3" w:rsidP="11D4DC12" w:rsidRDefault="000A42C3" w14:paraId="37CEAA70" w14:textId="77777777">
            <w:pPr>
              <w:pStyle w:val="Subtitle"/>
              <w:spacing w:before="100" w:after="100"/>
              <w:rPr>
                <w:u w:val="none"/>
              </w:rPr>
            </w:pPr>
          </w:p>
          <w:p w:rsidRPr="000A42C3" w:rsidR="000A42C3" w:rsidP="11D4DC12" w:rsidRDefault="000A42C3" w14:paraId="0E6D5372" w14:textId="77777777">
            <w:pPr>
              <w:pStyle w:val="Subtitle"/>
              <w:spacing w:before="100" w:after="100"/>
              <w:rPr>
                <w:u w:val="none"/>
              </w:rPr>
            </w:pPr>
          </w:p>
          <w:p w:rsidRPr="000A42C3" w:rsidR="000A42C3" w:rsidP="11D4DC12" w:rsidRDefault="000A42C3" w14:paraId="1326FE34" w14:textId="77777777">
            <w:pPr>
              <w:pStyle w:val="Subtitle"/>
              <w:spacing w:before="100" w:after="100"/>
              <w:rPr>
                <w:u w:val="none"/>
              </w:rPr>
            </w:pPr>
            <w:r w:rsidR="000A42C3">
              <w:rPr>
                <w:u w:val="none"/>
              </w:rPr>
              <w:t>Share write the below sentence as a class remembering to include a WOW word.</w:t>
            </w:r>
          </w:p>
          <w:p w:rsidRPr="000A42C3" w:rsidR="000A42C3" w:rsidP="11D4DC12" w:rsidRDefault="000A42C3" w14:paraId="59F2D6CC" w14:textId="77777777">
            <w:pPr>
              <w:pStyle w:val="Subtitle"/>
              <w:spacing w:before="100" w:after="100"/>
              <w:rPr>
                <w:u w:val="none"/>
              </w:rPr>
            </w:pPr>
          </w:p>
          <w:p w:rsidRPr="000A42C3" w:rsidR="000A42C3" w:rsidP="11D4DC12" w:rsidRDefault="000A42C3" w14:paraId="54273C01" w14:textId="77777777">
            <w:pPr>
              <w:pStyle w:val="Subtitle"/>
              <w:spacing w:before="100" w:after="100"/>
              <w:rPr>
                <w:u w:val="none"/>
              </w:rPr>
            </w:pPr>
            <w:r w:rsidR="000A42C3">
              <w:rPr>
                <w:u w:val="none"/>
              </w:rPr>
              <w:t>The big tower had lots of water in it.</w:t>
            </w:r>
          </w:p>
          <w:p w:rsidRPr="000A42C3" w:rsidR="000A42C3" w:rsidP="11D4DC12" w:rsidRDefault="000A42C3" w14:paraId="0035E1C9" w14:textId="77777777">
            <w:pPr>
              <w:pStyle w:val="Subtitle"/>
              <w:spacing w:before="100" w:after="100"/>
              <w:rPr>
                <w:u w:val="none"/>
              </w:rPr>
            </w:pPr>
            <w:r w:rsidR="000A42C3">
              <w:rPr>
                <w:u w:val="none"/>
              </w:rPr>
              <w:t xml:space="preserve">Can the children think of </w:t>
            </w:r>
            <w:r w:rsidR="000A42C3">
              <w:rPr>
                <w:u w:val="none"/>
              </w:rPr>
              <w:t>anymore</w:t>
            </w:r>
            <w:r w:rsidR="000A42C3">
              <w:rPr>
                <w:u w:val="none"/>
              </w:rPr>
              <w:t xml:space="preserve"> sentences?</w:t>
            </w:r>
          </w:p>
          <w:p w:rsidRPr="000A42C3" w:rsidR="000A42C3" w:rsidP="11D4DC12" w:rsidRDefault="000A42C3" w14:paraId="2E239351" w14:textId="77777777">
            <w:pPr>
              <w:pStyle w:val="Subtitle"/>
              <w:spacing w:before="100" w:after="100"/>
              <w:rPr>
                <w:u w:val="none"/>
              </w:rPr>
            </w:pPr>
          </w:p>
          <w:p w:rsidRPr="000A42C3" w:rsidR="000A42C3" w:rsidP="11D4DC12" w:rsidRDefault="000A42C3" w14:paraId="25D76637" w14:textId="77777777">
            <w:pPr>
              <w:pStyle w:val="Subtitle"/>
              <w:spacing w:before="100" w:after="100"/>
              <w:rPr>
                <w:u w:val="none"/>
              </w:rPr>
            </w:pPr>
          </w:p>
          <w:p w:rsidRPr="000A42C3" w:rsidR="000A42C3" w:rsidP="11D4DC12" w:rsidRDefault="000A42C3" w14:paraId="53792166" w14:textId="77777777">
            <w:pPr>
              <w:pStyle w:val="Subtitle"/>
              <w:spacing w:before="100" w:after="100"/>
              <w:rPr>
                <w:u w:val="none"/>
              </w:rPr>
            </w:pPr>
            <w:r w:rsidR="000A42C3">
              <w:rPr>
                <w:u w:val="none"/>
              </w:rPr>
              <w:t>CT activity: Children to describe the Jumbo water tower using wow words within their sentences.</w:t>
            </w:r>
          </w:p>
          <w:p w:rsidR="000A42C3" w:rsidP="000A42C3" w:rsidRDefault="000A42C3" w14:paraId="69032297" w14:textId="41961E76">
            <w:pPr>
              <w:pStyle w:val="Subtitle"/>
              <w:spacing w:before="100" w:after="100"/>
              <w:rPr>
                <w:u w:val="none"/>
              </w:rPr>
            </w:pPr>
          </w:p>
        </w:tc>
        <w:tc>
          <w:tcPr>
            <w:tcW w:w="2551" w:type="dxa"/>
            <w:tcMar/>
          </w:tcPr>
          <w:p w:rsidRPr="000A42C3" w:rsidR="000A42C3" w:rsidP="000A42C3" w:rsidRDefault="000A42C3" w14:paraId="3852E135" w14:textId="77777777">
            <w:pPr>
              <w:pStyle w:val="Subtitle"/>
              <w:spacing w:before="100" w:after="100"/>
              <w:rPr>
                <w:bCs/>
              </w:rPr>
            </w:pPr>
            <w:r w:rsidRPr="000A42C3">
              <w:rPr>
                <w:bCs/>
              </w:rPr>
              <w:t>landmark</w:t>
            </w:r>
          </w:p>
          <w:p w:rsidRPr="000A42C3" w:rsidR="000A42C3" w:rsidP="000A42C3" w:rsidRDefault="000A42C3" w14:paraId="5E968CBD" w14:textId="77777777">
            <w:pPr>
              <w:pStyle w:val="Subtitle"/>
              <w:spacing w:before="100" w:after="100"/>
              <w:rPr>
                <w:bCs/>
              </w:rPr>
            </w:pPr>
            <w:r w:rsidRPr="000A42C3">
              <w:rPr>
                <w:bCs/>
              </w:rPr>
              <w:t>Colchester</w:t>
            </w:r>
          </w:p>
          <w:p w:rsidRPr="000A42C3" w:rsidR="000A42C3" w:rsidP="000A42C3" w:rsidRDefault="000A42C3" w14:paraId="50A20A5F" w14:textId="77777777">
            <w:pPr>
              <w:pStyle w:val="Subtitle"/>
              <w:spacing w:before="100" w:after="100"/>
              <w:rPr>
                <w:bCs/>
              </w:rPr>
            </w:pPr>
            <w:r w:rsidRPr="000A42C3">
              <w:rPr>
                <w:bCs/>
              </w:rPr>
              <w:t>city</w:t>
            </w:r>
          </w:p>
          <w:p w:rsidRPr="000A42C3" w:rsidR="000A42C3" w:rsidP="000A42C3" w:rsidRDefault="000A42C3" w14:paraId="7374C4F0" w14:textId="77777777">
            <w:pPr>
              <w:pStyle w:val="Subtitle"/>
              <w:spacing w:before="100" w:after="100"/>
              <w:rPr>
                <w:bCs/>
              </w:rPr>
            </w:pPr>
            <w:r w:rsidRPr="000A42C3">
              <w:rPr>
                <w:bCs/>
              </w:rPr>
              <w:t>water</w:t>
            </w:r>
          </w:p>
          <w:p w:rsidRPr="000A42C3" w:rsidR="000A42C3" w:rsidP="000A42C3" w:rsidRDefault="000A42C3" w14:paraId="61B410A4" w14:textId="77777777">
            <w:pPr>
              <w:pStyle w:val="Subtitle"/>
              <w:spacing w:before="100" w:after="100"/>
              <w:rPr>
                <w:bCs/>
              </w:rPr>
            </w:pPr>
            <w:r w:rsidRPr="000A42C3">
              <w:rPr>
                <w:bCs/>
              </w:rPr>
              <w:t>building</w:t>
            </w:r>
          </w:p>
          <w:p w:rsidRPr="000A42C3" w:rsidR="000A42C3" w:rsidP="000A42C3" w:rsidRDefault="000A42C3" w14:paraId="53EF3B2B" w14:textId="77777777">
            <w:pPr>
              <w:pStyle w:val="Subtitle"/>
              <w:spacing w:before="100" w:after="100"/>
              <w:rPr>
                <w:bCs/>
              </w:rPr>
            </w:pPr>
            <w:r w:rsidRPr="000A42C3">
              <w:rPr>
                <w:bCs/>
              </w:rPr>
              <w:t>tower</w:t>
            </w:r>
          </w:p>
          <w:p w:rsidRPr="000A42C3" w:rsidR="000A42C3" w:rsidP="000A42C3" w:rsidRDefault="000A42C3" w14:paraId="1BBDC76D" w14:textId="77777777">
            <w:pPr>
              <w:pStyle w:val="Subtitle"/>
              <w:spacing w:before="100" w:after="100"/>
              <w:rPr>
                <w:bCs/>
              </w:rPr>
            </w:pPr>
            <w:r w:rsidRPr="000A42C3">
              <w:rPr>
                <w:bCs/>
              </w:rPr>
              <w:t>the past</w:t>
            </w:r>
          </w:p>
          <w:p w:rsidRPr="000A42C3" w:rsidR="000A42C3" w:rsidP="000A42C3" w:rsidRDefault="000A42C3" w14:paraId="5A985C2A" w14:textId="77777777">
            <w:pPr>
              <w:pStyle w:val="Subtitle"/>
              <w:spacing w:before="100" w:after="100"/>
              <w:rPr>
                <w:bCs/>
              </w:rPr>
            </w:pPr>
            <w:r w:rsidRPr="000A42C3">
              <w:rPr>
                <w:bCs/>
              </w:rPr>
              <w:t>long ago</w:t>
            </w:r>
          </w:p>
          <w:p w:rsidR="000A42C3" w:rsidP="00A151EB" w:rsidRDefault="000A42C3" w14:paraId="2214A09C" w14:textId="77777777">
            <w:pPr>
              <w:pStyle w:val="Subtitle"/>
              <w:spacing w:before="100" w:after="100"/>
            </w:pPr>
          </w:p>
        </w:tc>
      </w:tr>
    </w:tbl>
    <w:p w:rsidR="000A42C3" w:rsidP="000A42C3" w:rsidRDefault="000A42C3" w14:paraId="30B08DDF" w14:textId="77777777">
      <w:pPr>
        <w:pStyle w:val="Subtitle"/>
      </w:pPr>
    </w:p>
    <w:p w:rsidRPr="00AF21BC" w:rsidR="000A42C3" w:rsidP="000A42C3" w:rsidRDefault="000A42C3" w14:paraId="003F7311" w14:textId="77777777">
      <w:pPr>
        <w:pStyle w:val="Subtitle"/>
      </w:pPr>
      <w:r>
        <w:br w:type="page"/>
      </w:r>
      <w:r>
        <w:t>Lesson plan: Session 5</w:t>
      </w:r>
    </w:p>
    <w:tbl>
      <w:tblPr>
        <w:tblStyle w:val="TableGrid"/>
        <w:tblW w:w="0" w:type="auto"/>
        <w:tblInd w:w="-5" w:type="dxa"/>
        <w:tblLook w:val="04A0" w:firstRow="1" w:lastRow="0" w:firstColumn="1" w:lastColumn="0" w:noHBand="0" w:noVBand="1"/>
      </w:tblPr>
      <w:tblGrid>
        <w:gridCol w:w="12900"/>
        <w:gridCol w:w="2551"/>
      </w:tblGrid>
      <w:tr w:rsidR="000A42C3" w:rsidTr="53F92008" w14:paraId="097DF20D" w14:textId="77777777">
        <w:trPr>
          <w:trHeight w:val="414"/>
        </w:trPr>
        <w:tc>
          <w:tcPr>
            <w:tcW w:w="12900" w:type="dxa"/>
            <w:shd w:val="clear" w:color="auto" w:fill="002B28"/>
            <w:tcMar/>
            <w:vAlign w:val="bottom"/>
          </w:tcPr>
          <w:p w:rsidRPr="00AF21BC" w:rsidR="000A42C3" w:rsidP="00A151EB" w:rsidRDefault="000A42C3" w14:paraId="1D2DF87E" w14:textId="77777777">
            <w:pPr>
              <w:pStyle w:val="Subtitle"/>
              <w:spacing w:before="100" w:after="100"/>
              <w:jc w:val="center"/>
              <w:rPr>
                <w:rStyle w:val="SubtleEmphasis"/>
              </w:rPr>
            </w:pPr>
            <w:r>
              <w:rPr>
                <w:rStyle w:val="SubtleEmphasis"/>
              </w:rPr>
              <w:t>INTRODUCTION</w:t>
            </w:r>
          </w:p>
        </w:tc>
        <w:tc>
          <w:tcPr>
            <w:tcW w:w="2551" w:type="dxa"/>
            <w:shd w:val="clear" w:color="auto" w:fill="002B28"/>
            <w:tcMar/>
            <w:vAlign w:val="bottom"/>
          </w:tcPr>
          <w:p w:rsidRPr="00AF21BC" w:rsidR="000A42C3" w:rsidP="00A151EB" w:rsidRDefault="000A42C3" w14:paraId="07A2BECA" w14:textId="77777777">
            <w:pPr>
              <w:pStyle w:val="Subtitle"/>
              <w:spacing w:before="100" w:after="100"/>
              <w:jc w:val="center"/>
              <w:rPr>
                <w:rStyle w:val="SubtleEmphasis"/>
              </w:rPr>
            </w:pPr>
            <w:r>
              <w:rPr>
                <w:rStyle w:val="SubtleEmphasis"/>
              </w:rPr>
              <w:t>VOCABULARY</w:t>
            </w:r>
          </w:p>
        </w:tc>
      </w:tr>
      <w:tr w:rsidR="000A42C3" w:rsidTr="53F92008" w14:paraId="4DEC7F42" w14:textId="77777777">
        <w:tc>
          <w:tcPr>
            <w:tcW w:w="12900" w:type="dxa"/>
            <w:tcMar/>
          </w:tcPr>
          <w:p w:rsidR="000A42C3" w:rsidP="000A42C3" w:rsidRDefault="000A42C3" w14:paraId="3FBB85B5" w14:textId="77777777">
            <w:pPr>
              <w:pStyle w:val="Subtitle"/>
              <w:spacing w:before="100" w:after="100"/>
              <w:rPr>
                <w:b/>
                <w:u w:val="single"/>
              </w:rPr>
            </w:pPr>
          </w:p>
          <w:p w:rsidR="000A42C3" w:rsidP="000A42C3" w:rsidRDefault="000A42C3" w14:paraId="1805584F" w14:textId="77777777">
            <w:pPr>
              <w:pStyle w:val="Subtitle"/>
              <w:spacing w:before="100" w:after="100"/>
              <w:rPr>
                <w:b/>
                <w:u w:val="single"/>
              </w:rPr>
            </w:pPr>
          </w:p>
          <w:p w:rsidR="000A42C3" w:rsidP="000A42C3" w:rsidRDefault="000A42C3" w14:paraId="2019833A" w14:textId="77777777">
            <w:pPr>
              <w:pStyle w:val="Subtitle"/>
              <w:spacing w:before="100" w:after="100"/>
              <w:rPr>
                <w:b/>
                <w:u w:val="single"/>
              </w:rPr>
            </w:pPr>
          </w:p>
          <w:p w:rsidR="000A42C3" w:rsidP="000A42C3" w:rsidRDefault="000A42C3" w14:paraId="0DCC0836" w14:textId="77777777">
            <w:pPr>
              <w:pStyle w:val="Subtitle"/>
              <w:spacing w:before="100" w:after="100"/>
              <w:rPr>
                <w:b/>
                <w:u w:val="single"/>
              </w:rPr>
            </w:pPr>
          </w:p>
          <w:p w:rsidRPr="000A42C3" w:rsidR="000A42C3" w:rsidP="000A42C3" w:rsidRDefault="000A42C3" w14:paraId="6763C5AC" w14:textId="77777777">
            <w:pPr>
              <w:pStyle w:val="Subtitle"/>
              <w:spacing w:before="100" w:after="100"/>
              <w:rPr>
                <w:b/>
                <w:u w:val="single"/>
              </w:rPr>
            </w:pPr>
            <w:r w:rsidRPr="000A42C3">
              <w:rPr>
                <w:b/>
                <w:noProof/>
                <w:u w:val="single"/>
              </w:rPr>
              <w:drawing>
                <wp:inline distT="0" distB="0" distL="0" distR="0" wp14:anchorId="3FE8A6D9" wp14:editId="5B559D62">
                  <wp:extent cx="1426845" cy="1066800"/>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6845" cy="1066800"/>
                          </a:xfrm>
                          <a:prstGeom prst="rect">
                            <a:avLst/>
                          </a:prstGeom>
                          <a:noFill/>
                          <a:ln>
                            <a:noFill/>
                          </a:ln>
                        </pic:spPr>
                      </pic:pic>
                    </a:graphicData>
                  </a:graphic>
                </wp:inline>
              </w:drawing>
            </w:r>
          </w:p>
          <w:p w:rsidRPr="000A42C3" w:rsidR="000A42C3" w:rsidP="000A42C3" w:rsidRDefault="000A42C3" w14:paraId="79A35151" w14:textId="77777777">
            <w:pPr>
              <w:pStyle w:val="Subtitle"/>
              <w:spacing w:before="100" w:after="100"/>
              <w:rPr>
                <w:u w:val="single"/>
              </w:rPr>
            </w:pPr>
            <w:r w:rsidRPr="000A42C3">
              <w:rPr>
                <w:u w:val="single"/>
              </w:rPr>
              <w:t>Source: Waymarking unknown artist</w:t>
            </w:r>
          </w:p>
          <w:p w:rsidRPr="000A42C3" w:rsidR="000A42C3" w:rsidP="000A42C3" w:rsidRDefault="000A42C3" w14:paraId="0973779B" w14:textId="77777777">
            <w:pPr>
              <w:pStyle w:val="Subtitle"/>
              <w:spacing w:before="100" w:after="100"/>
              <w:rPr>
                <w:u w:val="single"/>
              </w:rPr>
            </w:pPr>
          </w:p>
          <w:p w:rsidRPr="000A42C3" w:rsidR="000A42C3" w:rsidP="000A42C3" w:rsidRDefault="000A42C3" w14:paraId="2DC02D6E" w14:textId="77777777">
            <w:pPr>
              <w:pStyle w:val="Subtitle"/>
              <w:spacing w:before="100" w:after="100"/>
              <w:rPr>
                <w:iCs/>
                <w:u w:val="single"/>
              </w:rPr>
            </w:pPr>
            <w:r w:rsidRPr="000A42C3">
              <w:rPr>
                <w:u w:val="single"/>
              </w:rPr>
              <w:t>WOTD: Victorian</w:t>
            </w:r>
          </w:p>
          <w:p w:rsidRPr="000A42C3" w:rsidR="000A42C3" w:rsidP="53F92008" w:rsidRDefault="000A42C3" w14:paraId="409BB0AC" w14:textId="77777777">
            <w:pPr>
              <w:pStyle w:val="Subtitle"/>
              <w:spacing w:before="100" w:after="100"/>
              <w:rPr>
                <w:u w:val="none"/>
              </w:rPr>
            </w:pPr>
            <w:r w:rsidR="000A42C3">
              <w:rPr>
                <w:u w:val="none"/>
              </w:rPr>
              <w:t xml:space="preserve">Show the children the weathervane on the top of the water tower. What animal is it? Discuss as a class how the tower was named after an elephant at the London Zoo as it was so enormous compared to anything else around in that </w:t>
            </w:r>
            <w:r w:rsidR="000A42C3">
              <w:rPr>
                <w:u w:val="none"/>
              </w:rPr>
              <w:t>time</w:t>
            </w:r>
            <w:r w:rsidR="000A42C3">
              <w:rPr>
                <w:u w:val="none"/>
              </w:rPr>
              <w:t xml:space="preserve"> so it was named Jumbo</w:t>
            </w:r>
          </w:p>
          <w:p w:rsidRPr="000A42C3" w:rsidR="000A42C3" w:rsidP="53F92008" w:rsidRDefault="000A42C3" w14:paraId="2FD59CEA" w14:textId="77777777">
            <w:pPr>
              <w:pStyle w:val="Subtitle"/>
              <w:spacing w:before="100" w:after="100"/>
              <w:rPr>
                <w:u w:val="none"/>
              </w:rPr>
            </w:pPr>
          </w:p>
          <w:p w:rsidRPr="000A42C3" w:rsidR="000A42C3" w:rsidP="53F92008" w:rsidRDefault="000A42C3" w14:paraId="30F17C19" w14:textId="77777777">
            <w:pPr>
              <w:pStyle w:val="Subtitle"/>
              <w:spacing w:before="100" w:after="100"/>
              <w:rPr>
                <w:u w:val="none"/>
              </w:rPr>
            </w:pPr>
            <w:r w:rsidR="000A42C3">
              <w:rPr>
                <w:u w:val="none"/>
              </w:rPr>
              <w:t>Share write the below sentence as a class remembering to include a WOW word.</w:t>
            </w:r>
          </w:p>
          <w:p w:rsidRPr="000A42C3" w:rsidR="000A42C3" w:rsidP="53F92008" w:rsidRDefault="000A42C3" w14:paraId="3B32A2AC" w14:textId="77777777">
            <w:pPr>
              <w:pStyle w:val="Subtitle"/>
              <w:spacing w:before="100" w:after="100"/>
              <w:rPr>
                <w:u w:val="none"/>
              </w:rPr>
            </w:pPr>
          </w:p>
          <w:p w:rsidRPr="000A42C3" w:rsidR="000A42C3" w:rsidP="53F92008" w:rsidRDefault="000A42C3" w14:paraId="2097874A" w14:textId="77777777">
            <w:pPr>
              <w:pStyle w:val="Subtitle"/>
              <w:spacing w:before="100" w:after="100"/>
              <w:rPr>
                <w:u w:val="none"/>
              </w:rPr>
            </w:pPr>
            <w:r w:rsidR="000A42C3">
              <w:rPr>
                <w:u w:val="none"/>
              </w:rPr>
              <w:t>Jumbo was an elephant at the London Zoo.</w:t>
            </w:r>
          </w:p>
          <w:p w:rsidRPr="000A42C3" w:rsidR="000A42C3" w:rsidP="53F92008" w:rsidRDefault="000A42C3" w14:paraId="702DDD73" w14:textId="77777777">
            <w:pPr>
              <w:pStyle w:val="Subtitle"/>
              <w:spacing w:before="100" w:after="100"/>
              <w:rPr>
                <w:u w:val="none"/>
              </w:rPr>
            </w:pPr>
          </w:p>
          <w:p w:rsidRPr="000A42C3" w:rsidR="000A42C3" w:rsidP="53F92008" w:rsidRDefault="000A42C3" w14:paraId="2A956E21" w14:textId="77777777">
            <w:pPr>
              <w:pStyle w:val="Subtitle"/>
              <w:spacing w:before="100" w:after="100"/>
              <w:rPr>
                <w:u w:val="none"/>
              </w:rPr>
            </w:pPr>
          </w:p>
          <w:p w:rsidRPr="000A42C3" w:rsidR="000A42C3" w:rsidP="53F92008" w:rsidRDefault="000A42C3" w14:paraId="41AEAA4D" w14:textId="77777777">
            <w:pPr>
              <w:pStyle w:val="Subtitle"/>
              <w:spacing w:before="100" w:after="100"/>
              <w:rPr>
                <w:u w:val="none"/>
              </w:rPr>
            </w:pPr>
            <w:r w:rsidR="000A42C3">
              <w:rPr>
                <w:u w:val="none"/>
              </w:rPr>
              <w:t>CT activity: Children to describe the Jumbo water tower using wow words within their sentences.</w:t>
            </w:r>
          </w:p>
          <w:p w:rsidR="000A42C3" w:rsidP="53F92008" w:rsidRDefault="000A42C3" w14:paraId="64C81C4B" w14:textId="41E0EE60">
            <w:pPr>
              <w:pStyle w:val="Subtitle"/>
              <w:spacing w:before="100" w:after="100"/>
              <w:rPr>
                <w:u w:val="single"/>
              </w:rPr>
            </w:pPr>
          </w:p>
        </w:tc>
        <w:tc>
          <w:tcPr>
            <w:tcW w:w="2551" w:type="dxa"/>
            <w:tcMar/>
          </w:tcPr>
          <w:p w:rsidRPr="000A42C3" w:rsidR="000A42C3" w:rsidP="000A42C3" w:rsidRDefault="000A42C3" w14:paraId="6BF25EA8" w14:textId="77777777">
            <w:pPr>
              <w:pStyle w:val="Subtitle"/>
              <w:spacing w:before="100" w:after="100"/>
              <w:rPr>
                <w:bCs/>
              </w:rPr>
            </w:pPr>
            <w:r w:rsidRPr="000A42C3">
              <w:rPr>
                <w:bCs/>
              </w:rPr>
              <w:t>Landmark</w:t>
            </w:r>
          </w:p>
          <w:p w:rsidRPr="000A42C3" w:rsidR="000A42C3" w:rsidP="000A42C3" w:rsidRDefault="000A42C3" w14:paraId="4C264512" w14:textId="77777777">
            <w:pPr>
              <w:pStyle w:val="Subtitle"/>
              <w:spacing w:before="100" w:after="100"/>
              <w:rPr>
                <w:bCs/>
              </w:rPr>
            </w:pPr>
            <w:r w:rsidRPr="000A42C3">
              <w:rPr>
                <w:bCs/>
              </w:rPr>
              <w:t>Colchester</w:t>
            </w:r>
          </w:p>
          <w:p w:rsidRPr="000A42C3" w:rsidR="000A42C3" w:rsidP="000A42C3" w:rsidRDefault="000A42C3" w14:paraId="7334AEE9" w14:textId="77777777">
            <w:pPr>
              <w:pStyle w:val="Subtitle"/>
              <w:spacing w:before="100" w:after="100"/>
              <w:rPr>
                <w:bCs/>
              </w:rPr>
            </w:pPr>
            <w:r w:rsidRPr="000A42C3">
              <w:rPr>
                <w:bCs/>
              </w:rPr>
              <w:t>city</w:t>
            </w:r>
          </w:p>
          <w:p w:rsidRPr="000A42C3" w:rsidR="000A42C3" w:rsidP="000A42C3" w:rsidRDefault="000A42C3" w14:paraId="472705A6" w14:textId="77777777">
            <w:pPr>
              <w:pStyle w:val="Subtitle"/>
              <w:spacing w:before="100" w:after="100"/>
              <w:rPr>
                <w:bCs/>
              </w:rPr>
            </w:pPr>
            <w:r w:rsidRPr="000A42C3">
              <w:rPr>
                <w:bCs/>
              </w:rPr>
              <w:t>water</w:t>
            </w:r>
          </w:p>
          <w:p w:rsidRPr="000A42C3" w:rsidR="000A42C3" w:rsidP="000A42C3" w:rsidRDefault="000A42C3" w14:paraId="3F108573" w14:textId="77777777">
            <w:pPr>
              <w:pStyle w:val="Subtitle"/>
              <w:spacing w:before="100" w:after="100"/>
              <w:rPr>
                <w:bCs/>
              </w:rPr>
            </w:pPr>
            <w:r w:rsidRPr="000A42C3">
              <w:rPr>
                <w:bCs/>
              </w:rPr>
              <w:t>building</w:t>
            </w:r>
          </w:p>
          <w:p w:rsidRPr="000A42C3" w:rsidR="000A42C3" w:rsidP="000A42C3" w:rsidRDefault="000A42C3" w14:paraId="77DC65F0" w14:textId="77777777">
            <w:pPr>
              <w:pStyle w:val="Subtitle"/>
              <w:spacing w:before="100" w:after="100"/>
              <w:rPr>
                <w:bCs/>
              </w:rPr>
            </w:pPr>
            <w:r w:rsidRPr="000A42C3">
              <w:rPr>
                <w:bCs/>
              </w:rPr>
              <w:t>tower</w:t>
            </w:r>
          </w:p>
          <w:p w:rsidRPr="000A42C3" w:rsidR="000A42C3" w:rsidP="000A42C3" w:rsidRDefault="000A42C3" w14:paraId="5D3FAE3C" w14:textId="77777777">
            <w:pPr>
              <w:pStyle w:val="Subtitle"/>
              <w:spacing w:before="100" w:after="100"/>
              <w:rPr>
                <w:bCs/>
              </w:rPr>
            </w:pPr>
            <w:r w:rsidRPr="000A42C3">
              <w:rPr>
                <w:bCs/>
              </w:rPr>
              <w:t>the past</w:t>
            </w:r>
          </w:p>
          <w:p w:rsidRPr="000A42C3" w:rsidR="000A42C3" w:rsidP="000A42C3" w:rsidRDefault="000A42C3" w14:paraId="6F0C0BFC" w14:textId="77777777">
            <w:pPr>
              <w:pStyle w:val="Subtitle"/>
              <w:spacing w:before="100" w:after="100"/>
              <w:rPr>
                <w:bCs/>
              </w:rPr>
            </w:pPr>
            <w:r w:rsidRPr="000A42C3">
              <w:rPr>
                <w:bCs/>
              </w:rPr>
              <w:t>long ago</w:t>
            </w:r>
          </w:p>
          <w:p w:rsidR="000A42C3" w:rsidP="00A151EB" w:rsidRDefault="000A42C3" w14:paraId="3C34BABB" w14:textId="77777777">
            <w:pPr>
              <w:pStyle w:val="Subtitle"/>
              <w:spacing w:before="100" w:after="100"/>
            </w:pPr>
          </w:p>
        </w:tc>
      </w:tr>
    </w:tbl>
    <w:p w:rsidR="000A42C3" w:rsidRDefault="000A42C3" w14:paraId="04DAF354" w14:textId="77777777">
      <w:pPr>
        <w:tabs>
          <w:tab w:val="clear" w:pos="1701"/>
        </w:tabs>
        <w:spacing w:after="0" w:line="240" w:lineRule="auto"/>
      </w:pPr>
    </w:p>
    <w:p w:rsidRPr="00032A19" w:rsidR="000A42C3" w:rsidP="000A42C3" w:rsidRDefault="000A42C3" w14:paraId="5EB583A7" w14:textId="77777777">
      <w:pPr>
        <w:tabs>
          <w:tab w:val="clear" w:pos="1701"/>
        </w:tabs>
        <w:spacing w:after="0" w:line="240" w:lineRule="auto"/>
        <w:rPr>
          <w:rFonts w:ascii="Chivo" w:hAnsi="Chivo" w:cs="Times New Roman (Headings CS)" w:eastAsiaTheme="majorEastAsia"/>
          <w:spacing w:val="-6"/>
          <w:kern w:val="28"/>
          <w:sz w:val="32"/>
          <w:szCs w:val="56"/>
        </w:rPr>
      </w:pPr>
    </w:p>
    <w:p w:rsidRPr="00032A19" w:rsidR="00340FFD" w:rsidP="00032A19" w:rsidRDefault="00340FFD" w14:paraId="748888F6" w14:textId="77777777">
      <w:pPr>
        <w:tabs>
          <w:tab w:val="clear" w:pos="1701"/>
        </w:tabs>
        <w:spacing w:after="0" w:line="240" w:lineRule="auto"/>
        <w:rPr>
          <w:rFonts w:ascii="Chivo" w:hAnsi="Chivo" w:cs="Times New Roman (Headings CS)" w:eastAsiaTheme="majorEastAsia"/>
          <w:spacing w:val="-6"/>
          <w:kern w:val="28"/>
          <w:sz w:val="32"/>
          <w:szCs w:val="56"/>
        </w:rPr>
      </w:pPr>
    </w:p>
    <w:p w:rsidR="00340FFD" w:rsidP="00340FFD" w:rsidRDefault="00340FFD" w14:paraId="34FB49C4" w14:textId="77777777">
      <w:pPr>
        <w:pStyle w:val="Title"/>
      </w:pPr>
      <w:r>
        <w:rPr>
          <w:noProof/>
        </w:rPr>
        <w:drawing>
          <wp:inline distT="0" distB="0" distL="0" distR="0" wp14:anchorId="7E83AE89" wp14:editId="1CCBBA3A">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4EB411AB" wp14:editId="6D16BBB6">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rsidR="00032A19" w:rsidP="00032A19" w:rsidRDefault="00032A19" w14:paraId="2749BC8C" w14:textId="77777777">
      <w:pPr>
        <w:pStyle w:val="Title"/>
      </w:pPr>
    </w:p>
    <w:p w:rsidRPr="00F14CDB" w:rsidR="00032A19" w:rsidP="00032A19" w:rsidRDefault="00032A19" w14:paraId="52D30041" w14:textId="77777777">
      <w:pPr>
        <w:pStyle w:val="Title"/>
        <w:rPr>
          <w:color w:val="002B28"/>
        </w:rPr>
      </w:pPr>
      <w:r w:rsidRPr="00F14CDB">
        <w:rPr>
          <w:color w:val="002B28"/>
        </w:rPr>
        <w:t>One Square Mile: Heritage on our Doorstep</w:t>
      </w:r>
    </w:p>
    <w:p w:rsidRPr="00F14CDB" w:rsidR="00032A19" w:rsidP="00032A19" w:rsidRDefault="00F14CDB" w14:paraId="03BD9CB4" w14:textId="77777777">
      <w:pPr>
        <w:pStyle w:val="Title"/>
        <w:rPr>
          <w:color w:val="002B28"/>
        </w:rPr>
      </w:pPr>
      <w:r w:rsidRPr="00F14CDB">
        <w:rPr>
          <w:color w:val="002B28"/>
          <w:sz w:val="28"/>
          <w:szCs w:val="28"/>
        </w:rPr>
        <w:br/>
      </w:r>
      <w:r w:rsidRPr="00F14CDB" w:rsidR="00032A19">
        <w:rPr>
          <w:color w:val="002B28"/>
        </w:rPr>
        <w:t xml:space="preserve">St John’s Green Primary School </w:t>
      </w:r>
      <w:r>
        <w:rPr>
          <w:color w:val="002B28"/>
        </w:rPr>
        <w:br/>
      </w:r>
      <w:r w:rsidRPr="00F14CDB" w:rsidR="00032A19">
        <w:rPr>
          <w:color w:val="002B28"/>
        </w:rPr>
        <w:t>and National Lottery Heritage Fund</w:t>
      </w:r>
    </w:p>
    <w:p w:rsidRPr="00032A19" w:rsidR="00032A19" w:rsidP="00032A19" w:rsidRDefault="00032A19" w14:paraId="1C3145C3" w14:textId="77777777"/>
    <w:p w:rsidRPr="00340FFD" w:rsidR="00340FFD" w:rsidP="00340FFD" w:rsidRDefault="00340FFD" w14:paraId="294E0F4D" w14:textId="77777777"/>
    <w:p w:rsidRPr="00340FFD" w:rsidR="00340FFD" w:rsidP="00340FFD" w:rsidRDefault="00340FFD" w14:paraId="32ADBF10" w14:textId="77777777"/>
    <w:p w:rsidRPr="00AF21BC" w:rsidR="00AF21BC" w:rsidP="00AF21BC" w:rsidRDefault="00340FFD" w14:paraId="4E87843B" w14:textId="77777777">
      <w:pPr>
        <w:tabs>
          <w:tab w:val="clear" w:pos="1701"/>
          <w:tab w:val="left" w:pos="2655"/>
        </w:tabs>
      </w:pPr>
      <w:r>
        <w:t xml:space="preserve">  </w:t>
      </w:r>
    </w:p>
    <w:sectPr w:rsidRPr="00AF21BC" w:rsidR="00AF21BC" w:rsidSect="00340FFD">
      <w:headerReference w:type="default" r:id="rId13"/>
      <w:footerReference w:type="even" r:id="rId14"/>
      <w:footerReference w:type="default" r:id="rId15"/>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6C37" w:rsidP="00592249" w:rsidRDefault="00896C37" w14:paraId="2D8D138C" w14:textId="77777777">
      <w:pPr>
        <w:spacing w:after="0" w:line="240" w:lineRule="auto"/>
      </w:pPr>
      <w:r>
        <w:separator/>
      </w:r>
    </w:p>
  </w:endnote>
  <w:endnote w:type="continuationSeparator" w:id="0">
    <w:p w:rsidR="00896C37" w:rsidP="00592249" w:rsidRDefault="00896C37" w14:paraId="112AF0E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rsidR="00AF21BC" w:rsidP="001F28E9" w:rsidRDefault="00AF21BC" w14:paraId="59B75BB5"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AF21BC" w:rsidP="00AF21BC" w:rsidRDefault="00AF21BC" w14:paraId="6A4601C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rsidRPr="00AF21BC" w:rsidR="00AF21BC" w:rsidP="001F28E9" w:rsidRDefault="00AF21BC" w14:paraId="2989E02B" w14:textId="77777777">
        <w:pPr>
          <w:pStyle w:val="Footer"/>
          <w:framePr w:wrap="none" w:hAnchor="margin" w:vAnchor="text"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rsidRPr="00AF21BC" w:rsidR="00AF21BC" w:rsidP="00AF21BC" w:rsidRDefault="00AF21BC" w14:paraId="2969A41E" w14:textId="77777777">
    <w:pPr>
      <w:pStyle w:val="ListParagraph"/>
      <w:ind w:right="360"/>
      <w:rPr>
        <w:rStyle w:val="IntenseEmphasis"/>
      </w:rPr>
    </w:pPr>
    <w:r>
      <w:rPr>
        <w:noProof/>
      </w:rPr>
      <w:drawing>
        <wp:anchor distT="0" distB="0" distL="114300" distR="114300" simplePos="0" relativeHeight="251658240" behindDoc="0" locked="0" layoutInCell="1" allowOverlap="1" wp14:anchorId="4A3D1109" wp14:editId="23C351E0">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w:history="1" r:id="rId2">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6C37" w:rsidP="00592249" w:rsidRDefault="00896C37" w14:paraId="451C9288" w14:textId="77777777">
      <w:pPr>
        <w:spacing w:after="0" w:line="240" w:lineRule="auto"/>
      </w:pPr>
      <w:r>
        <w:separator/>
      </w:r>
    </w:p>
  </w:footnote>
  <w:footnote w:type="continuationSeparator" w:id="0">
    <w:p w:rsidR="00896C37" w:rsidP="00592249" w:rsidRDefault="00896C37" w14:paraId="3039FB8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2249" w:rsidP="00AF21BC" w:rsidRDefault="00AF21BC" w14:paraId="1A657C3D" w14:textId="77777777">
    <w:pPr>
      <w:pStyle w:val="Subtitle"/>
      <w:tabs>
        <w:tab w:val="clear" w:pos="1701"/>
        <w:tab w:val="left" w:pos="1134"/>
        <w:tab w:val="left" w:pos="3402"/>
        <w:tab w:val="left" w:pos="11057"/>
      </w:tabs>
    </w:pPr>
    <w:r>
      <w:t>EYFS</w:t>
    </w:r>
    <w:r w:rsidR="00592249">
      <w:t xml:space="preserve"> </w:t>
    </w:r>
    <w:r>
      <w:tab/>
    </w:r>
    <w:r w:rsidR="00592249">
      <w:t>Topic</w:t>
    </w:r>
    <w:r>
      <w:t xml:space="preserve">: </w:t>
    </w:r>
    <w:r w:rsidR="002808D5">
      <w:t>Jumbo</w:t>
    </w:r>
    <w:r w:rsidR="00592249">
      <w:t xml:space="preserve"> </w:t>
    </w:r>
    <w:r>
      <w:tab/>
    </w:r>
    <w:r w:rsidR="00592249">
      <w:t>Period</w:t>
    </w:r>
    <w:r>
      <w:t xml:space="preserve">: </w:t>
    </w:r>
    <w:r w:rsidR="002808D5">
      <w:t>Modern</w:t>
    </w:r>
    <w:r>
      <w:tab/>
    </w:r>
    <w:r>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0535A5E"/>
    <w:multiLevelType w:val="hybridMultilevel"/>
    <w:tmpl w:val="FFFFFFFF"/>
    <w:lvl w:ilvl="0" w:tplc="08090001">
      <w:start w:val="1"/>
      <w:numFmt w:val="bullet"/>
      <w:lvlText w:val=""/>
      <w:lvlJc w:val="left"/>
      <w:pPr>
        <w:ind w:left="720" w:hanging="360"/>
      </w:pPr>
      <w:rPr>
        <w:rFonts w:hint="default" w:ascii="Symbol" w:hAnsi="Symbol"/>
      </w:rPr>
    </w:lvl>
    <w:lvl w:ilvl="1" w:tplc="59AA3134">
      <w:start w:val="43"/>
      <w:numFmt w:val="bullet"/>
      <w:lvlText w:val="•"/>
      <w:lvlJc w:val="left"/>
      <w:pPr>
        <w:ind w:left="1440" w:hanging="360"/>
      </w:pPr>
      <w:rPr>
        <w:rFonts w:hint="default" w:ascii="Avenir Next Demi Bold" w:hAnsi="Avenir Next Demi Bold" w:eastAsia="Times New Roman"/>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D5A5FF6"/>
    <w:multiLevelType w:val="hybridMultilevel"/>
    <w:tmpl w:val="6F7AFF1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num w:numId="1" w16cid:durableId="1801994681">
    <w:abstractNumId w:val="1"/>
  </w:num>
  <w:num w:numId="2" w16cid:durableId="611518143">
    <w:abstractNumId w:val="0"/>
  </w:num>
  <w:num w:numId="3" w16cid:durableId="156691731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91"/>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A7"/>
    <w:rsid w:val="00032A19"/>
    <w:rsid w:val="00041EE1"/>
    <w:rsid w:val="000A42C3"/>
    <w:rsid w:val="00125D55"/>
    <w:rsid w:val="002808D5"/>
    <w:rsid w:val="002A0C60"/>
    <w:rsid w:val="0030373C"/>
    <w:rsid w:val="00340FFD"/>
    <w:rsid w:val="004E3960"/>
    <w:rsid w:val="00592249"/>
    <w:rsid w:val="005C7AE6"/>
    <w:rsid w:val="00681E6A"/>
    <w:rsid w:val="006B49B3"/>
    <w:rsid w:val="00876041"/>
    <w:rsid w:val="00896C37"/>
    <w:rsid w:val="009D0A5A"/>
    <w:rsid w:val="00A171C6"/>
    <w:rsid w:val="00AF21BC"/>
    <w:rsid w:val="00B45054"/>
    <w:rsid w:val="00BB1D3C"/>
    <w:rsid w:val="00C41BA7"/>
    <w:rsid w:val="00C455B9"/>
    <w:rsid w:val="00D43166"/>
    <w:rsid w:val="00DE6C90"/>
    <w:rsid w:val="00F14CDB"/>
    <w:rsid w:val="040BEE29"/>
    <w:rsid w:val="05A249D8"/>
    <w:rsid w:val="11D4DC12"/>
    <w:rsid w:val="53F92008"/>
    <w:rsid w:val="62650F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17A3"/>
  <w15:chartTrackingRefBased/>
  <w15:docId w15:val="{B055000D-AEFF-1C4D-8925-A0E2819457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Minories body"/>
    <w:rsid w:val="00876041"/>
    <w:pPr>
      <w:tabs>
        <w:tab w:val="left" w:pos="1701"/>
      </w:tabs>
      <w:spacing w:after="120" w:line="260" w:lineRule="exact"/>
    </w:pPr>
    <w:rPr>
      <w:rFonts w:ascii="Apercu Pro" w:hAnsi="Apercu Pro" w:eastAsiaTheme="minorEastAsia"/>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styleId="MinoriesSubtitle" w:customStyle="1">
    <w:name w:val="Minories Subtitle"/>
    <w:basedOn w:val="Header"/>
    <w:link w:val="MinoriesSubtitleChar"/>
    <w:rsid w:val="005C7AE6"/>
    <w:pPr>
      <w:spacing w:after="120" w:line="240" w:lineRule="exact"/>
    </w:pPr>
    <w:rPr>
      <w:rFonts w:cs="Times New Roman (Body CS)"/>
      <w:b/>
      <w:bCs/>
      <w:spacing w:val="40"/>
      <w:sz w:val="30"/>
      <w:szCs w:val="30"/>
    </w:rPr>
  </w:style>
  <w:style w:type="character" w:styleId="MinoriesSubtitleChar" w:customStyle="1">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styleId="HeaderChar" w:customStyle="1">
    <w:name w:val="Header Char"/>
    <w:basedOn w:val="DefaultParagraphFont"/>
    <w:link w:val="Header"/>
    <w:uiPriority w:val="99"/>
    <w:rsid w:val="005C7AE6"/>
    <w:rPr>
      <w:rFonts w:ascii="Apercu Pro" w:hAnsi="Apercu Pro"/>
      <w:sz w:val="21"/>
    </w:rPr>
  </w:style>
  <w:style w:type="paragraph" w:styleId="MinoriesTitle" w:customStyle="1">
    <w:name w:val="Minories Title"/>
    <w:basedOn w:val="Header"/>
    <w:link w:val="MinoriesTitleChar"/>
    <w:rsid w:val="00876041"/>
    <w:pPr>
      <w:spacing w:before="80" w:after="120" w:line="260" w:lineRule="exact"/>
    </w:pPr>
    <w:rPr>
      <w:rFonts w:cs="Times New Roman (Body CS)" w:eastAsiaTheme="minorHAnsi"/>
      <w:b/>
      <w:bCs/>
      <w:spacing w:val="40"/>
      <w:sz w:val="36"/>
      <w:szCs w:val="30"/>
    </w:rPr>
  </w:style>
  <w:style w:type="character" w:styleId="MinoriesTitleChar" w:customStyle="1">
    <w:name w:val="Minories Title Char"/>
    <w:basedOn w:val="HeaderChar"/>
    <w:link w:val="MinoriesTitle"/>
    <w:rsid w:val="00876041"/>
    <w:rPr>
      <w:rFonts w:ascii="Apercu Pro" w:hAnsi="Apercu Pro" w:cs="Times New Roman (Body CS)"/>
      <w:b/>
      <w:bCs/>
      <w:spacing w:val="40"/>
      <w:sz w:val="36"/>
      <w:szCs w:val="30"/>
    </w:rPr>
  </w:style>
  <w:style w:type="character" w:styleId="Heading1Char" w:customStyle="1">
    <w:name w:val="Heading 1 Char"/>
    <w:basedOn w:val="DefaultParagraphFont"/>
    <w:link w:val="Heading1"/>
    <w:uiPriority w:val="9"/>
    <w:rsid w:val="0059224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59224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styleId="Heading5Char" w:customStyle="1">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styleId="Heading6Char" w:customStyle="1">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styleId="Heading7Char" w:customStyle="1">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styleId="Heading8Char" w:customStyle="1">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styleId="Heading9Char" w:customStyle="1">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hAnsi="Chivo" w:cs="Times New Roman (Headings CS)" w:eastAsiaTheme="majorEastAsia"/>
      <w:spacing w:val="-6"/>
      <w:kern w:val="28"/>
      <w:sz w:val="56"/>
      <w:szCs w:val="56"/>
    </w:rPr>
  </w:style>
  <w:style w:type="character" w:styleId="TitleChar" w:customStyle="1">
    <w:name w:val="Title Char"/>
    <w:aliases w:val="OSM title Char"/>
    <w:basedOn w:val="DefaultParagraphFont"/>
    <w:link w:val="Title"/>
    <w:uiPriority w:val="10"/>
    <w:rsid w:val="00032A19"/>
    <w:rPr>
      <w:rFonts w:ascii="Chivo" w:hAnsi="Chivo" w:cs="Times New Roman (Headings CS)" w:eastAsiaTheme="majorEastAsia"/>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hAnsi="Chivo Light" w:cs="Times New Roman (Headings CS)" w:eastAsiaTheme="majorEastAsia"/>
      <w:color w:val="002B28"/>
      <w:spacing w:val="-2"/>
      <w:sz w:val="22"/>
      <w:szCs w:val="28"/>
    </w:rPr>
  </w:style>
  <w:style w:type="character" w:styleId="SubtitleChar" w:customStyle="1">
    <w:name w:val="Subtitle Char"/>
    <w:aliases w:val="Intro text Char"/>
    <w:basedOn w:val="DefaultParagraphFont"/>
    <w:link w:val="Subtitle"/>
    <w:uiPriority w:val="11"/>
    <w:rsid w:val="00592249"/>
    <w:rPr>
      <w:rFonts w:ascii="Chivo Light" w:hAnsi="Chivo Light" w:cs="Times New Roman (Headings CS)" w:eastAsiaTheme="majorEastAsia"/>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592249"/>
    <w:rPr>
      <w:rFonts w:ascii="Apercu Pro" w:hAnsi="Apercu Pro" w:eastAsiaTheme="minorEastAsia"/>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92249"/>
    <w:rPr>
      <w:rFonts w:ascii="Apercu Pro" w:hAnsi="Apercu Pro" w:eastAsiaTheme="minorEastAsia"/>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styleId="FooterChar" w:customStyle="1">
    <w:name w:val="Footer Char"/>
    <w:basedOn w:val="DefaultParagraphFont"/>
    <w:link w:val="Footer"/>
    <w:uiPriority w:val="99"/>
    <w:rsid w:val="00592249"/>
    <w:rPr>
      <w:rFonts w:ascii="Apercu Pro" w:hAnsi="Apercu Pro" w:eastAsiaTheme="minorEastAsia"/>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hAnsi="Chivo Light" w:eastAsia="Times New Roman"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azette-news.co.uk/news/14619705.inside-jumbo-step-inside-the-most-iconic-building-on-colchesters-skyline/" TargetMode="External" Id="rId8" /><Relationship Type="http://schemas.openxmlformats.org/officeDocument/2006/relationships/header" Target="header1.xml" Id="rId13" /><Relationship Type="http://schemas.openxmlformats.org/officeDocument/2006/relationships/customXml" Target="../customXml/item1.xml" Id="rId18" /><Relationship Type="http://schemas.openxmlformats.org/officeDocument/2006/relationships/settings" Target="settings.xml" Id="rId3" /><Relationship Type="http://schemas.openxmlformats.org/officeDocument/2006/relationships/hyperlink" Target="https://vimeo.com/353566965" TargetMode="External" Id="rId7" /><Relationship Type="http://schemas.openxmlformats.org/officeDocument/2006/relationships/image" Target="media/image3.png"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customXml" Target="../customXml/item3.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2.png" Id="rId11" /><Relationship Type="http://schemas.openxmlformats.org/officeDocument/2006/relationships/footnotes" Target="footnotes.xml" Id="rId5" /><Relationship Type="http://schemas.openxmlformats.org/officeDocument/2006/relationships/footer" Target="footer2.xml" Id="rId15" /><Relationship Type="http://schemas.openxmlformats.org/officeDocument/2006/relationships/image" Target="media/image1.jpeg" Id="rId10" /><Relationship Type="http://schemas.openxmlformats.org/officeDocument/2006/relationships/customXml" Target="../customXml/item2.xml" Id="rId19" /><Relationship Type="http://schemas.openxmlformats.org/officeDocument/2006/relationships/webSettings" Target="webSettings.xml" Id="rId4" /><Relationship Type="http://schemas.openxmlformats.org/officeDocument/2006/relationships/footer" Target="footer1.xml" Id="rId14" /><Relationship Type="http://schemas.openxmlformats.org/officeDocument/2006/relationships/hyperlink" Target="https://jumbo.org.uk/jumbos-history/" TargetMode="External" Id="R153f1fab234f44e4" /></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ibrary/CloudStorage/GoogleDrive-ktgd89@gmail.com/My%20Drive/&#8226;%20Projects/2405%20One%20Square%20Mile/4.%20Implementation/Website%20content/Lesson%20Plans%20/Final%20Teachers%20Plans%20with%20comments/Reformatted/EYFS%20Jumb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1CD052-3B6B-4A0F-A5FC-CFC63EEF6A0D}"/>
</file>

<file path=customXml/itemProps2.xml><?xml version="1.0" encoding="utf-8"?>
<ds:datastoreItem xmlns:ds="http://schemas.openxmlformats.org/officeDocument/2006/customXml" ds:itemID="{F5315C4F-8346-4E9E-B3A5-5F36EC097BDA}"/>
</file>

<file path=customXml/itemProps3.xml><?xml version="1.0" encoding="utf-8"?>
<ds:datastoreItem xmlns:ds="http://schemas.openxmlformats.org/officeDocument/2006/customXml" ds:itemID="{6EF75B78-666C-4EB5-9260-5972C62B90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EYFS Jumbo.dotx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Clare Skinner</lastModifiedBy>
  <revision>4</revision>
  <dcterms:created xsi:type="dcterms:W3CDTF">2024-08-27T21:38:00.0000000Z</dcterms:created>
  <dcterms:modified xsi:type="dcterms:W3CDTF">2024-10-01T10:37:03.7133488Z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